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DA9117" w14:textId="77777777"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14:paraId="76FCF751" w14:textId="77777777" w:rsidR="00B3448B" w:rsidRPr="00922677" w:rsidRDefault="00B3448B" w:rsidP="00B3448B"/>
    <w:p w14:paraId="61A8E811" w14:textId="77777777"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F81ED9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F81ED9" w:rsidRPr="00F81ED9">
        <w:rPr>
          <w:rStyle w:val="a9"/>
        </w:rPr>
        <w:t xml:space="preserve"> Общество с ограниченной ответственностью «ЛГ Электроникс РУС»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14:paraId="27DBC7F1" w14:textId="77777777"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14:paraId="02D86722" w14:textId="77777777" w:rsidTr="008B4051">
        <w:trPr>
          <w:jc w:val="center"/>
        </w:trPr>
        <w:tc>
          <w:tcPr>
            <w:tcW w:w="3049" w:type="dxa"/>
            <w:vAlign w:val="center"/>
          </w:tcPr>
          <w:p w14:paraId="35923461" w14:textId="77777777"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14:paraId="44F0402F" w14:textId="77777777"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14:paraId="4FDB27D6" w14:textId="77777777"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14:paraId="259411A3" w14:textId="77777777"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14:paraId="3C756C56" w14:textId="77777777"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14:paraId="7FC9FC13" w14:textId="77777777"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14:paraId="111C90F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2F92B23" w14:textId="77777777"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14:paraId="6BF8C8DD" w14:textId="77777777"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14:paraId="423EAD63" w14:textId="77777777"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14:paraId="798E8667" w14:textId="77777777"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14:paraId="6BC71CA5" w14:textId="77777777"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14:paraId="50A2D044" w14:textId="77777777"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81ED9" w:rsidRPr="00AF49A3" w14:paraId="15A349A7" w14:textId="77777777" w:rsidTr="008B4051">
        <w:trPr>
          <w:jc w:val="center"/>
        </w:trPr>
        <w:tc>
          <w:tcPr>
            <w:tcW w:w="3049" w:type="dxa"/>
            <w:vAlign w:val="center"/>
          </w:tcPr>
          <w:p w14:paraId="0FF1A8BA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по производству холодильников и стиральных машин, инженерному обеспечению, ОТ, ПБ и энергообеспечению</w:t>
            </w:r>
          </w:p>
        </w:tc>
        <w:tc>
          <w:tcPr>
            <w:tcW w:w="3686" w:type="dxa"/>
            <w:vAlign w:val="center"/>
          </w:tcPr>
          <w:p w14:paraId="44E2910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2E1BE5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950B7F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ADA7A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905FC0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77B7586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4D57B9" w14:textId="77777777" w:rsidR="00F81ED9" w:rsidRPr="00F81ED9" w:rsidRDefault="00F81ED9" w:rsidP="00F81ED9">
            <w:pPr>
              <w:pStyle w:val="aa"/>
              <w:jc w:val="left"/>
            </w:pPr>
            <w:r>
              <w:t>1. Директор департамента</w:t>
            </w:r>
          </w:p>
        </w:tc>
        <w:tc>
          <w:tcPr>
            <w:tcW w:w="3686" w:type="dxa"/>
            <w:vAlign w:val="center"/>
          </w:tcPr>
          <w:p w14:paraId="162B15B2" w14:textId="77777777" w:rsidR="00F81ED9" w:rsidRPr="00063DF1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DEC1E1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64A21D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500AFE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6A4F9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FB7860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585539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стиральным машинам</w:t>
            </w:r>
          </w:p>
        </w:tc>
        <w:tc>
          <w:tcPr>
            <w:tcW w:w="3686" w:type="dxa"/>
            <w:vAlign w:val="center"/>
          </w:tcPr>
          <w:p w14:paraId="25CA206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6491DA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E045A0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FE92C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C5122F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5412A9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E9D464E" w14:textId="77777777" w:rsidR="00F81ED9" w:rsidRPr="00F81ED9" w:rsidRDefault="00F81ED9" w:rsidP="00F81ED9">
            <w:pPr>
              <w:pStyle w:val="aa"/>
              <w:jc w:val="left"/>
            </w:pPr>
            <w:r>
              <w:t>2. Начальник отдела</w:t>
            </w:r>
          </w:p>
        </w:tc>
        <w:tc>
          <w:tcPr>
            <w:tcW w:w="3686" w:type="dxa"/>
            <w:vAlign w:val="center"/>
          </w:tcPr>
          <w:p w14:paraId="229F0C1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AA045B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19E87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D3FC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4831EC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93C92E9" w14:textId="77777777" w:rsidTr="008B4051">
        <w:trPr>
          <w:jc w:val="center"/>
        </w:trPr>
        <w:tc>
          <w:tcPr>
            <w:tcW w:w="3049" w:type="dxa"/>
            <w:vAlign w:val="center"/>
          </w:tcPr>
          <w:p w14:paraId="300C8CD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обеспечения качества разработок</w:t>
            </w:r>
          </w:p>
        </w:tc>
        <w:tc>
          <w:tcPr>
            <w:tcW w:w="3686" w:type="dxa"/>
            <w:vAlign w:val="center"/>
          </w:tcPr>
          <w:p w14:paraId="6C84231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44232E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AA74E7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78F0F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C0D1C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C152A9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3DCE9C2" w14:textId="77777777" w:rsidR="00F81ED9" w:rsidRPr="00F81ED9" w:rsidRDefault="00F81ED9" w:rsidP="00F81ED9">
            <w:pPr>
              <w:pStyle w:val="aa"/>
              <w:jc w:val="left"/>
            </w:pPr>
            <w:r>
              <w:t>3. Начальник сектора</w:t>
            </w:r>
          </w:p>
        </w:tc>
        <w:tc>
          <w:tcPr>
            <w:tcW w:w="3686" w:type="dxa"/>
            <w:vAlign w:val="center"/>
          </w:tcPr>
          <w:p w14:paraId="5D008DA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946C86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B842DD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DF004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E194FB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0A1521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30F41AA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разработок стиральных машин</w:t>
            </w:r>
          </w:p>
        </w:tc>
        <w:tc>
          <w:tcPr>
            <w:tcW w:w="3686" w:type="dxa"/>
            <w:vAlign w:val="center"/>
          </w:tcPr>
          <w:p w14:paraId="6B56DEB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EA9EE2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8228E3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0B6761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2DC832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D880C6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7D799D8" w14:textId="77777777" w:rsidR="00F81ED9" w:rsidRPr="00F81ED9" w:rsidRDefault="00F81ED9" w:rsidP="00F81ED9">
            <w:pPr>
              <w:pStyle w:val="aa"/>
              <w:jc w:val="left"/>
            </w:pPr>
            <w:r>
              <w:t>4. Начальник сектора</w:t>
            </w:r>
          </w:p>
        </w:tc>
        <w:tc>
          <w:tcPr>
            <w:tcW w:w="3686" w:type="dxa"/>
            <w:vAlign w:val="center"/>
          </w:tcPr>
          <w:p w14:paraId="0535CA9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BAAA60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CB02ED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01AEE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A04BC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9D5ED7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7508F9B" w14:textId="77777777" w:rsidR="00F81ED9" w:rsidRPr="00F81ED9" w:rsidRDefault="00F81ED9" w:rsidP="00F81ED9">
            <w:pPr>
              <w:pStyle w:val="aa"/>
              <w:jc w:val="left"/>
            </w:pPr>
            <w:r>
              <w:t>5. Инженер-конструктор</w:t>
            </w:r>
          </w:p>
        </w:tc>
        <w:tc>
          <w:tcPr>
            <w:tcW w:w="3686" w:type="dxa"/>
            <w:vAlign w:val="center"/>
          </w:tcPr>
          <w:p w14:paraId="28A1EC0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6E87D4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1B7B4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55A5F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5CBE32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87B26B4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02CA36" w14:textId="77777777" w:rsidR="00F81ED9" w:rsidRPr="00F81ED9" w:rsidRDefault="00F81ED9" w:rsidP="00F81ED9">
            <w:pPr>
              <w:pStyle w:val="aa"/>
              <w:jc w:val="left"/>
            </w:pPr>
            <w:r>
              <w:t>6. Ведущий инженер</w:t>
            </w:r>
          </w:p>
        </w:tc>
        <w:tc>
          <w:tcPr>
            <w:tcW w:w="3686" w:type="dxa"/>
            <w:vAlign w:val="center"/>
          </w:tcPr>
          <w:p w14:paraId="6914625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E0E877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E6EC4F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879D3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FA7EEA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DAF6F2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7889D69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телевизорам и мониторам</w:t>
            </w:r>
          </w:p>
        </w:tc>
        <w:tc>
          <w:tcPr>
            <w:tcW w:w="3686" w:type="dxa"/>
            <w:vAlign w:val="center"/>
          </w:tcPr>
          <w:p w14:paraId="0F0B8CB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9219AC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3B7F6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93C50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1FB386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A76F035" w14:textId="77777777" w:rsidTr="008B4051">
        <w:trPr>
          <w:jc w:val="center"/>
        </w:trPr>
        <w:tc>
          <w:tcPr>
            <w:tcW w:w="3049" w:type="dxa"/>
            <w:vAlign w:val="center"/>
          </w:tcPr>
          <w:p w14:paraId="2E47292B" w14:textId="77777777" w:rsidR="00F81ED9" w:rsidRPr="00F81ED9" w:rsidRDefault="00F81ED9" w:rsidP="00F81ED9">
            <w:pPr>
              <w:pStyle w:val="aa"/>
              <w:jc w:val="left"/>
            </w:pPr>
            <w:r>
              <w:t>7. Начальник отдела</w:t>
            </w:r>
          </w:p>
        </w:tc>
        <w:tc>
          <w:tcPr>
            <w:tcW w:w="3686" w:type="dxa"/>
            <w:vAlign w:val="center"/>
          </w:tcPr>
          <w:p w14:paraId="7B032AD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38F5A3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D85B1C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D02BE9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D55AA6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C129E95" w14:textId="77777777" w:rsidTr="008B4051">
        <w:trPr>
          <w:jc w:val="center"/>
        </w:trPr>
        <w:tc>
          <w:tcPr>
            <w:tcW w:w="3049" w:type="dxa"/>
            <w:vAlign w:val="center"/>
          </w:tcPr>
          <w:p w14:paraId="4FEA0356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механики</w:t>
            </w:r>
          </w:p>
        </w:tc>
        <w:tc>
          <w:tcPr>
            <w:tcW w:w="3686" w:type="dxa"/>
            <w:vAlign w:val="center"/>
          </w:tcPr>
          <w:p w14:paraId="5F8ECB2A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414EAB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17C596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A7D7FE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B9FC9E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EFE73C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15A7BEB" w14:textId="77777777" w:rsidR="00F81ED9" w:rsidRPr="00F81ED9" w:rsidRDefault="00F81ED9" w:rsidP="00F81ED9">
            <w:pPr>
              <w:pStyle w:val="aa"/>
              <w:jc w:val="left"/>
            </w:pPr>
            <w:r>
              <w:t>8. Начальник сектора</w:t>
            </w:r>
          </w:p>
        </w:tc>
        <w:tc>
          <w:tcPr>
            <w:tcW w:w="3686" w:type="dxa"/>
            <w:vAlign w:val="center"/>
          </w:tcPr>
          <w:p w14:paraId="4750AC4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CEE0BB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3434E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21D6C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53A0C8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6E267B5" w14:textId="77777777" w:rsidTr="008B4051">
        <w:trPr>
          <w:jc w:val="center"/>
        </w:trPr>
        <w:tc>
          <w:tcPr>
            <w:tcW w:w="3049" w:type="dxa"/>
            <w:vAlign w:val="center"/>
          </w:tcPr>
          <w:p w14:paraId="42AC54A3" w14:textId="77777777" w:rsidR="00F81ED9" w:rsidRPr="00F81ED9" w:rsidRDefault="00F81ED9" w:rsidP="00F81ED9">
            <w:pPr>
              <w:pStyle w:val="aa"/>
              <w:jc w:val="left"/>
            </w:pPr>
            <w:r>
              <w:t>9. Ведущий инженер</w:t>
            </w:r>
          </w:p>
        </w:tc>
        <w:tc>
          <w:tcPr>
            <w:tcW w:w="3686" w:type="dxa"/>
            <w:vAlign w:val="center"/>
          </w:tcPr>
          <w:p w14:paraId="6837C5A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EA6B31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3088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FA944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17249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F1E458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B1317E" w14:textId="77777777" w:rsidR="00F81ED9" w:rsidRPr="00F81ED9" w:rsidRDefault="00F81ED9" w:rsidP="00F81ED9">
            <w:pPr>
              <w:pStyle w:val="aa"/>
              <w:jc w:val="left"/>
            </w:pPr>
            <w:r>
              <w:t>10. Инженер-дизайнер</w:t>
            </w:r>
          </w:p>
        </w:tc>
        <w:tc>
          <w:tcPr>
            <w:tcW w:w="3686" w:type="dxa"/>
            <w:vAlign w:val="center"/>
          </w:tcPr>
          <w:p w14:paraId="46C4851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C32A6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E35484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D22D54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5D374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9E76323" w14:textId="77777777" w:rsidTr="008B4051">
        <w:trPr>
          <w:jc w:val="center"/>
        </w:trPr>
        <w:tc>
          <w:tcPr>
            <w:tcW w:w="3049" w:type="dxa"/>
            <w:vAlign w:val="center"/>
          </w:tcPr>
          <w:p w14:paraId="475E48B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развития продукта</w:t>
            </w:r>
          </w:p>
        </w:tc>
        <w:tc>
          <w:tcPr>
            <w:tcW w:w="3686" w:type="dxa"/>
            <w:vAlign w:val="center"/>
          </w:tcPr>
          <w:p w14:paraId="0718C4A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C3C7C7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78037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CD65CC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B286B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8843C59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D32030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11. Начальник сектора</w:t>
            </w:r>
          </w:p>
        </w:tc>
        <w:tc>
          <w:tcPr>
            <w:tcW w:w="3686" w:type="dxa"/>
            <w:vAlign w:val="center"/>
          </w:tcPr>
          <w:p w14:paraId="0A86AFA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C0C4CF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EF1704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F6D37D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C035FF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DDFC748" w14:textId="77777777" w:rsidTr="008B4051">
        <w:trPr>
          <w:jc w:val="center"/>
        </w:trPr>
        <w:tc>
          <w:tcPr>
            <w:tcW w:w="3049" w:type="dxa"/>
            <w:vAlign w:val="center"/>
          </w:tcPr>
          <w:p w14:paraId="140C0B16" w14:textId="77777777" w:rsidR="00F81ED9" w:rsidRPr="00F81ED9" w:rsidRDefault="00F81ED9" w:rsidP="00F81ED9">
            <w:pPr>
              <w:pStyle w:val="aa"/>
              <w:jc w:val="left"/>
            </w:pPr>
            <w:r>
              <w:t>12. Инженер-конструктор</w:t>
            </w:r>
          </w:p>
        </w:tc>
        <w:tc>
          <w:tcPr>
            <w:tcW w:w="3686" w:type="dxa"/>
            <w:vAlign w:val="center"/>
          </w:tcPr>
          <w:p w14:paraId="2D11FBE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5FA57A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001E0D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1A4D0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30ABC2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FD96976" w14:textId="77777777" w:rsidTr="008B4051">
        <w:trPr>
          <w:jc w:val="center"/>
        </w:trPr>
        <w:tc>
          <w:tcPr>
            <w:tcW w:w="3049" w:type="dxa"/>
            <w:vAlign w:val="center"/>
          </w:tcPr>
          <w:p w14:paraId="2CECDCB7" w14:textId="77777777" w:rsidR="00F81ED9" w:rsidRPr="00F81ED9" w:rsidRDefault="00F81ED9" w:rsidP="00F81ED9">
            <w:pPr>
              <w:pStyle w:val="aa"/>
              <w:jc w:val="left"/>
            </w:pPr>
            <w:r>
              <w:t>13. Инженер-конструктор</w:t>
            </w:r>
          </w:p>
        </w:tc>
        <w:tc>
          <w:tcPr>
            <w:tcW w:w="3686" w:type="dxa"/>
            <w:vAlign w:val="center"/>
          </w:tcPr>
          <w:p w14:paraId="15DC1DD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87288C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F5AD1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FEBFD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312B5E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B39AB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AFA815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электроники</w:t>
            </w:r>
          </w:p>
        </w:tc>
        <w:tc>
          <w:tcPr>
            <w:tcW w:w="3686" w:type="dxa"/>
            <w:vAlign w:val="center"/>
          </w:tcPr>
          <w:p w14:paraId="57D0342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96C8B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42768C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6EC43A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0ED67C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54AB63E" w14:textId="77777777" w:rsidTr="008B4051">
        <w:trPr>
          <w:jc w:val="center"/>
        </w:trPr>
        <w:tc>
          <w:tcPr>
            <w:tcW w:w="3049" w:type="dxa"/>
            <w:vAlign w:val="center"/>
          </w:tcPr>
          <w:p w14:paraId="1B42E1EE" w14:textId="77777777" w:rsidR="00F81ED9" w:rsidRPr="00F81ED9" w:rsidRDefault="00F81ED9" w:rsidP="00F81ED9">
            <w:pPr>
              <w:pStyle w:val="aa"/>
              <w:jc w:val="left"/>
            </w:pPr>
            <w:r>
              <w:t>14. Начальник сектора</w:t>
            </w:r>
          </w:p>
        </w:tc>
        <w:tc>
          <w:tcPr>
            <w:tcW w:w="3686" w:type="dxa"/>
            <w:vAlign w:val="center"/>
          </w:tcPr>
          <w:p w14:paraId="6FE2289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23B635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B5E2B6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6B447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1BF9C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B42A198" w14:textId="77777777" w:rsidTr="008B4051">
        <w:trPr>
          <w:jc w:val="center"/>
        </w:trPr>
        <w:tc>
          <w:tcPr>
            <w:tcW w:w="3049" w:type="dxa"/>
            <w:vAlign w:val="center"/>
          </w:tcPr>
          <w:p w14:paraId="0E3E25BE" w14:textId="77777777" w:rsidR="00F81ED9" w:rsidRPr="00F81ED9" w:rsidRDefault="00F81ED9" w:rsidP="00F81ED9">
            <w:pPr>
              <w:pStyle w:val="aa"/>
              <w:jc w:val="left"/>
            </w:pPr>
            <w:r>
              <w:t>15. Ведущий инженер</w:t>
            </w:r>
          </w:p>
        </w:tc>
        <w:tc>
          <w:tcPr>
            <w:tcW w:w="3686" w:type="dxa"/>
            <w:vAlign w:val="center"/>
          </w:tcPr>
          <w:p w14:paraId="013AACD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3064EA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40481F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FA942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711A70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709A0F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3E386F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Конструкторский отдел по холодильникам</w:t>
            </w:r>
          </w:p>
        </w:tc>
        <w:tc>
          <w:tcPr>
            <w:tcW w:w="3686" w:type="dxa"/>
            <w:vAlign w:val="center"/>
          </w:tcPr>
          <w:p w14:paraId="5C07C9A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1D0B30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E713B2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F754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35FA35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9386630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71CAB9" w14:textId="77777777" w:rsidR="00F81ED9" w:rsidRPr="00F81ED9" w:rsidRDefault="00F81ED9" w:rsidP="00F81ED9">
            <w:pPr>
              <w:pStyle w:val="aa"/>
              <w:jc w:val="left"/>
            </w:pPr>
            <w:r>
              <w:t>16. Начальник отдела</w:t>
            </w:r>
          </w:p>
        </w:tc>
        <w:tc>
          <w:tcPr>
            <w:tcW w:w="3686" w:type="dxa"/>
            <w:vAlign w:val="center"/>
          </w:tcPr>
          <w:p w14:paraId="137AF99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FC6F72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F040AA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91881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2742B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7BF686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3B5203F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инженерного обеспечения качества</w:t>
            </w:r>
          </w:p>
        </w:tc>
        <w:tc>
          <w:tcPr>
            <w:tcW w:w="3686" w:type="dxa"/>
            <w:vAlign w:val="center"/>
          </w:tcPr>
          <w:p w14:paraId="46A2DE7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13C487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0B454D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127C00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FFADE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5AFB6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5164B48" w14:textId="77777777" w:rsidR="00F81ED9" w:rsidRPr="00F81ED9" w:rsidRDefault="00F81ED9" w:rsidP="00F81ED9">
            <w:pPr>
              <w:pStyle w:val="aa"/>
              <w:jc w:val="left"/>
            </w:pPr>
            <w:r>
              <w:t>17. Начальник сектора</w:t>
            </w:r>
          </w:p>
        </w:tc>
        <w:tc>
          <w:tcPr>
            <w:tcW w:w="3686" w:type="dxa"/>
            <w:vAlign w:val="center"/>
          </w:tcPr>
          <w:p w14:paraId="0352E4A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E1A5F7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CD23A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CDEDE0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CF9346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824C915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6B5E8E" w14:textId="77777777" w:rsidR="00F81ED9" w:rsidRPr="00F81ED9" w:rsidRDefault="00F81ED9" w:rsidP="00F81ED9">
            <w:pPr>
              <w:pStyle w:val="aa"/>
              <w:jc w:val="left"/>
            </w:pPr>
            <w:r>
              <w:t>18. Ведущий инженер</w:t>
            </w:r>
          </w:p>
        </w:tc>
        <w:tc>
          <w:tcPr>
            <w:tcW w:w="3686" w:type="dxa"/>
            <w:vAlign w:val="center"/>
          </w:tcPr>
          <w:p w14:paraId="62175A0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4E4D24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9638F3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B79E4E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4F6D6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53624A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42FB1B" w14:textId="77777777" w:rsidR="00F81ED9" w:rsidRPr="00F81ED9" w:rsidRDefault="00F81ED9" w:rsidP="00F81ED9">
            <w:pPr>
              <w:pStyle w:val="aa"/>
              <w:jc w:val="left"/>
            </w:pPr>
            <w:r>
              <w:t>19. Ведущий инженер</w:t>
            </w:r>
          </w:p>
        </w:tc>
        <w:tc>
          <w:tcPr>
            <w:tcW w:w="3686" w:type="dxa"/>
            <w:vAlign w:val="center"/>
          </w:tcPr>
          <w:p w14:paraId="72A7F16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FE5F2C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39EE89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24E138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8508CC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85792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2923DC" w14:textId="77777777" w:rsidR="00F81ED9" w:rsidRPr="00F81ED9" w:rsidRDefault="00F81ED9" w:rsidP="00F81ED9">
            <w:pPr>
              <w:pStyle w:val="aa"/>
              <w:jc w:val="left"/>
            </w:pPr>
            <w:r>
              <w:t>20. Инженер-конструктор</w:t>
            </w:r>
          </w:p>
        </w:tc>
        <w:tc>
          <w:tcPr>
            <w:tcW w:w="3686" w:type="dxa"/>
            <w:vAlign w:val="center"/>
          </w:tcPr>
          <w:p w14:paraId="3A519F2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853EB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691520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004BFD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13F96B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C141442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86312D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заводской бухгалтерии</w:t>
            </w:r>
          </w:p>
        </w:tc>
        <w:tc>
          <w:tcPr>
            <w:tcW w:w="3686" w:type="dxa"/>
            <w:vAlign w:val="center"/>
          </w:tcPr>
          <w:p w14:paraId="0D195AE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0C1E5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99AC48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172C9C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B2F95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82DECBB" w14:textId="77777777" w:rsidTr="008B4051">
        <w:trPr>
          <w:jc w:val="center"/>
        </w:trPr>
        <w:tc>
          <w:tcPr>
            <w:tcW w:w="3049" w:type="dxa"/>
            <w:vAlign w:val="center"/>
          </w:tcPr>
          <w:p w14:paraId="095A14C7" w14:textId="77777777" w:rsidR="00F81ED9" w:rsidRPr="00F81ED9" w:rsidRDefault="00F81ED9" w:rsidP="00F81ED9">
            <w:pPr>
              <w:pStyle w:val="aa"/>
              <w:jc w:val="left"/>
            </w:pPr>
            <w:r>
              <w:t>21. Начальник отдела</w:t>
            </w:r>
          </w:p>
        </w:tc>
        <w:tc>
          <w:tcPr>
            <w:tcW w:w="3686" w:type="dxa"/>
            <w:vAlign w:val="center"/>
          </w:tcPr>
          <w:p w14:paraId="5FDBBFE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C5CED5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408CFF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1FB9A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9233ED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6B3DBCC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DFB83E" w14:textId="77777777" w:rsidR="00F81ED9" w:rsidRPr="00F81ED9" w:rsidRDefault="00F81ED9" w:rsidP="00F81ED9">
            <w:pPr>
              <w:pStyle w:val="aa"/>
              <w:jc w:val="left"/>
            </w:pPr>
            <w:r>
              <w:t>22. Ведущий бухгалтер</w:t>
            </w:r>
          </w:p>
        </w:tc>
        <w:tc>
          <w:tcPr>
            <w:tcW w:w="3686" w:type="dxa"/>
            <w:vAlign w:val="center"/>
          </w:tcPr>
          <w:p w14:paraId="45AC1B7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6A637E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1BCC34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19BA97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BC243E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2C9FDD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03E3B9" w14:textId="77777777" w:rsidR="00F81ED9" w:rsidRPr="00F81ED9" w:rsidRDefault="00F81ED9" w:rsidP="00F81ED9">
            <w:pPr>
              <w:pStyle w:val="aa"/>
              <w:jc w:val="left"/>
            </w:pPr>
            <w:r>
              <w:t>23. Ведущий бухгалтер</w:t>
            </w:r>
          </w:p>
        </w:tc>
        <w:tc>
          <w:tcPr>
            <w:tcW w:w="3686" w:type="dxa"/>
            <w:vAlign w:val="center"/>
          </w:tcPr>
          <w:p w14:paraId="6943F60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F42C28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F2EDB7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3A727D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EB076C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D9AF7E6" w14:textId="77777777" w:rsidTr="008B4051">
        <w:trPr>
          <w:jc w:val="center"/>
        </w:trPr>
        <w:tc>
          <w:tcPr>
            <w:tcW w:w="3049" w:type="dxa"/>
            <w:vAlign w:val="center"/>
          </w:tcPr>
          <w:p w14:paraId="1A1B446C" w14:textId="77777777" w:rsidR="00F81ED9" w:rsidRPr="00F81ED9" w:rsidRDefault="00F81ED9" w:rsidP="00F81ED9">
            <w:pPr>
              <w:pStyle w:val="aa"/>
              <w:jc w:val="left"/>
            </w:pPr>
            <w:r>
              <w:t>24. Бухгалтер</w:t>
            </w:r>
          </w:p>
        </w:tc>
        <w:tc>
          <w:tcPr>
            <w:tcW w:w="3686" w:type="dxa"/>
            <w:vAlign w:val="center"/>
          </w:tcPr>
          <w:p w14:paraId="231CA2A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C97B83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3837CB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5329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78853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9C8BBC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2534DA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закупок</w:t>
            </w:r>
          </w:p>
        </w:tc>
        <w:tc>
          <w:tcPr>
            <w:tcW w:w="3686" w:type="dxa"/>
            <w:vAlign w:val="center"/>
          </w:tcPr>
          <w:p w14:paraId="47698A9A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6F7161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016D8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8915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10AE38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9E9E535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D9224E" w14:textId="77777777" w:rsidR="00F81ED9" w:rsidRPr="00F81ED9" w:rsidRDefault="00F81ED9" w:rsidP="00F81ED9">
            <w:pPr>
              <w:pStyle w:val="aa"/>
              <w:jc w:val="left"/>
            </w:pPr>
            <w:r>
              <w:t>25. Начальник отдела</w:t>
            </w:r>
          </w:p>
        </w:tc>
        <w:tc>
          <w:tcPr>
            <w:tcW w:w="3686" w:type="dxa"/>
            <w:vAlign w:val="center"/>
          </w:tcPr>
          <w:p w14:paraId="0905CFB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EFEA75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A66010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43512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8C06B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EBDB25F" w14:textId="77777777" w:rsidTr="008B4051">
        <w:trPr>
          <w:jc w:val="center"/>
        </w:trPr>
        <w:tc>
          <w:tcPr>
            <w:tcW w:w="3049" w:type="dxa"/>
            <w:vAlign w:val="center"/>
          </w:tcPr>
          <w:p w14:paraId="7D0AF678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закупок комплектующих для производства стиральных машин</w:t>
            </w:r>
          </w:p>
        </w:tc>
        <w:tc>
          <w:tcPr>
            <w:tcW w:w="3686" w:type="dxa"/>
            <w:vAlign w:val="center"/>
          </w:tcPr>
          <w:p w14:paraId="289E6017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ED92D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CC648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DE117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F4FAD7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7012C5A" w14:textId="77777777" w:rsidTr="008B4051">
        <w:trPr>
          <w:jc w:val="center"/>
        </w:trPr>
        <w:tc>
          <w:tcPr>
            <w:tcW w:w="3049" w:type="dxa"/>
            <w:vAlign w:val="center"/>
          </w:tcPr>
          <w:p w14:paraId="2E70DD20" w14:textId="77777777" w:rsidR="00F81ED9" w:rsidRPr="00F81ED9" w:rsidRDefault="00F81ED9" w:rsidP="00F81ED9">
            <w:pPr>
              <w:pStyle w:val="aa"/>
              <w:jc w:val="left"/>
            </w:pPr>
            <w:r>
              <w:t>26. Начальник сектора</w:t>
            </w:r>
          </w:p>
        </w:tc>
        <w:tc>
          <w:tcPr>
            <w:tcW w:w="3686" w:type="dxa"/>
            <w:vAlign w:val="center"/>
          </w:tcPr>
          <w:p w14:paraId="3ADFDCB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922DB8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94D9B3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1489BD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9907C6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1539170" w14:textId="77777777" w:rsidTr="008B4051">
        <w:trPr>
          <w:jc w:val="center"/>
        </w:trPr>
        <w:tc>
          <w:tcPr>
            <w:tcW w:w="3049" w:type="dxa"/>
            <w:vAlign w:val="center"/>
          </w:tcPr>
          <w:p w14:paraId="230F28BA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27. Ведущий инженер</w:t>
            </w:r>
          </w:p>
        </w:tc>
        <w:tc>
          <w:tcPr>
            <w:tcW w:w="3686" w:type="dxa"/>
            <w:vAlign w:val="center"/>
          </w:tcPr>
          <w:p w14:paraId="179A2B9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087B07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0890F2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165FA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60240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F74BA6C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FF4E8E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закупок комплектующих для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1675616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026484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B02E9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CF89D1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B0533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BE8F8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C20947A" w14:textId="77777777" w:rsidR="00F81ED9" w:rsidRPr="00F81ED9" w:rsidRDefault="00F81ED9" w:rsidP="00F81ED9">
            <w:pPr>
              <w:pStyle w:val="aa"/>
              <w:jc w:val="left"/>
            </w:pPr>
            <w:r>
              <w:t>28. Начальник сектора</w:t>
            </w:r>
          </w:p>
        </w:tc>
        <w:tc>
          <w:tcPr>
            <w:tcW w:w="3686" w:type="dxa"/>
            <w:vAlign w:val="center"/>
          </w:tcPr>
          <w:p w14:paraId="68ED04F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7E3EF6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E64892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1ED85B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3079D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93A75F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9451CE" w14:textId="77777777" w:rsidR="00F81ED9" w:rsidRPr="00F81ED9" w:rsidRDefault="00F81ED9" w:rsidP="00F81ED9">
            <w:pPr>
              <w:pStyle w:val="aa"/>
              <w:jc w:val="left"/>
            </w:pPr>
            <w:r>
              <w:t>29. Ведущий специалист</w:t>
            </w:r>
          </w:p>
        </w:tc>
        <w:tc>
          <w:tcPr>
            <w:tcW w:w="3686" w:type="dxa"/>
            <w:vAlign w:val="center"/>
          </w:tcPr>
          <w:p w14:paraId="3813350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3E675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B23A64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AF598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F0B229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71BBA3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CD25CE" w14:textId="77777777" w:rsidR="00F81ED9" w:rsidRPr="00F81ED9" w:rsidRDefault="00F81ED9" w:rsidP="00F81ED9">
            <w:pPr>
              <w:pStyle w:val="aa"/>
              <w:jc w:val="left"/>
            </w:pPr>
            <w:r>
              <w:t>30. Ведущий специалист</w:t>
            </w:r>
          </w:p>
        </w:tc>
        <w:tc>
          <w:tcPr>
            <w:tcW w:w="3686" w:type="dxa"/>
            <w:vAlign w:val="center"/>
          </w:tcPr>
          <w:p w14:paraId="033020D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86872C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A082F9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717530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DA22B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9F4D090" w14:textId="77777777" w:rsidTr="008B4051">
        <w:trPr>
          <w:jc w:val="center"/>
        </w:trPr>
        <w:tc>
          <w:tcPr>
            <w:tcW w:w="3049" w:type="dxa"/>
            <w:vAlign w:val="center"/>
          </w:tcPr>
          <w:p w14:paraId="5938462A" w14:textId="77777777" w:rsidR="00F81ED9" w:rsidRPr="00F81ED9" w:rsidRDefault="00F81ED9" w:rsidP="00F81ED9">
            <w:pPr>
              <w:pStyle w:val="aa"/>
              <w:jc w:val="left"/>
            </w:pPr>
            <w:r>
              <w:t>31. Специалист по закупкам</w:t>
            </w:r>
          </w:p>
        </w:tc>
        <w:tc>
          <w:tcPr>
            <w:tcW w:w="3686" w:type="dxa"/>
            <w:vAlign w:val="center"/>
          </w:tcPr>
          <w:p w14:paraId="5EE88CF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A74425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922957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CCF27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7E790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30E5779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F1FCCE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закупок комплектующих для производства холодильников</w:t>
            </w:r>
          </w:p>
        </w:tc>
        <w:tc>
          <w:tcPr>
            <w:tcW w:w="3686" w:type="dxa"/>
            <w:vAlign w:val="center"/>
          </w:tcPr>
          <w:p w14:paraId="717C322A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49D727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73D06C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3A38C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3A098A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DED60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83EBE5D" w14:textId="77777777" w:rsidR="00F81ED9" w:rsidRPr="00F81ED9" w:rsidRDefault="00F81ED9" w:rsidP="00F81ED9">
            <w:pPr>
              <w:pStyle w:val="aa"/>
              <w:jc w:val="left"/>
            </w:pPr>
            <w:r>
              <w:t>32. Начальник сектора</w:t>
            </w:r>
          </w:p>
        </w:tc>
        <w:tc>
          <w:tcPr>
            <w:tcW w:w="3686" w:type="dxa"/>
            <w:vAlign w:val="center"/>
          </w:tcPr>
          <w:p w14:paraId="6A199D9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3BED5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B05628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8A202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A4115C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6F1986E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97A1CA" w14:textId="77777777" w:rsidR="00F81ED9" w:rsidRPr="00F81ED9" w:rsidRDefault="00F81ED9" w:rsidP="00F81ED9">
            <w:pPr>
              <w:pStyle w:val="aa"/>
              <w:jc w:val="left"/>
            </w:pPr>
            <w:r>
              <w:t>33. Ведущий специалист</w:t>
            </w:r>
          </w:p>
        </w:tc>
        <w:tc>
          <w:tcPr>
            <w:tcW w:w="3686" w:type="dxa"/>
            <w:vAlign w:val="center"/>
          </w:tcPr>
          <w:p w14:paraId="2226847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AB4D16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D12B4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476807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2A184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6E46919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71A8DA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поддержки поставщиков</w:t>
            </w:r>
          </w:p>
        </w:tc>
        <w:tc>
          <w:tcPr>
            <w:tcW w:w="3686" w:type="dxa"/>
            <w:vAlign w:val="center"/>
          </w:tcPr>
          <w:p w14:paraId="5C67747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7EB8E5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2C141C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B06424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29210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BF3AFF0" w14:textId="77777777" w:rsidTr="008B4051">
        <w:trPr>
          <w:jc w:val="center"/>
        </w:trPr>
        <w:tc>
          <w:tcPr>
            <w:tcW w:w="3049" w:type="dxa"/>
            <w:vAlign w:val="center"/>
          </w:tcPr>
          <w:p w14:paraId="13A0CB56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стиральные машины</w:t>
            </w:r>
          </w:p>
        </w:tc>
        <w:tc>
          <w:tcPr>
            <w:tcW w:w="3686" w:type="dxa"/>
            <w:vAlign w:val="center"/>
          </w:tcPr>
          <w:p w14:paraId="1AA5614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590F19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49165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EFE76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8DE0B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3E9615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B17F00" w14:textId="77777777" w:rsidR="00F81ED9" w:rsidRPr="00F81ED9" w:rsidRDefault="00F81ED9" w:rsidP="00F81ED9">
            <w:pPr>
              <w:pStyle w:val="aa"/>
              <w:jc w:val="left"/>
            </w:pPr>
            <w:r>
              <w:t>34. Ведущий специалист</w:t>
            </w:r>
          </w:p>
        </w:tc>
        <w:tc>
          <w:tcPr>
            <w:tcW w:w="3686" w:type="dxa"/>
            <w:vAlign w:val="center"/>
          </w:tcPr>
          <w:p w14:paraId="0A6203B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D3609E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D25DA9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040F68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73E810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8675C5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B47C7A8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телевизоров и мониторов</w:t>
            </w:r>
          </w:p>
        </w:tc>
        <w:tc>
          <w:tcPr>
            <w:tcW w:w="3686" w:type="dxa"/>
            <w:vAlign w:val="center"/>
          </w:tcPr>
          <w:p w14:paraId="4BC3405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C8807F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A5AD8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3FFBD8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516026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071FC3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04E92E2" w14:textId="77777777" w:rsidR="00F81ED9" w:rsidRPr="00F81ED9" w:rsidRDefault="00F81ED9" w:rsidP="00F81ED9">
            <w:pPr>
              <w:pStyle w:val="aa"/>
              <w:jc w:val="left"/>
            </w:pPr>
            <w:r>
              <w:t>35. Ведущий специалист</w:t>
            </w:r>
          </w:p>
        </w:tc>
        <w:tc>
          <w:tcPr>
            <w:tcW w:w="3686" w:type="dxa"/>
            <w:vAlign w:val="center"/>
          </w:tcPr>
          <w:p w14:paraId="6165A5B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3925CF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105DDB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17180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01DC6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D3B50A9" w14:textId="77777777" w:rsidTr="008B4051">
        <w:trPr>
          <w:jc w:val="center"/>
        </w:trPr>
        <w:tc>
          <w:tcPr>
            <w:tcW w:w="3049" w:type="dxa"/>
            <w:vAlign w:val="center"/>
          </w:tcPr>
          <w:p w14:paraId="4FE4BF4A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и обслуживания технологической оснастки</w:t>
            </w:r>
          </w:p>
        </w:tc>
        <w:tc>
          <w:tcPr>
            <w:tcW w:w="3686" w:type="dxa"/>
            <w:vAlign w:val="center"/>
          </w:tcPr>
          <w:p w14:paraId="158B4B68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BD8A03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087F4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AB29FB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1A5B5C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C823A2E" w14:textId="77777777" w:rsidTr="008B4051">
        <w:trPr>
          <w:jc w:val="center"/>
        </w:trPr>
        <w:tc>
          <w:tcPr>
            <w:tcW w:w="3049" w:type="dxa"/>
            <w:vAlign w:val="center"/>
          </w:tcPr>
          <w:p w14:paraId="0792342C" w14:textId="77777777" w:rsidR="00F81ED9" w:rsidRPr="00F81ED9" w:rsidRDefault="00F81ED9" w:rsidP="00F81ED9">
            <w:pPr>
              <w:pStyle w:val="aa"/>
              <w:jc w:val="left"/>
            </w:pPr>
            <w:r>
              <w:t>36. Начальник сектора</w:t>
            </w:r>
          </w:p>
        </w:tc>
        <w:tc>
          <w:tcPr>
            <w:tcW w:w="3686" w:type="dxa"/>
            <w:vAlign w:val="center"/>
          </w:tcPr>
          <w:p w14:paraId="0EE8281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B57E03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541653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8D5A51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2BF5D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AF1127F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FEB5BA" w14:textId="77777777" w:rsidR="00F81ED9" w:rsidRPr="00F81ED9" w:rsidRDefault="00F81ED9" w:rsidP="00F81ED9">
            <w:pPr>
              <w:pStyle w:val="aa"/>
              <w:jc w:val="left"/>
            </w:pPr>
            <w:r>
              <w:t>37. Ведущий инженер</w:t>
            </w:r>
          </w:p>
        </w:tc>
        <w:tc>
          <w:tcPr>
            <w:tcW w:w="3686" w:type="dxa"/>
            <w:vAlign w:val="center"/>
          </w:tcPr>
          <w:p w14:paraId="288E713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B994FB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3944DC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781ED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44C2C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B71D258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5F99E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для KISE</w:t>
            </w:r>
          </w:p>
        </w:tc>
        <w:tc>
          <w:tcPr>
            <w:tcW w:w="3686" w:type="dxa"/>
            <w:vAlign w:val="center"/>
          </w:tcPr>
          <w:p w14:paraId="27A03838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899752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22FB3C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B10C0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CC8B91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FC24DDB" w14:textId="77777777" w:rsidTr="008B4051">
        <w:trPr>
          <w:jc w:val="center"/>
        </w:trPr>
        <w:tc>
          <w:tcPr>
            <w:tcW w:w="3049" w:type="dxa"/>
            <w:vAlign w:val="center"/>
          </w:tcPr>
          <w:p w14:paraId="289F40C7" w14:textId="77777777" w:rsidR="00F81ED9" w:rsidRPr="00F81ED9" w:rsidRDefault="00F81ED9" w:rsidP="00F81ED9">
            <w:pPr>
              <w:pStyle w:val="aa"/>
              <w:jc w:val="left"/>
            </w:pPr>
            <w:r>
              <w:t>38. Инженер</w:t>
            </w:r>
          </w:p>
        </w:tc>
        <w:tc>
          <w:tcPr>
            <w:tcW w:w="3686" w:type="dxa"/>
            <w:vAlign w:val="center"/>
          </w:tcPr>
          <w:p w14:paraId="0084DEB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611D2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A9032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EA5F7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C5D3B8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6487D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C317A2D" w14:textId="77777777" w:rsidR="00F81ED9" w:rsidRPr="00F81ED9" w:rsidRDefault="00F81ED9" w:rsidP="00F81ED9">
            <w:pPr>
              <w:pStyle w:val="aa"/>
              <w:jc w:val="left"/>
            </w:pPr>
            <w:r>
              <w:t>39. Инженер</w:t>
            </w:r>
          </w:p>
        </w:tc>
        <w:tc>
          <w:tcPr>
            <w:tcW w:w="3686" w:type="dxa"/>
            <w:vAlign w:val="center"/>
          </w:tcPr>
          <w:p w14:paraId="0128E79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949D99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12C975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B68B0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0105C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5D51436" w14:textId="77777777" w:rsidTr="008B4051">
        <w:trPr>
          <w:jc w:val="center"/>
        </w:trPr>
        <w:tc>
          <w:tcPr>
            <w:tcW w:w="3049" w:type="dxa"/>
            <w:vAlign w:val="center"/>
          </w:tcPr>
          <w:p w14:paraId="15FF18BB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технических закупок</w:t>
            </w:r>
          </w:p>
        </w:tc>
        <w:tc>
          <w:tcPr>
            <w:tcW w:w="3686" w:type="dxa"/>
            <w:vAlign w:val="center"/>
          </w:tcPr>
          <w:p w14:paraId="766488A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9DAB2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607576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2B1998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25AF0C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213B37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753275" w14:textId="77777777" w:rsidR="00F81ED9" w:rsidRPr="00F81ED9" w:rsidRDefault="00F81ED9" w:rsidP="00F81ED9">
            <w:pPr>
              <w:pStyle w:val="aa"/>
              <w:jc w:val="left"/>
            </w:pPr>
            <w:r>
              <w:t>40. Начальник сектора</w:t>
            </w:r>
          </w:p>
        </w:tc>
        <w:tc>
          <w:tcPr>
            <w:tcW w:w="3686" w:type="dxa"/>
            <w:vAlign w:val="center"/>
          </w:tcPr>
          <w:p w14:paraId="7D1DA05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49D5B4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3C2E69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715132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8DD43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867805B" w14:textId="77777777" w:rsidTr="008B4051">
        <w:trPr>
          <w:jc w:val="center"/>
        </w:trPr>
        <w:tc>
          <w:tcPr>
            <w:tcW w:w="3049" w:type="dxa"/>
            <w:vAlign w:val="center"/>
          </w:tcPr>
          <w:p w14:paraId="68D91347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инженерного обеспечения</w:t>
            </w:r>
          </w:p>
        </w:tc>
        <w:tc>
          <w:tcPr>
            <w:tcW w:w="3686" w:type="dxa"/>
            <w:vAlign w:val="center"/>
          </w:tcPr>
          <w:p w14:paraId="6AC5815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5FF5A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052964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5BA04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521452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347BB4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5B3CE9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инженерного обеспечения</w:t>
            </w:r>
          </w:p>
        </w:tc>
        <w:tc>
          <w:tcPr>
            <w:tcW w:w="3686" w:type="dxa"/>
            <w:vAlign w:val="center"/>
          </w:tcPr>
          <w:p w14:paraId="5E09652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97A4B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39D3E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7E666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2C79C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EA4D4EF" w14:textId="77777777" w:rsidTr="008B4051">
        <w:trPr>
          <w:jc w:val="center"/>
        </w:trPr>
        <w:tc>
          <w:tcPr>
            <w:tcW w:w="3049" w:type="dxa"/>
            <w:vAlign w:val="center"/>
          </w:tcPr>
          <w:p w14:paraId="71E773CB" w14:textId="77777777" w:rsidR="00F81ED9" w:rsidRPr="00F81ED9" w:rsidRDefault="00F81ED9" w:rsidP="00F81ED9">
            <w:pPr>
              <w:pStyle w:val="aa"/>
              <w:jc w:val="left"/>
            </w:pPr>
            <w:r>
              <w:t>41. Ведущий экономист</w:t>
            </w:r>
          </w:p>
        </w:tc>
        <w:tc>
          <w:tcPr>
            <w:tcW w:w="3686" w:type="dxa"/>
            <w:vAlign w:val="center"/>
          </w:tcPr>
          <w:p w14:paraId="5752220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EFDA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91F1A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9F140F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755B8F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895A953" w14:textId="77777777" w:rsidTr="008B4051">
        <w:trPr>
          <w:jc w:val="center"/>
        </w:trPr>
        <w:tc>
          <w:tcPr>
            <w:tcW w:w="3049" w:type="dxa"/>
            <w:vAlign w:val="center"/>
          </w:tcPr>
          <w:p w14:paraId="4489B76E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инженерного обеспечения производства стиральных машин</w:t>
            </w:r>
          </w:p>
        </w:tc>
        <w:tc>
          <w:tcPr>
            <w:tcW w:w="3686" w:type="dxa"/>
            <w:vAlign w:val="center"/>
          </w:tcPr>
          <w:p w14:paraId="724ED24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4E6978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D511CC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CA7B6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1ECE83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4D47D3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08DAE17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техобслуживания и ремонта стиральных машин</w:t>
            </w:r>
          </w:p>
        </w:tc>
        <w:tc>
          <w:tcPr>
            <w:tcW w:w="3686" w:type="dxa"/>
            <w:vAlign w:val="center"/>
          </w:tcPr>
          <w:p w14:paraId="365C998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979819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56E542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49E45A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E25B4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3288E8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D3CF2B" w14:textId="77777777" w:rsidR="00F81ED9" w:rsidRPr="00F81ED9" w:rsidRDefault="00F81ED9" w:rsidP="00F81ED9">
            <w:pPr>
              <w:pStyle w:val="aa"/>
              <w:jc w:val="left"/>
            </w:pPr>
            <w:r>
              <w:t>42. Начальник участка</w:t>
            </w:r>
          </w:p>
        </w:tc>
        <w:tc>
          <w:tcPr>
            <w:tcW w:w="3686" w:type="dxa"/>
            <w:vAlign w:val="center"/>
          </w:tcPr>
          <w:p w14:paraId="26BF5C9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65000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642FEF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33B484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44FC44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F53799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5F0FBF4" w14:textId="77777777" w:rsidR="00F81ED9" w:rsidRPr="00F81ED9" w:rsidRDefault="00F81ED9" w:rsidP="00F81ED9">
            <w:pPr>
              <w:pStyle w:val="aa"/>
              <w:jc w:val="left"/>
            </w:pPr>
            <w:r>
              <w:t>43.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38FEA5E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C2FFFF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87B672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31BE8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C6810A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2F07938" w14:textId="77777777" w:rsidTr="008B4051">
        <w:trPr>
          <w:jc w:val="center"/>
        </w:trPr>
        <w:tc>
          <w:tcPr>
            <w:tcW w:w="3049" w:type="dxa"/>
            <w:vAlign w:val="center"/>
          </w:tcPr>
          <w:p w14:paraId="606C3BB1" w14:textId="77777777" w:rsidR="00F81ED9" w:rsidRPr="00F81ED9" w:rsidRDefault="00F81ED9" w:rsidP="00F81ED9">
            <w:pPr>
              <w:pStyle w:val="aa"/>
              <w:jc w:val="left"/>
            </w:pPr>
            <w:r>
              <w:t>44.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333AEB1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659998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6630D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104431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8E737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3B6301C" w14:textId="77777777" w:rsidTr="008B4051">
        <w:trPr>
          <w:jc w:val="center"/>
        </w:trPr>
        <w:tc>
          <w:tcPr>
            <w:tcW w:w="3049" w:type="dxa"/>
            <w:vAlign w:val="center"/>
          </w:tcPr>
          <w:p w14:paraId="1E672848" w14:textId="77777777" w:rsidR="00F81ED9" w:rsidRPr="00F81ED9" w:rsidRDefault="00F81ED9" w:rsidP="00F81ED9">
            <w:pPr>
              <w:pStyle w:val="aa"/>
              <w:jc w:val="left"/>
            </w:pPr>
            <w:r>
              <w:t>45. Механик</w:t>
            </w:r>
          </w:p>
        </w:tc>
        <w:tc>
          <w:tcPr>
            <w:tcW w:w="3686" w:type="dxa"/>
            <w:vAlign w:val="center"/>
          </w:tcPr>
          <w:p w14:paraId="7681268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3AFD0C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AE8292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77F50A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45D2D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AD9813A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60903E" w14:textId="77777777" w:rsidR="00F81ED9" w:rsidRPr="00F81ED9" w:rsidRDefault="00F81ED9" w:rsidP="00F81ED9">
            <w:pPr>
              <w:pStyle w:val="aa"/>
              <w:jc w:val="left"/>
            </w:pPr>
            <w:r>
              <w:t>46. Механик</w:t>
            </w:r>
          </w:p>
        </w:tc>
        <w:tc>
          <w:tcPr>
            <w:tcW w:w="3686" w:type="dxa"/>
            <w:vAlign w:val="center"/>
          </w:tcPr>
          <w:p w14:paraId="268A6DE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7A7B0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72E004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CE37F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465FE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FE1FC0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3F47EB" w14:textId="77777777" w:rsidR="00F81ED9" w:rsidRPr="00F81ED9" w:rsidRDefault="00F81ED9" w:rsidP="00F81ED9">
            <w:pPr>
              <w:pStyle w:val="aa"/>
              <w:jc w:val="left"/>
            </w:pPr>
            <w:r>
              <w:t>47. Механик</w:t>
            </w:r>
          </w:p>
        </w:tc>
        <w:tc>
          <w:tcPr>
            <w:tcW w:w="3686" w:type="dxa"/>
            <w:vAlign w:val="center"/>
          </w:tcPr>
          <w:p w14:paraId="07B6BE8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8B888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A59849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3FA85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2AAAA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3EE537D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8F2C82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инженерного обеспечения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0EAB2A08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7782E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8923F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D8EDF4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D19055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E98EDA1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05B26E" w14:textId="77777777" w:rsidR="00F81ED9" w:rsidRPr="00F81ED9" w:rsidRDefault="00F81ED9" w:rsidP="00F81ED9">
            <w:pPr>
              <w:pStyle w:val="aa"/>
              <w:jc w:val="left"/>
            </w:pPr>
            <w:r>
              <w:t>48. Начальник сектора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6A9B25D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D086B8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711BE2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B8F37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624FB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FAC14F2" w14:textId="77777777" w:rsidTr="008B4051">
        <w:trPr>
          <w:jc w:val="center"/>
        </w:trPr>
        <w:tc>
          <w:tcPr>
            <w:tcW w:w="3049" w:type="dxa"/>
            <w:vAlign w:val="center"/>
          </w:tcPr>
          <w:p w14:paraId="4BE124A3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техобслуживания и ремонта телевизоров и мониторов</w:t>
            </w:r>
          </w:p>
        </w:tc>
        <w:tc>
          <w:tcPr>
            <w:tcW w:w="3686" w:type="dxa"/>
            <w:vAlign w:val="center"/>
          </w:tcPr>
          <w:p w14:paraId="17475177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60D0A5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D516ED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816D8E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F8C97E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AA5638B" w14:textId="77777777" w:rsidTr="008B4051">
        <w:trPr>
          <w:jc w:val="center"/>
        </w:trPr>
        <w:tc>
          <w:tcPr>
            <w:tcW w:w="3049" w:type="dxa"/>
            <w:vAlign w:val="center"/>
          </w:tcPr>
          <w:p w14:paraId="57AC38D7" w14:textId="77777777" w:rsidR="00F81ED9" w:rsidRPr="00F81ED9" w:rsidRDefault="00F81ED9" w:rsidP="00F81ED9">
            <w:pPr>
              <w:pStyle w:val="aa"/>
              <w:jc w:val="left"/>
            </w:pPr>
            <w:r>
              <w:t>49. Начальник участка</w:t>
            </w:r>
          </w:p>
        </w:tc>
        <w:tc>
          <w:tcPr>
            <w:tcW w:w="3686" w:type="dxa"/>
            <w:vAlign w:val="center"/>
          </w:tcPr>
          <w:p w14:paraId="050D816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229F21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E39DDA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CF96CF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7D53D8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B2ACC99" w14:textId="77777777" w:rsidTr="008B4051">
        <w:trPr>
          <w:jc w:val="center"/>
        </w:trPr>
        <w:tc>
          <w:tcPr>
            <w:tcW w:w="3049" w:type="dxa"/>
            <w:vAlign w:val="center"/>
          </w:tcPr>
          <w:p w14:paraId="75E891A0" w14:textId="77777777" w:rsidR="00F81ED9" w:rsidRPr="00F81ED9" w:rsidRDefault="00F81ED9" w:rsidP="00F81ED9">
            <w:pPr>
              <w:pStyle w:val="aa"/>
              <w:jc w:val="left"/>
            </w:pPr>
            <w:r>
              <w:t>50. Радиомеханик по ремонту радиоэлектронного оборудования</w:t>
            </w:r>
          </w:p>
        </w:tc>
        <w:tc>
          <w:tcPr>
            <w:tcW w:w="3686" w:type="dxa"/>
            <w:vAlign w:val="center"/>
          </w:tcPr>
          <w:p w14:paraId="7627A7E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A6212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F6220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294EBA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202B5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FA9F12D" w14:textId="77777777" w:rsidTr="008B4051">
        <w:trPr>
          <w:jc w:val="center"/>
        </w:trPr>
        <w:tc>
          <w:tcPr>
            <w:tcW w:w="3049" w:type="dxa"/>
            <w:vAlign w:val="center"/>
          </w:tcPr>
          <w:p w14:paraId="73F7D1F6" w14:textId="77777777" w:rsidR="00F81ED9" w:rsidRPr="00F81ED9" w:rsidRDefault="00F81ED9" w:rsidP="00F81ED9">
            <w:pPr>
              <w:pStyle w:val="aa"/>
              <w:jc w:val="left"/>
            </w:pPr>
            <w:r>
              <w:t>51. Радиомеханик по ремонту радиоэлектронного оборудования</w:t>
            </w:r>
          </w:p>
        </w:tc>
        <w:tc>
          <w:tcPr>
            <w:tcW w:w="3686" w:type="dxa"/>
            <w:vAlign w:val="center"/>
          </w:tcPr>
          <w:p w14:paraId="053EB60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1DA783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42ED5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97D2C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27E3AF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2D6D0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5960916" w14:textId="77777777" w:rsidR="00F81ED9" w:rsidRPr="00F81ED9" w:rsidRDefault="00F81ED9" w:rsidP="00F81ED9">
            <w:pPr>
              <w:pStyle w:val="aa"/>
              <w:jc w:val="left"/>
            </w:pPr>
            <w:r>
              <w:t>52.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77E7849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7D7129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0EFF9A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1493F4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20C744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170594A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094ACB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53. Механик</w:t>
            </w:r>
          </w:p>
        </w:tc>
        <w:tc>
          <w:tcPr>
            <w:tcW w:w="3686" w:type="dxa"/>
            <w:vAlign w:val="center"/>
          </w:tcPr>
          <w:p w14:paraId="7D86F92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E10475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18DEB9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93B38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95C352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6B1A79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1E14DE" w14:textId="77777777" w:rsidR="00F81ED9" w:rsidRPr="00F81ED9" w:rsidRDefault="00F81ED9" w:rsidP="00F81ED9">
            <w:pPr>
              <w:pStyle w:val="aa"/>
              <w:jc w:val="left"/>
            </w:pPr>
            <w:r>
              <w:t>54. Механик</w:t>
            </w:r>
          </w:p>
        </w:tc>
        <w:tc>
          <w:tcPr>
            <w:tcW w:w="3686" w:type="dxa"/>
            <w:vAlign w:val="center"/>
          </w:tcPr>
          <w:p w14:paraId="7313703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BC43AE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213A85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2F2E2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80AB91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3AD1F15" w14:textId="77777777" w:rsidTr="008B4051">
        <w:trPr>
          <w:jc w:val="center"/>
        </w:trPr>
        <w:tc>
          <w:tcPr>
            <w:tcW w:w="3049" w:type="dxa"/>
            <w:vAlign w:val="center"/>
          </w:tcPr>
          <w:p w14:paraId="3DE33E24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инженерного обеспечения BMS Line PE</w:t>
            </w:r>
          </w:p>
        </w:tc>
        <w:tc>
          <w:tcPr>
            <w:tcW w:w="3686" w:type="dxa"/>
            <w:vAlign w:val="center"/>
          </w:tcPr>
          <w:p w14:paraId="51D3CF08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5BA4B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6F27FA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016F79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24325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5D250E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38E47CA" w14:textId="77777777" w:rsidR="00F81ED9" w:rsidRPr="00F81ED9" w:rsidRDefault="00F81ED9" w:rsidP="00F81ED9">
            <w:pPr>
              <w:pStyle w:val="aa"/>
              <w:jc w:val="left"/>
            </w:pPr>
            <w:r>
              <w:t>55. Механик</w:t>
            </w:r>
          </w:p>
        </w:tc>
        <w:tc>
          <w:tcPr>
            <w:tcW w:w="3686" w:type="dxa"/>
            <w:vAlign w:val="center"/>
          </w:tcPr>
          <w:p w14:paraId="7464DE1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CA8B35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EF4865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5D295D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CC2C7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7592963" w14:textId="77777777" w:rsidTr="008B4051">
        <w:trPr>
          <w:jc w:val="center"/>
        </w:trPr>
        <w:tc>
          <w:tcPr>
            <w:tcW w:w="3049" w:type="dxa"/>
            <w:vAlign w:val="center"/>
          </w:tcPr>
          <w:p w14:paraId="40779ECA" w14:textId="77777777" w:rsidR="00F81ED9" w:rsidRPr="00F81ED9" w:rsidRDefault="00F81ED9" w:rsidP="00F81ED9">
            <w:pPr>
              <w:pStyle w:val="aa"/>
              <w:jc w:val="left"/>
            </w:pPr>
            <w:r>
              <w:t>56.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48138D8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129BF0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9225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B5243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E3B633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FDA5864" w14:textId="77777777" w:rsidTr="008B4051">
        <w:trPr>
          <w:jc w:val="center"/>
        </w:trPr>
        <w:tc>
          <w:tcPr>
            <w:tcW w:w="3049" w:type="dxa"/>
            <w:vAlign w:val="center"/>
          </w:tcPr>
          <w:p w14:paraId="1295ABF6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инженерного обеспечения производства холодильников</w:t>
            </w:r>
          </w:p>
        </w:tc>
        <w:tc>
          <w:tcPr>
            <w:tcW w:w="3686" w:type="dxa"/>
            <w:vAlign w:val="center"/>
          </w:tcPr>
          <w:p w14:paraId="12F2AC8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2D248D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840E24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C35A1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090D8C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DCF8FD7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7DA9FA" w14:textId="77777777" w:rsidR="00F81ED9" w:rsidRPr="00F81ED9" w:rsidRDefault="00F81ED9" w:rsidP="00F81ED9">
            <w:pPr>
              <w:pStyle w:val="aa"/>
              <w:jc w:val="left"/>
            </w:pPr>
            <w:r>
              <w:t>57. Ведущий инженер</w:t>
            </w:r>
          </w:p>
        </w:tc>
        <w:tc>
          <w:tcPr>
            <w:tcW w:w="3686" w:type="dxa"/>
            <w:vAlign w:val="center"/>
          </w:tcPr>
          <w:p w14:paraId="5DEEB7C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A0C627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82988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C66959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6852B0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F1B92B9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CE1A3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техобслуживания и ремонта холодильников</w:t>
            </w:r>
          </w:p>
        </w:tc>
        <w:tc>
          <w:tcPr>
            <w:tcW w:w="3686" w:type="dxa"/>
            <w:vAlign w:val="center"/>
          </w:tcPr>
          <w:p w14:paraId="53D0E4EE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FEB71B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675C7C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F7EF3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44751D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7551EC4" w14:textId="77777777" w:rsidTr="008B4051">
        <w:trPr>
          <w:jc w:val="center"/>
        </w:trPr>
        <w:tc>
          <w:tcPr>
            <w:tcW w:w="3049" w:type="dxa"/>
            <w:vAlign w:val="center"/>
          </w:tcPr>
          <w:p w14:paraId="5FD8B971" w14:textId="77777777" w:rsidR="00F81ED9" w:rsidRPr="00F81ED9" w:rsidRDefault="00F81ED9" w:rsidP="00F81ED9">
            <w:pPr>
              <w:pStyle w:val="aa"/>
              <w:jc w:val="left"/>
            </w:pPr>
            <w:r>
              <w:t>58. Начальник участка</w:t>
            </w:r>
          </w:p>
        </w:tc>
        <w:tc>
          <w:tcPr>
            <w:tcW w:w="3686" w:type="dxa"/>
            <w:vAlign w:val="center"/>
          </w:tcPr>
          <w:p w14:paraId="184F162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D123B9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F853D7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93D2C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308E56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E50129D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8A458F" w14:textId="77777777" w:rsidR="00F81ED9" w:rsidRPr="00F81ED9" w:rsidRDefault="00F81ED9" w:rsidP="00F81ED9">
            <w:pPr>
              <w:pStyle w:val="aa"/>
              <w:jc w:val="left"/>
            </w:pPr>
            <w:r>
              <w:t>59. Механик</w:t>
            </w:r>
          </w:p>
        </w:tc>
        <w:tc>
          <w:tcPr>
            <w:tcW w:w="3686" w:type="dxa"/>
            <w:vAlign w:val="center"/>
          </w:tcPr>
          <w:p w14:paraId="2E9B384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3CA87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BB0E0E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B1CF8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F73F37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D2989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60E710F0" w14:textId="77777777" w:rsidR="00F81ED9" w:rsidRPr="00F81ED9" w:rsidRDefault="00F81ED9" w:rsidP="00F81ED9">
            <w:pPr>
              <w:pStyle w:val="aa"/>
              <w:jc w:val="left"/>
            </w:pPr>
            <w:r>
              <w:t>60. Механик</w:t>
            </w:r>
          </w:p>
        </w:tc>
        <w:tc>
          <w:tcPr>
            <w:tcW w:w="3686" w:type="dxa"/>
            <w:vAlign w:val="center"/>
          </w:tcPr>
          <w:p w14:paraId="1B81A36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767571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28462D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D1DF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D6D823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09F6748" w14:textId="77777777" w:rsidTr="008B4051">
        <w:trPr>
          <w:jc w:val="center"/>
        </w:trPr>
        <w:tc>
          <w:tcPr>
            <w:tcW w:w="3049" w:type="dxa"/>
            <w:vAlign w:val="center"/>
          </w:tcPr>
          <w:p w14:paraId="4D8C76DF" w14:textId="77777777" w:rsidR="00F81ED9" w:rsidRPr="00F81ED9" w:rsidRDefault="00F81ED9" w:rsidP="00F81ED9">
            <w:pPr>
              <w:pStyle w:val="aa"/>
              <w:jc w:val="left"/>
            </w:pPr>
            <w:r>
              <w:t>61. Механик</w:t>
            </w:r>
          </w:p>
        </w:tc>
        <w:tc>
          <w:tcPr>
            <w:tcW w:w="3686" w:type="dxa"/>
            <w:vAlign w:val="center"/>
          </w:tcPr>
          <w:p w14:paraId="20B9298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A7AAB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F0CAC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43B1C0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AB0184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2A022D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E49FDAF" w14:textId="77777777" w:rsidR="00F81ED9" w:rsidRPr="00F81ED9" w:rsidRDefault="00F81ED9" w:rsidP="00F81ED9">
            <w:pPr>
              <w:pStyle w:val="aa"/>
              <w:jc w:val="left"/>
            </w:pPr>
            <w:r>
              <w:t>62. Механик</w:t>
            </w:r>
          </w:p>
        </w:tc>
        <w:tc>
          <w:tcPr>
            <w:tcW w:w="3686" w:type="dxa"/>
            <w:vAlign w:val="center"/>
          </w:tcPr>
          <w:p w14:paraId="27961C2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4C4096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FAA3F9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157398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A470BE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F3FFF99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655312" w14:textId="77777777" w:rsidR="00F81ED9" w:rsidRPr="00F81ED9" w:rsidRDefault="00F81ED9" w:rsidP="00F81ED9">
            <w:pPr>
              <w:pStyle w:val="aa"/>
              <w:jc w:val="left"/>
            </w:pPr>
            <w:r>
              <w:t>63. Механик</w:t>
            </w:r>
          </w:p>
        </w:tc>
        <w:tc>
          <w:tcPr>
            <w:tcW w:w="3686" w:type="dxa"/>
            <w:vAlign w:val="center"/>
          </w:tcPr>
          <w:p w14:paraId="5E309F8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A64A4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1FB64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4387EC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663D71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C030329" w14:textId="77777777" w:rsidTr="008B4051">
        <w:trPr>
          <w:jc w:val="center"/>
        </w:trPr>
        <w:tc>
          <w:tcPr>
            <w:tcW w:w="3049" w:type="dxa"/>
            <w:vAlign w:val="center"/>
          </w:tcPr>
          <w:p w14:paraId="053D73DE" w14:textId="77777777" w:rsidR="00F81ED9" w:rsidRPr="00F81ED9" w:rsidRDefault="00F81ED9" w:rsidP="00F81ED9">
            <w:pPr>
              <w:pStyle w:val="aa"/>
              <w:jc w:val="left"/>
            </w:pPr>
            <w:r>
              <w:t>64. Механик</w:t>
            </w:r>
          </w:p>
        </w:tc>
        <w:tc>
          <w:tcPr>
            <w:tcW w:w="3686" w:type="dxa"/>
            <w:vAlign w:val="center"/>
          </w:tcPr>
          <w:p w14:paraId="2192B2B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3DDD5C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05E932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3FF59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BC909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CBCEDC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A9D18BB" w14:textId="77777777" w:rsidR="00F81ED9" w:rsidRPr="00F81ED9" w:rsidRDefault="00F81ED9" w:rsidP="00F81ED9">
            <w:pPr>
              <w:pStyle w:val="aa"/>
              <w:jc w:val="left"/>
            </w:pPr>
            <w:r>
              <w:t>65. Механик</w:t>
            </w:r>
          </w:p>
        </w:tc>
        <w:tc>
          <w:tcPr>
            <w:tcW w:w="3686" w:type="dxa"/>
            <w:vAlign w:val="center"/>
          </w:tcPr>
          <w:p w14:paraId="67CA99C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27AF51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21A106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F357F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81984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18FDF7F" w14:textId="77777777" w:rsidTr="008B4051">
        <w:trPr>
          <w:jc w:val="center"/>
        </w:trPr>
        <w:tc>
          <w:tcPr>
            <w:tcW w:w="3049" w:type="dxa"/>
            <w:vAlign w:val="center"/>
          </w:tcPr>
          <w:p w14:paraId="06FAFED5" w14:textId="77777777" w:rsidR="00F81ED9" w:rsidRPr="00F81ED9" w:rsidRDefault="00F81ED9" w:rsidP="00F81ED9">
            <w:pPr>
              <w:pStyle w:val="aa"/>
              <w:jc w:val="left"/>
            </w:pPr>
            <w:r>
              <w:t>66.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660ED77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26BEE6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1A4E16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67B79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FAAB7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271E7B9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7DF5FD" w14:textId="77777777" w:rsidR="00F81ED9" w:rsidRPr="00F81ED9" w:rsidRDefault="00F81ED9" w:rsidP="00F81ED9">
            <w:pPr>
              <w:pStyle w:val="aa"/>
              <w:jc w:val="left"/>
            </w:pPr>
            <w:r>
              <w:t>67.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56529F2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AAFCC5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53F228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21BCD8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FA9DC3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384DD5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D37176" w14:textId="77777777" w:rsidR="00F81ED9" w:rsidRPr="00F81ED9" w:rsidRDefault="00F81ED9" w:rsidP="00F81ED9">
            <w:pPr>
              <w:pStyle w:val="aa"/>
              <w:jc w:val="left"/>
            </w:pPr>
            <w:r>
              <w:t>68.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68B479C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EAFE2A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C976FC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A7B48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4C48DE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ECD7492" w14:textId="77777777" w:rsidTr="008B4051">
        <w:trPr>
          <w:jc w:val="center"/>
        </w:trPr>
        <w:tc>
          <w:tcPr>
            <w:tcW w:w="3049" w:type="dxa"/>
            <w:vAlign w:val="center"/>
          </w:tcPr>
          <w:p w14:paraId="3B2C2733" w14:textId="77777777" w:rsidR="00F81ED9" w:rsidRPr="00F81ED9" w:rsidRDefault="00F81ED9" w:rsidP="00F81ED9">
            <w:pPr>
              <w:pStyle w:val="aa"/>
              <w:jc w:val="left"/>
            </w:pPr>
            <w:r>
              <w:t>69.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27E8AC2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420A80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3DB3BA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8B91F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16A871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33748F5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FDB837" w14:textId="77777777" w:rsidR="00F81ED9" w:rsidRPr="00F81ED9" w:rsidRDefault="00F81ED9" w:rsidP="00F81ED9">
            <w:pPr>
              <w:pStyle w:val="aa"/>
              <w:jc w:val="left"/>
            </w:pPr>
            <w:r>
              <w:t>70. Старший лаборант химического анализа</w:t>
            </w:r>
          </w:p>
        </w:tc>
        <w:tc>
          <w:tcPr>
            <w:tcW w:w="3686" w:type="dxa"/>
            <w:vAlign w:val="center"/>
          </w:tcPr>
          <w:p w14:paraId="0290F22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DA638F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CE3B55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6B1C7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D5223E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BB04BF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F686CA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71. Лаборант химического анализа</w:t>
            </w:r>
          </w:p>
        </w:tc>
        <w:tc>
          <w:tcPr>
            <w:tcW w:w="3686" w:type="dxa"/>
            <w:vAlign w:val="center"/>
          </w:tcPr>
          <w:p w14:paraId="5E9DDE8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96EEE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FC3A88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0258AE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B4D9DE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43642E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55F057E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инженерной поддержки производства</w:t>
            </w:r>
          </w:p>
        </w:tc>
        <w:tc>
          <w:tcPr>
            <w:tcW w:w="3686" w:type="dxa"/>
            <w:vAlign w:val="center"/>
          </w:tcPr>
          <w:p w14:paraId="3962868B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3D05F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BE05C0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936423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19820F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5CBFD7" w14:textId="77777777" w:rsidTr="008B4051">
        <w:trPr>
          <w:jc w:val="center"/>
        </w:trPr>
        <w:tc>
          <w:tcPr>
            <w:tcW w:w="3049" w:type="dxa"/>
            <w:vAlign w:val="center"/>
          </w:tcPr>
          <w:p w14:paraId="10B28712" w14:textId="77777777" w:rsidR="00F81ED9" w:rsidRPr="00F81ED9" w:rsidRDefault="00F81ED9" w:rsidP="00F81ED9">
            <w:pPr>
              <w:pStyle w:val="aa"/>
              <w:jc w:val="left"/>
            </w:pPr>
            <w:r>
              <w:t>72. Кладовщик</w:t>
            </w:r>
          </w:p>
        </w:tc>
        <w:tc>
          <w:tcPr>
            <w:tcW w:w="3686" w:type="dxa"/>
            <w:vAlign w:val="center"/>
          </w:tcPr>
          <w:p w14:paraId="2BF4728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BD9F58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3AD82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280D4B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36E025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8C72566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3854BA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поддержки массового производства</w:t>
            </w:r>
          </w:p>
        </w:tc>
        <w:tc>
          <w:tcPr>
            <w:tcW w:w="3686" w:type="dxa"/>
            <w:vAlign w:val="center"/>
          </w:tcPr>
          <w:p w14:paraId="6717313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FC72BE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6EBDD2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18F65B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53F4F0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ADB5B8F" w14:textId="77777777" w:rsidTr="008B4051">
        <w:trPr>
          <w:jc w:val="center"/>
        </w:trPr>
        <w:tc>
          <w:tcPr>
            <w:tcW w:w="3049" w:type="dxa"/>
            <w:vAlign w:val="center"/>
          </w:tcPr>
          <w:p w14:paraId="5AF25E78" w14:textId="77777777" w:rsidR="00F81ED9" w:rsidRPr="00F81ED9" w:rsidRDefault="00F81ED9" w:rsidP="00F81ED9">
            <w:pPr>
              <w:pStyle w:val="aa"/>
              <w:jc w:val="left"/>
            </w:pPr>
            <w:r>
              <w:t>73. Техник по автоматизации производственных процессов</w:t>
            </w:r>
          </w:p>
        </w:tc>
        <w:tc>
          <w:tcPr>
            <w:tcW w:w="3686" w:type="dxa"/>
            <w:vAlign w:val="center"/>
          </w:tcPr>
          <w:p w14:paraId="1F1F061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38D0A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2A8A6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B08598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60B3B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B6C2A8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543BE4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материального обеспечения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068A637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61754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81A44C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CC6A2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10D29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380A38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FA82295" w14:textId="77777777" w:rsidR="00F81ED9" w:rsidRPr="00F81ED9" w:rsidRDefault="00F81ED9" w:rsidP="00F81ED9">
            <w:pPr>
              <w:pStyle w:val="aa"/>
              <w:jc w:val="left"/>
            </w:pPr>
            <w:r>
              <w:t>74. Начальник отдела</w:t>
            </w:r>
          </w:p>
        </w:tc>
        <w:tc>
          <w:tcPr>
            <w:tcW w:w="3686" w:type="dxa"/>
            <w:vAlign w:val="center"/>
          </w:tcPr>
          <w:p w14:paraId="0043880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9C6E6A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E8AD07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E6D02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6F3D6B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BBE1D7C" w14:textId="77777777" w:rsidTr="008B4051">
        <w:trPr>
          <w:jc w:val="center"/>
        </w:trPr>
        <w:tc>
          <w:tcPr>
            <w:tcW w:w="3049" w:type="dxa"/>
            <w:vAlign w:val="center"/>
          </w:tcPr>
          <w:p w14:paraId="490DB68D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закупок импортных комплектующих для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2E21108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5839B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4E6E2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9B81C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0CF4CB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1948F24" w14:textId="77777777" w:rsidTr="008B4051">
        <w:trPr>
          <w:jc w:val="center"/>
        </w:trPr>
        <w:tc>
          <w:tcPr>
            <w:tcW w:w="3049" w:type="dxa"/>
            <w:vAlign w:val="center"/>
          </w:tcPr>
          <w:p w14:paraId="077DE934" w14:textId="77777777" w:rsidR="00F81ED9" w:rsidRPr="00F81ED9" w:rsidRDefault="00F81ED9" w:rsidP="00F81ED9">
            <w:pPr>
              <w:pStyle w:val="aa"/>
              <w:jc w:val="left"/>
            </w:pPr>
            <w:r>
              <w:t>75. Начальник сектора</w:t>
            </w:r>
          </w:p>
        </w:tc>
        <w:tc>
          <w:tcPr>
            <w:tcW w:w="3686" w:type="dxa"/>
            <w:vAlign w:val="center"/>
          </w:tcPr>
          <w:p w14:paraId="04682A7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B32B28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2F8034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FA31FB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03EC8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36CFA6D" w14:textId="77777777" w:rsidTr="008B4051">
        <w:trPr>
          <w:jc w:val="center"/>
        </w:trPr>
        <w:tc>
          <w:tcPr>
            <w:tcW w:w="3049" w:type="dxa"/>
            <w:vAlign w:val="center"/>
          </w:tcPr>
          <w:p w14:paraId="2B442B1A" w14:textId="77777777" w:rsidR="00F81ED9" w:rsidRPr="00F81ED9" w:rsidRDefault="00F81ED9" w:rsidP="00F81ED9">
            <w:pPr>
              <w:pStyle w:val="aa"/>
              <w:jc w:val="left"/>
            </w:pPr>
            <w:r>
              <w:t>76. Специалист по закупкам</w:t>
            </w:r>
          </w:p>
        </w:tc>
        <w:tc>
          <w:tcPr>
            <w:tcW w:w="3686" w:type="dxa"/>
            <w:vAlign w:val="center"/>
          </w:tcPr>
          <w:p w14:paraId="71364FA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B99F17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BD19BA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34E2B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DBCDA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ED373A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6CFE603" w14:textId="77777777" w:rsidR="00F81ED9" w:rsidRPr="00F81ED9" w:rsidRDefault="00F81ED9" w:rsidP="00F81ED9">
            <w:pPr>
              <w:pStyle w:val="aa"/>
              <w:jc w:val="left"/>
            </w:pPr>
            <w:r>
              <w:t>77. Специалист по закупкам</w:t>
            </w:r>
          </w:p>
        </w:tc>
        <w:tc>
          <w:tcPr>
            <w:tcW w:w="3686" w:type="dxa"/>
            <w:vAlign w:val="center"/>
          </w:tcPr>
          <w:p w14:paraId="20B7E6B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A19F9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192189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CC5A21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4E7E1F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A83B059" w14:textId="77777777" w:rsidTr="008B4051">
        <w:trPr>
          <w:jc w:val="center"/>
        </w:trPr>
        <w:tc>
          <w:tcPr>
            <w:tcW w:w="3049" w:type="dxa"/>
            <w:vAlign w:val="center"/>
          </w:tcPr>
          <w:p w14:paraId="2108A1BD" w14:textId="77777777" w:rsidR="00F81ED9" w:rsidRPr="00F81ED9" w:rsidRDefault="00F81ED9" w:rsidP="00F81ED9">
            <w:pPr>
              <w:pStyle w:val="aa"/>
              <w:jc w:val="left"/>
            </w:pPr>
            <w:r>
              <w:t>78. Ведущий специалист</w:t>
            </w:r>
          </w:p>
        </w:tc>
        <w:tc>
          <w:tcPr>
            <w:tcW w:w="3686" w:type="dxa"/>
            <w:vAlign w:val="center"/>
          </w:tcPr>
          <w:p w14:paraId="6331A1D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21B325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867F18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6A9966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2FC779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6F1C69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11026C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материального контроля по телевизорам и мониторам</w:t>
            </w:r>
          </w:p>
        </w:tc>
        <w:tc>
          <w:tcPr>
            <w:tcW w:w="3686" w:type="dxa"/>
            <w:vAlign w:val="center"/>
          </w:tcPr>
          <w:p w14:paraId="1C96DD0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2A914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B93BBD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D99B30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759C1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61E364E" w14:textId="77777777" w:rsidTr="008B4051">
        <w:trPr>
          <w:jc w:val="center"/>
        </w:trPr>
        <w:tc>
          <w:tcPr>
            <w:tcW w:w="3049" w:type="dxa"/>
            <w:vAlign w:val="center"/>
          </w:tcPr>
          <w:p w14:paraId="145C7D74" w14:textId="77777777" w:rsidR="00F81ED9" w:rsidRPr="00F81ED9" w:rsidRDefault="00F81ED9" w:rsidP="00F81ED9">
            <w:pPr>
              <w:pStyle w:val="aa"/>
              <w:jc w:val="left"/>
            </w:pPr>
            <w:r>
              <w:t>79. Начальник сектора</w:t>
            </w:r>
          </w:p>
        </w:tc>
        <w:tc>
          <w:tcPr>
            <w:tcW w:w="3686" w:type="dxa"/>
            <w:vAlign w:val="center"/>
          </w:tcPr>
          <w:p w14:paraId="3B45828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4ACBE5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20F1F3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2E6F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70DEC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BE7AF7B" w14:textId="77777777" w:rsidTr="008B4051">
        <w:trPr>
          <w:jc w:val="center"/>
        </w:trPr>
        <w:tc>
          <w:tcPr>
            <w:tcW w:w="3049" w:type="dxa"/>
            <w:vAlign w:val="center"/>
          </w:tcPr>
          <w:p w14:paraId="20161DE9" w14:textId="77777777" w:rsidR="00F81ED9" w:rsidRPr="00F81ED9" w:rsidRDefault="00F81ED9" w:rsidP="00F81ED9">
            <w:pPr>
              <w:pStyle w:val="aa"/>
              <w:jc w:val="left"/>
            </w:pPr>
            <w:r>
              <w:t>80. Ведущий специалист</w:t>
            </w:r>
          </w:p>
        </w:tc>
        <w:tc>
          <w:tcPr>
            <w:tcW w:w="3686" w:type="dxa"/>
            <w:vAlign w:val="center"/>
          </w:tcPr>
          <w:p w14:paraId="0B8649B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9C7A6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B3F40B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4A1F4E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3C647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1FCF2A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43D1A1" w14:textId="77777777" w:rsidR="00F81ED9" w:rsidRPr="00F81ED9" w:rsidRDefault="00F81ED9" w:rsidP="00F81ED9">
            <w:pPr>
              <w:pStyle w:val="aa"/>
              <w:jc w:val="left"/>
            </w:pPr>
            <w:r>
              <w:t>81. Ведущий специалист</w:t>
            </w:r>
          </w:p>
        </w:tc>
        <w:tc>
          <w:tcPr>
            <w:tcW w:w="3686" w:type="dxa"/>
            <w:vAlign w:val="center"/>
          </w:tcPr>
          <w:p w14:paraId="2ECE066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0D93DA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91F9A3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6B382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856B8D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3E4F604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F6E55D" w14:textId="77777777" w:rsidR="00F81ED9" w:rsidRPr="00F81ED9" w:rsidRDefault="00F81ED9" w:rsidP="00F81ED9">
            <w:pPr>
              <w:pStyle w:val="aa"/>
              <w:jc w:val="left"/>
            </w:pPr>
            <w:r>
              <w:t>82. Специалист по материальному контролю</w:t>
            </w:r>
          </w:p>
        </w:tc>
        <w:tc>
          <w:tcPr>
            <w:tcW w:w="3686" w:type="dxa"/>
            <w:vAlign w:val="center"/>
          </w:tcPr>
          <w:p w14:paraId="7DC9E6B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5A400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FA86D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B80CAC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F0832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8E0C838" w14:textId="77777777" w:rsidTr="008B4051">
        <w:trPr>
          <w:jc w:val="center"/>
        </w:trPr>
        <w:tc>
          <w:tcPr>
            <w:tcW w:w="3049" w:type="dxa"/>
            <w:vAlign w:val="center"/>
          </w:tcPr>
          <w:p w14:paraId="61BED8C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разгрузки и хранения</w:t>
            </w:r>
          </w:p>
        </w:tc>
        <w:tc>
          <w:tcPr>
            <w:tcW w:w="3686" w:type="dxa"/>
            <w:vAlign w:val="center"/>
          </w:tcPr>
          <w:p w14:paraId="718F6EF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6A19C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10A3E6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1095AB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E957F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8CFA8F3" w14:textId="77777777" w:rsidTr="008B4051">
        <w:trPr>
          <w:jc w:val="center"/>
        </w:trPr>
        <w:tc>
          <w:tcPr>
            <w:tcW w:w="3049" w:type="dxa"/>
            <w:vAlign w:val="center"/>
          </w:tcPr>
          <w:p w14:paraId="426DE163" w14:textId="77777777" w:rsidR="00F81ED9" w:rsidRPr="00F81ED9" w:rsidRDefault="00F81ED9" w:rsidP="00F81ED9">
            <w:pPr>
              <w:pStyle w:val="aa"/>
              <w:jc w:val="left"/>
            </w:pPr>
            <w:r>
              <w:t>83. Кладовщик</w:t>
            </w:r>
          </w:p>
        </w:tc>
        <w:tc>
          <w:tcPr>
            <w:tcW w:w="3686" w:type="dxa"/>
            <w:vAlign w:val="center"/>
          </w:tcPr>
          <w:p w14:paraId="0C6C730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78581C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7D0658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0D44C7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85D88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140A9F1" w14:textId="77777777" w:rsidTr="008B4051">
        <w:trPr>
          <w:jc w:val="center"/>
        </w:trPr>
        <w:tc>
          <w:tcPr>
            <w:tcW w:w="3049" w:type="dxa"/>
            <w:vAlign w:val="center"/>
          </w:tcPr>
          <w:p w14:paraId="11915530" w14:textId="77777777" w:rsidR="00F81ED9" w:rsidRPr="00F81ED9" w:rsidRDefault="00F81ED9" w:rsidP="00F81ED9">
            <w:pPr>
              <w:pStyle w:val="aa"/>
              <w:jc w:val="left"/>
            </w:pPr>
            <w:r>
              <w:t>84. Кладовщик</w:t>
            </w:r>
          </w:p>
        </w:tc>
        <w:tc>
          <w:tcPr>
            <w:tcW w:w="3686" w:type="dxa"/>
            <w:vAlign w:val="center"/>
          </w:tcPr>
          <w:p w14:paraId="0F7DBCE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5C5833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54710B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25950D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7F147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5243E4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C4496E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85. Старший кладовщик</w:t>
            </w:r>
          </w:p>
        </w:tc>
        <w:tc>
          <w:tcPr>
            <w:tcW w:w="3686" w:type="dxa"/>
            <w:vAlign w:val="center"/>
          </w:tcPr>
          <w:p w14:paraId="1D41FAB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73C452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E34C62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A189E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5331E7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208C0EE" w14:textId="77777777" w:rsidTr="008B4051">
        <w:trPr>
          <w:jc w:val="center"/>
        </w:trPr>
        <w:tc>
          <w:tcPr>
            <w:tcW w:w="3049" w:type="dxa"/>
            <w:vAlign w:val="center"/>
          </w:tcPr>
          <w:p w14:paraId="2A76FAF9" w14:textId="77777777" w:rsidR="00F81ED9" w:rsidRPr="00F81ED9" w:rsidRDefault="00F81ED9" w:rsidP="00F81ED9">
            <w:pPr>
              <w:pStyle w:val="aa"/>
              <w:jc w:val="left"/>
            </w:pPr>
            <w:r>
              <w:t>86. Старший кладовщик</w:t>
            </w:r>
          </w:p>
        </w:tc>
        <w:tc>
          <w:tcPr>
            <w:tcW w:w="3686" w:type="dxa"/>
            <w:vAlign w:val="center"/>
          </w:tcPr>
          <w:p w14:paraId="3186E49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EFD6A2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ADE0B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5C890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01042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2BCC9D0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DE3ADC" w14:textId="77777777" w:rsidR="00F81ED9" w:rsidRPr="00F81ED9" w:rsidRDefault="00F81ED9" w:rsidP="00F81ED9">
            <w:pPr>
              <w:pStyle w:val="aa"/>
              <w:jc w:val="left"/>
            </w:pPr>
            <w:r>
              <w:t>87. Кладовщик</w:t>
            </w:r>
          </w:p>
        </w:tc>
        <w:tc>
          <w:tcPr>
            <w:tcW w:w="3686" w:type="dxa"/>
            <w:vAlign w:val="center"/>
          </w:tcPr>
          <w:p w14:paraId="3C84EDC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2A3B02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CAAC55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61019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A86717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9CFE40D" w14:textId="77777777" w:rsidTr="008B4051">
        <w:trPr>
          <w:jc w:val="center"/>
        </w:trPr>
        <w:tc>
          <w:tcPr>
            <w:tcW w:w="3049" w:type="dxa"/>
            <w:vAlign w:val="center"/>
          </w:tcPr>
          <w:p w14:paraId="0F96FEA4" w14:textId="77777777" w:rsidR="00F81ED9" w:rsidRPr="00F81ED9" w:rsidRDefault="00F81ED9" w:rsidP="00F81ED9">
            <w:pPr>
              <w:pStyle w:val="aa"/>
              <w:jc w:val="left"/>
            </w:pPr>
            <w:r>
              <w:t>88. Мастер склада</w:t>
            </w:r>
          </w:p>
        </w:tc>
        <w:tc>
          <w:tcPr>
            <w:tcW w:w="3686" w:type="dxa"/>
            <w:vAlign w:val="center"/>
          </w:tcPr>
          <w:p w14:paraId="2EB3976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AC3D1E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558B7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78F28D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A1F320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0F5FF3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6CC3ED" w14:textId="77777777" w:rsidR="00F81ED9" w:rsidRPr="00F81ED9" w:rsidRDefault="00F81ED9" w:rsidP="00F81ED9">
            <w:pPr>
              <w:pStyle w:val="aa"/>
              <w:jc w:val="left"/>
            </w:pPr>
            <w:r>
              <w:t>89. Кладовщик</w:t>
            </w:r>
          </w:p>
        </w:tc>
        <w:tc>
          <w:tcPr>
            <w:tcW w:w="3686" w:type="dxa"/>
            <w:vAlign w:val="center"/>
          </w:tcPr>
          <w:p w14:paraId="52A548F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9EC2A5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420BE1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72A6A6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141B62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DE6932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4C9CED" w14:textId="77777777" w:rsidR="00F81ED9" w:rsidRPr="00F81ED9" w:rsidRDefault="00F81ED9" w:rsidP="00F81ED9">
            <w:pPr>
              <w:pStyle w:val="aa"/>
              <w:jc w:val="left"/>
            </w:pPr>
            <w:r>
              <w:t>90. Кладовщик</w:t>
            </w:r>
          </w:p>
        </w:tc>
        <w:tc>
          <w:tcPr>
            <w:tcW w:w="3686" w:type="dxa"/>
            <w:vAlign w:val="center"/>
          </w:tcPr>
          <w:p w14:paraId="4E2CEF9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CEF3B6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0C5F0C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4B3A5E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AF0D9C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028304C" w14:textId="77777777" w:rsidTr="008B4051">
        <w:trPr>
          <w:jc w:val="center"/>
        </w:trPr>
        <w:tc>
          <w:tcPr>
            <w:tcW w:w="3049" w:type="dxa"/>
            <w:vAlign w:val="center"/>
          </w:tcPr>
          <w:p w14:paraId="1376AA30" w14:textId="77777777" w:rsidR="00F81ED9" w:rsidRPr="00F81ED9" w:rsidRDefault="00F81ED9" w:rsidP="00F81ED9">
            <w:pPr>
              <w:pStyle w:val="aa"/>
              <w:jc w:val="left"/>
            </w:pPr>
            <w:r>
              <w:t>91. Кладовщик</w:t>
            </w:r>
          </w:p>
        </w:tc>
        <w:tc>
          <w:tcPr>
            <w:tcW w:w="3686" w:type="dxa"/>
            <w:vAlign w:val="center"/>
          </w:tcPr>
          <w:p w14:paraId="4A6BB33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0C69B7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E4732A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6FAF6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3A9B24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26AA88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D18E6D" w14:textId="77777777" w:rsidR="00F81ED9" w:rsidRPr="00F81ED9" w:rsidRDefault="00F81ED9" w:rsidP="00F81ED9">
            <w:pPr>
              <w:pStyle w:val="aa"/>
              <w:jc w:val="left"/>
            </w:pPr>
            <w:r>
              <w:t>92. Кладовщик</w:t>
            </w:r>
          </w:p>
        </w:tc>
        <w:tc>
          <w:tcPr>
            <w:tcW w:w="3686" w:type="dxa"/>
            <w:vAlign w:val="center"/>
          </w:tcPr>
          <w:p w14:paraId="3251DBF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971647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26C2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00FE3D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A3C934" w14:textId="77777777" w:rsidR="00F81ED9" w:rsidRPr="00063DF1" w:rsidRDefault="00F81ED9" w:rsidP="00DB70BA">
            <w:pPr>
              <w:pStyle w:val="aa"/>
            </w:pPr>
          </w:p>
        </w:tc>
      </w:tr>
      <w:tr w:rsidR="005D59A2" w:rsidRPr="00AF49A3" w14:paraId="41B21961" w14:textId="77777777" w:rsidTr="008B4051">
        <w:trPr>
          <w:jc w:val="center"/>
        </w:trPr>
        <w:tc>
          <w:tcPr>
            <w:tcW w:w="3049" w:type="dxa"/>
            <w:vAlign w:val="center"/>
          </w:tcPr>
          <w:p w14:paraId="61C1D3D2" w14:textId="6C4CA769" w:rsidR="005D59A2" w:rsidRDefault="005D59A2" w:rsidP="00F81ED9">
            <w:pPr>
              <w:pStyle w:val="aa"/>
              <w:jc w:val="left"/>
            </w:pPr>
            <w:r>
              <w:rPr>
                <w:i/>
              </w:rPr>
              <w:t>Участок хранения и упаковки</w:t>
            </w:r>
          </w:p>
        </w:tc>
        <w:tc>
          <w:tcPr>
            <w:tcW w:w="3686" w:type="dxa"/>
            <w:vAlign w:val="center"/>
          </w:tcPr>
          <w:p w14:paraId="63E8154D" w14:textId="77777777" w:rsidR="005D59A2" w:rsidRDefault="005D59A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9860808" w14:textId="77777777" w:rsidR="005D59A2" w:rsidRPr="00063DF1" w:rsidRDefault="005D59A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5EF0BAD" w14:textId="77777777" w:rsidR="005D59A2" w:rsidRPr="00063DF1" w:rsidRDefault="005D59A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9FAD7C" w14:textId="77777777" w:rsidR="005D59A2" w:rsidRPr="00063DF1" w:rsidRDefault="005D59A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ECF4C63" w14:textId="77777777" w:rsidR="005D59A2" w:rsidRPr="00063DF1" w:rsidRDefault="005D59A2" w:rsidP="00DB70BA">
            <w:pPr>
              <w:pStyle w:val="aa"/>
            </w:pPr>
          </w:p>
        </w:tc>
      </w:tr>
      <w:tr w:rsidR="00F81ED9" w:rsidRPr="00AF49A3" w14:paraId="44DF49BD" w14:textId="77777777" w:rsidTr="008B4051">
        <w:trPr>
          <w:jc w:val="center"/>
        </w:trPr>
        <w:tc>
          <w:tcPr>
            <w:tcW w:w="3049" w:type="dxa"/>
            <w:vAlign w:val="center"/>
          </w:tcPr>
          <w:p w14:paraId="10D03EAE" w14:textId="77777777" w:rsidR="00F81ED9" w:rsidRPr="00F81ED9" w:rsidRDefault="00F81ED9" w:rsidP="00F81ED9">
            <w:pPr>
              <w:pStyle w:val="aa"/>
              <w:jc w:val="left"/>
            </w:pPr>
            <w:r>
              <w:t>93. Старший кладовщик</w:t>
            </w:r>
          </w:p>
        </w:tc>
        <w:tc>
          <w:tcPr>
            <w:tcW w:w="3686" w:type="dxa"/>
            <w:vAlign w:val="center"/>
          </w:tcPr>
          <w:p w14:paraId="2001417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B38A1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685A77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0763CB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30368F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ADBA288" w14:textId="77777777" w:rsidTr="008B4051">
        <w:trPr>
          <w:jc w:val="center"/>
        </w:trPr>
        <w:tc>
          <w:tcPr>
            <w:tcW w:w="3049" w:type="dxa"/>
            <w:vAlign w:val="center"/>
          </w:tcPr>
          <w:p w14:paraId="451CB3D2" w14:textId="77777777" w:rsidR="00F81ED9" w:rsidRPr="00F81ED9" w:rsidRDefault="00F81ED9" w:rsidP="00F81ED9">
            <w:pPr>
              <w:pStyle w:val="aa"/>
              <w:jc w:val="left"/>
            </w:pPr>
            <w:r>
              <w:t>94. Кладовщик</w:t>
            </w:r>
          </w:p>
        </w:tc>
        <w:tc>
          <w:tcPr>
            <w:tcW w:w="3686" w:type="dxa"/>
            <w:vAlign w:val="center"/>
          </w:tcPr>
          <w:p w14:paraId="792B692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16E3CF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D26696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5A5CCA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A8629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357D9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F72D86" w14:textId="77777777" w:rsidR="00F81ED9" w:rsidRPr="00F81ED9" w:rsidRDefault="00F81ED9" w:rsidP="00F81ED9">
            <w:pPr>
              <w:pStyle w:val="aa"/>
              <w:jc w:val="left"/>
            </w:pPr>
            <w:r>
              <w:t>95. Кладовщик</w:t>
            </w:r>
          </w:p>
        </w:tc>
        <w:tc>
          <w:tcPr>
            <w:tcW w:w="3686" w:type="dxa"/>
            <w:vAlign w:val="center"/>
          </w:tcPr>
          <w:p w14:paraId="439A39A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EA2C2E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51C5F8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C8993A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4F3920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32EC58C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1FF766" w14:textId="77777777" w:rsidR="00F81ED9" w:rsidRPr="00F81ED9" w:rsidRDefault="00F81ED9" w:rsidP="00F81ED9">
            <w:pPr>
              <w:pStyle w:val="aa"/>
              <w:jc w:val="left"/>
            </w:pPr>
            <w:r>
              <w:t>96. Кладовщик</w:t>
            </w:r>
          </w:p>
        </w:tc>
        <w:tc>
          <w:tcPr>
            <w:tcW w:w="3686" w:type="dxa"/>
            <w:vAlign w:val="center"/>
          </w:tcPr>
          <w:p w14:paraId="2F62F35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21D86E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1CC236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F77131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234C3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99FB43D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5D6C38" w14:textId="77777777" w:rsidR="00F81ED9" w:rsidRPr="00F81ED9" w:rsidRDefault="00F81ED9" w:rsidP="00F81ED9">
            <w:pPr>
              <w:pStyle w:val="aa"/>
              <w:jc w:val="left"/>
            </w:pPr>
            <w:r>
              <w:t>97. Мастер склада</w:t>
            </w:r>
          </w:p>
        </w:tc>
        <w:tc>
          <w:tcPr>
            <w:tcW w:w="3686" w:type="dxa"/>
            <w:vAlign w:val="center"/>
          </w:tcPr>
          <w:p w14:paraId="2F0D6A7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0B989E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8EC51B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088BE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BED4C9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F9D630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ED26645" w14:textId="77777777" w:rsidR="00F81ED9" w:rsidRPr="00F81ED9" w:rsidRDefault="00F81ED9" w:rsidP="00F81ED9">
            <w:pPr>
              <w:pStyle w:val="aa"/>
              <w:jc w:val="left"/>
            </w:pPr>
            <w:r>
              <w:t>98. Кладовщик</w:t>
            </w:r>
          </w:p>
        </w:tc>
        <w:tc>
          <w:tcPr>
            <w:tcW w:w="3686" w:type="dxa"/>
            <w:vAlign w:val="center"/>
          </w:tcPr>
          <w:p w14:paraId="58AA444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70B12A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ED7012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5444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DD94A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AD44CBD" w14:textId="77777777" w:rsidTr="008B4051">
        <w:trPr>
          <w:jc w:val="center"/>
        </w:trPr>
        <w:tc>
          <w:tcPr>
            <w:tcW w:w="3049" w:type="dxa"/>
            <w:vAlign w:val="center"/>
          </w:tcPr>
          <w:p w14:paraId="53EDB82C" w14:textId="77777777" w:rsidR="00F81ED9" w:rsidRPr="00F81ED9" w:rsidRDefault="00F81ED9" w:rsidP="00F81ED9">
            <w:pPr>
              <w:pStyle w:val="aa"/>
              <w:jc w:val="left"/>
            </w:pPr>
            <w:r>
              <w:t>99. Кладовщик</w:t>
            </w:r>
          </w:p>
        </w:tc>
        <w:tc>
          <w:tcPr>
            <w:tcW w:w="3686" w:type="dxa"/>
            <w:vAlign w:val="center"/>
          </w:tcPr>
          <w:p w14:paraId="61BF50B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388696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341587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CEC576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1E0DEE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CEA031B" w14:textId="77777777" w:rsidTr="008B4051">
        <w:trPr>
          <w:jc w:val="center"/>
        </w:trPr>
        <w:tc>
          <w:tcPr>
            <w:tcW w:w="3049" w:type="dxa"/>
            <w:vAlign w:val="center"/>
          </w:tcPr>
          <w:p w14:paraId="5D90BC0F" w14:textId="77777777" w:rsidR="00F81ED9" w:rsidRPr="00F81ED9" w:rsidRDefault="00F81ED9" w:rsidP="00F81ED9">
            <w:pPr>
              <w:pStyle w:val="aa"/>
              <w:jc w:val="left"/>
            </w:pPr>
            <w:r>
              <w:t>100. Кладовщик</w:t>
            </w:r>
          </w:p>
        </w:tc>
        <w:tc>
          <w:tcPr>
            <w:tcW w:w="3686" w:type="dxa"/>
            <w:vAlign w:val="center"/>
          </w:tcPr>
          <w:p w14:paraId="148B7DA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65FCF8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4A9247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E7D7F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454310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39DD8A1" w14:textId="77777777" w:rsidTr="008B4051">
        <w:trPr>
          <w:jc w:val="center"/>
        </w:trPr>
        <w:tc>
          <w:tcPr>
            <w:tcW w:w="3049" w:type="dxa"/>
            <w:vAlign w:val="center"/>
          </w:tcPr>
          <w:p w14:paraId="4885FEAC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Склад комплектующих для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5787DA7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1D5A4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C0B505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91513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88DD12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447F72D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8C5DF2" w14:textId="77777777" w:rsidR="00F81ED9" w:rsidRPr="00F81ED9" w:rsidRDefault="00F81ED9" w:rsidP="00F81ED9">
            <w:pPr>
              <w:pStyle w:val="aa"/>
              <w:jc w:val="left"/>
            </w:pPr>
            <w:r>
              <w:t>101. Ассистент</w:t>
            </w:r>
          </w:p>
        </w:tc>
        <w:tc>
          <w:tcPr>
            <w:tcW w:w="3686" w:type="dxa"/>
            <w:vAlign w:val="center"/>
          </w:tcPr>
          <w:p w14:paraId="18FCF55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B5DD2B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9699FD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42570B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6106A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E280A7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E24507" w14:textId="77777777" w:rsidR="00F81ED9" w:rsidRPr="00F81ED9" w:rsidRDefault="00F81ED9" w:rsidP="00F81ED9">
            <w:pPr>
              <w:pStyle w:val="aa"/>
              <w:jc w:val="left"/>
            </w:pPr>
            <w:r>
              <w:t>102. Начальник склада</w:t>
            </w:r>
          </w:p>
        </w:tc>
        <w:tc>
          <w:tcPr>
            <w:tcW w:w="3686" w:type="dxa"/>
            <w:vAlign w:val="center"/>
          </w:tcPr>
          <w:p w14:paraId="5E7EE28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4C620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FCF253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D3882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61AD34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3BA31BF" w14:textId="77777777" w:rsidTr="008B4051">
        <w:trPr>
          <w:jc w:val="center"/>
        </w:trPr>
        <w:tc>
          <w:tcPr>
            <w:tcW w:w="3049" w:type="dxa"/>
            <w:vAlign w:val="center"/>
          </w:tcPr>
          <w:p w14:paraId="6126F9CE" w14:textId="77777777" w:rsidR="00F81ED9" w:rsidRPr="00F81ED9" w:rsidRDefault="00F81ED9" w:rsidP="00F81ED9">
            <w:pPr>
              <w:pStyle w:val="aa"/>
              <w:jc w:val="left"/>
            </w:pPr>
            <w:r>
              <w:t>103. Ревизор склада</w:t>
            </w:r>
          </w:p>
        </w:tc>
        <w:tc>
          <w:tcPr>
            <w:tcW w:w="3686" w:type="dxa"/>
            <w:vAlign w:val="center"/>
          </w:tcPr>
          <w:p w14:paraId="2F4A4E0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0A0DFA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6B0D37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AD9F9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CFA35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16899D9" w14:textId="77777777" w:rsidTr="008B4051">
        <w:trPr>
          <w:jc w:val="center"/>
        </w:trPr>
        <w:tc>
          <w:tcPr>
            <w:tcW w:w="3049" w:type="dxa"/>
            <w:vAlign w:val="center"/>
          </w:tcPr>
          <w:p w14:paraId="591350DD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материального обеспечения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55121E6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3243EE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08D678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C9707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9EBAD6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C388F3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E2C13F" w14:textId="77777777" w:rsidR="00F81ED9" w:rsidRPr="00F81ED9" w:rsidRDefault="00F81ED9" w:rsidP="00F81ED9">
            <w:pPr>
              <w:pStyle w:val="aa"/>
              <w:jc w:val="left"/>
            </w:pPr>
            <w:r>
              <w:t>104. Начальник отдела</w:t>
            </w:r>
          </w:p>
        </w:tc>
        <w:tc>
          <w:tcPr>
            <w:tcW w:w="3686" w:type="dxa"/>
            <w:vAlign w:val="center"/>
          </w:tcPr>
          <w:p w14:paraId="2A1C563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C2386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9D8C1A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89C10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BE0E5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DC0732F" w14:textId="77777777" w:rsidTr="008B4051">
        <w:trPr>
          <w:jc w:val="center"/>
        </w:trPr>
        <w:tc>
          <w:tcPr>
            <w:tcW w:w="3049" w:type="dxa"/>
            <w:vAlign w:val="center"/>
          </w:tcPr>
          <w:p w14:paraId="60DBC35E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импортных закупок комплектующих для производства стиральных машин</w:t>
            </w:r>
          </w:p>
        </w:tc>
        <w:tc>
          <w:tcPr>
            <w:tcW w:w="3686" w:type="dxa"/>
            <w:vAlign w:val="center"/>
          </w:tcPr>
          <w:p w14:paraId="69E2CD6E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CEFDE7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936251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3AB7F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0B0E7F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6FDC149" w14:textId="77777777" w:rsidTr="008B4051">
        <w:trPr>
          <w:jc w:val="center"/>
        </w:trPr>
        <w:tc>
          <w:tcPr>
            <w:tcW w:w="3049" w:type="dxa"/>
            <w:vAlign w:val="center"/>
          </w:tcPr>
          <w:p w14:paraId="1B0F943D" w14:textId="77777777" w:rsidR="00F81ED9" w:rsidRPr="00F81ED9" w:rsidRDefault="00F81ED9" w:rsidP="00F81ED9">
            <w:pPr>
              <w:pStyle w:val="aa"/>
              <w:jc w:val="left"/>
            </w:pPr>
            <w:r>
              <w:t>105. Начальник сектора</w:t>
            </w:r>
          </w:p>
        </w:tc>
        <w:tc>
          <w:tcPr>
            <w:tcW w:w="3686" w:type="dxa"/>
            <w:vAlign w:val="center"/>
          </w:tcPr>
          <w:p w14:paraId="3FB6AA8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DB9942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375671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A00F62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EF5E3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D1A676E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ED09E7" w14:textId="77777777" w:rsidR="00F81ED9" w:rsidRPr="00F81ED9" w:rsidRDefault="00F81ED9" w:rsidP="00F81ED9">
            <w:pPr>
              <w:pStyle w:val="aa"/>
              <w:jc w:val="left"/>
            </w:pPr>
            <w:r>
              <w:t>106. Специалист по закупкам</w:t>
            </w:r>
          </w:p>
        </w:tc>
        <w:tc>
          <w:tcPr>
            <w:tcW w:w="3686" w:type="dxa"/>
            <w:vAlign w:val="center"/>
          </w:tcPr>
          <w:p w14:paraId="33A1AA7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C15CFB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BCE0DD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AF709E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244310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1926AF0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FEF180" w14:textId="77777777" w:rsidR="00F81ED9" w:rsidRPr="00F81ED9" w:rsidRDefault="00F81ED9" w:rsidP="00F81ED9">
            <w:pPr>
              <w:pStyle w:val="aa"/>
              <w:jc w:val="left"/>
            </w:pPr>
            <w:r>
              <w:t>107. Специалист по закупкам</w:t>
            </w:r>
          </w:p>
        </w:tc>
        <w:tc>
          <w:tcPr>
            <w:tcW w:w="3686" w:type="dxa"/>
            <w:vAlign w:val="center"/>
          </w:tcPr>
          <w:p w14:paraId="6783B62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2F003B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CCB152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F7C10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CB4078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48AA6E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1D545F" w14:textId="77777777" w:rsidR="00F81ED9" w:rsidRPr="00F81ED9" w:rsidRDefault="00F81ED9" w:rsidP="00F81ED9">
            <w:pPr>
              <w:pStyle w:val="aa"/>
              <w:jc w:val="left"/>
            </w:pPr>
            <w:r>
              <w:t>108. Ведущий специалист</w:t>
            </w:r>
          </w:p>
        </w:tc>
        <w:tc>
          <w:tcPr>
            <w:tcW w:w="3686" w:type="dxa"/>
            <w:vAlign w:val="center"/>
          </w:tcPr>
          <w:p w14:paraId="753AC2E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A535A6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ABFF67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15EECE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1B414B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13ABEA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3225F7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импортных закупок комплектующих для производства холодильников</w:t>
            </w:r>
          </w:p>
        </w:tc>
        <w:tc>
          <w:tcPr>
            <w:tcW w:w="3686" w:type="dxa"/>
            <w:vAlign w:val="center"/>
          </w:tcPr>
          <w:p w14:paraId="0CE74F19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0D227C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94DEC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8005D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36E157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3CF4F6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5B15553" w14:textId="77777777" w:rsidR="00F81ED9" w:rsidRPr="00F81ED9" w:rsidRDefault="00F81ED9" w:rsidP="00F81ED9">
            <w:pPr>
              <w:pStyle w:val="aa"/>
              <w:jc w:val="left"/>
            </w:pPr>
            <w:r>
              <w:t>109. Начальник сектора</w:t>
            </w:r>
          </w:p>
        </w:tc>
        <w:tc>
          <w:tcPr>
            <w:tcW w:w="3686" w:type="dxa"/>
            <w:vAlign w:val="center"/>
          </w:tcPr>
          <w:p w14:paraId="5F233BA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5B3473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C0A8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EFB0F9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0915DF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7C3EF6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253D58" w14:textId="77777777" w:rsidR="00F81ED9" w:rsidRPr="00F81ED9" w:rsidRDefault="00F81ED9" w:rsidP="00F81ED9">
            <w:pPr>
              <w:pStyle w:val="aa"/>
              <w:jc w:val="left"/>
            </w:pPr>
            <w:r>
              <w:t>110. Ведущий специалист</w:t>
            </w:r>
          </w:p>
        </w:tc>
        <w:tc>
          <w:tcPr>
            <w:tcW w:w="3686" w:type="dxa"/>
            <w:vAlign w:val="center"/>
          </w:tcPr>
          <w:p w14:paraId="46AF0B2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44C654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1D68B3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EA8AEA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84204E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1263D13" w14:textId="77777777" w:rsidTr="008B4051">
        <w:trPr>
          <w:jc w:val="center"/>
        </w:trPr>
        <w:tc>
          <w:tcPr>
            <w:tcW w:w="3049" w:type="dxa"/>
            <w:vAlign w:val="center"/>
          </w:tcPr>
          <w:p w14:paraId="62C36308" w14:textId="77777777" w:rsidR="00F81ED9" w:rsidRPr="00F81ED9" w:rsidRDefault="00F81ED9" w:rsidP="00F81ED9">
            <w:pPr>
              <w:pStyle w:val="aa"/>
              <w:jc w:val="left"/>
            </w:pPr>
            <w:r>
              <w:t>111. Ведущий специалист</w:t>
            </w:r>
          </w:p>
        </w:tc>
        <w:tc>
          <w:tcPr>
            <w:tcW w:w="3686" w:type="dxa"/>
            <w:vAlign w:val="center"/>
          </w:tcPr>
          <w:p w14:paraId="7CBB215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1FAF4F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394E3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1F1264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56EF4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ADDEB2F" w14:textId="77777777" w:rsidTr="008B4051">
        <w:trPr>
          <w:jc w:val="center"/>
        </w:trPr>
        <w:tc>
          <w:tcPr>
            <w:tcW w:w="3049" w:type="dxa"/>
            <w:vAlign w:val="center"/>
          </w:tcPr>
          <w:p w14:paraId="63020147" w14:textId="77777777" w:rsidR="00F81ED9" w:rsidRPr="00F81ED9" w:rsidRDefault="00F81ED9" w:rsidP="00F81ED9">
            <w:pPr>
              <w:pStyle w:val="aa"/>
              <w:jc w:val="left"/>
            </w:pPr>
            <w:r>
              <w:t>112. Ведущий специалист</w:t>
            </w:r>
          </w:p>
        </w:tc>
        <w:tc>
          <w:tcPr>
            <w:tcW w:w="3686" w:type="dxa"/>
            <w:vAlign w:val="center"/>
          </w:tcPr>
          <w:p w14:paraId="5EF7F8E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A14964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2D5EB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3C7A2A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CB8DC0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25342FE" w14:textId="77777777" w:rsidTr="008B4051">
        <w:trPr>
          <w:jc w:val="center"/>
        </w:trPr>
        <w:tc>
          <w:tcPr>
            <w:tcW w:w="3049" w:type="dxa"/>
            <w:vAlign w:val="center"/>
          </w:tcPr>
          <w:p w14:paraId="3E944078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материального контроля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5879FFA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B509AA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E48F5D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00C33C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F2AA6F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1391D11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3DE324" w14:textId="77777777" w:rsidR="00F81ED9" w:rsidRPr="00F81ED9" w:rsidRDefault="00F81ED9" w:rsidP="00F81ED9">
            <w:pPr>
              <w:pStyle w:val="aa"/>
              <w:jc w:val="left"/>
            </w:pPr>
            <w:r>
              <w:t>113. Начальник сектора</w:t>
            </w:r>
          </w:p>
        </w:tc>
        <w:tc>
          <w:tcPr>
            <w:tcW w:w="3686" w:type="dxa"/>
            <w:vAlign w:val="center"/>
          </w:tcPr>
          <w:p w14:paraId="743F9FE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7E5B01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1A0458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9845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B20A1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64AC47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71D0EC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материального контроля по холодильникам</w:t>
            </w:r>
          </w:p>
        </w:tc>
        <w:tc>
          <w:tcPr>
            <w:tcW w:w="3686" w:type="dxa"/>
            <w:vAlign w:val="center"/>
          </w:tcPr>
          <w:p w14:paraId="70CD075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4A06C8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97046B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54D15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7F0A73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346241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D5EF206" w14:textId="77777777" w:rsidR="00F81ED9" w:rsidRPr="00F81ED9" w:rsidRDefault="00F81ED9" w:rsidP="00F81ED9">
            <w:pPr>
              <w:pStyle w:val="aa"/>
              <w:jc w:val="left"/>
            </w:pPr>
            <w:r>
              <w:t>114. Ведущий специалист</w:t>
            </w:r>
          </w:p>
        </w:tc>
        <w:tc>
          <w:tcPr>
            <w:tcW w:w="3686" w:type="dxa"/>
            <w:vAlign w:val="center"/>
          </w:tcPr>
          <w:p w14:paraId="4E77BB4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25775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04CDEA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006845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50F9EA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CE9074F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E45642" w14:textId="77777777" w:rsidR="00F81ED9" w:rsidRPr="00F81ED9" w:rsidRDefault="00F81ED9" w:rsidP="00F81ED9">
            <w:pPr>
              <w:pStyle w:val="aa"/>
              <w:jc w:val="left"/>
            </w:pPr>
            <w:r>
              <w:t>115. Ведущий специалист</w:t>
            </w:r>
          </w:p>
        </w:tc>
        <w:tc>
          <w:tcPr>
            <w:tcW w:w="3686" w:type="dxa"/>
            <w:vAlign w:val="center"/>
          </w:tcPr>
          <w:p w14:paraId="76CE072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8F45F3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1F5C64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CC470F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72E0E5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75AC888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CA2429" w14:textId="77777777" w:rsidR="00F81ED9" w:rsidRPr="00F81ED9" w:rsidRDefault="00F81ED9" w:rsidP="00F81ED9">
            <w:pPr>
              <w:pStyle w:val="aa"/>
              <w:jc w:val="left"/>
            </w:pPr>
            <w:r>
              <w:t>116. Ведущий специалист</w:t>
            </w:r>
          </w:p>
        </w:tc>
        <w:tc>
          <w:tcPr>
            <w:tcW w:w="3686" w:type="dxa"/>
            <w:vAlign w:val="center"/>
          </w:tcPr>
          <w:p w14:paraId="0FDA172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CB7205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86076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9CF53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78E0F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9C72E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0CBE5B8" w14:textId="77777777" w:rsidR="00F81ED9" w:rsidRPr="00F81ED9" w:rsidRDefault="00F81ED9" w:rsidP="00F81ED9">
            <w:pPr>
              <w:pStyle w:val="aa"/>
              <w:jc w:val="left"/>
            </w:pPr>
            <w:r>
              <w:t>117. Специалист по материальному контролю</w:t>
            </w:r>
          </w:p>
        </w:tc>
        <w:tc>
          <w:tcPr>
            <w:tcW w:w="3686" w:type="dxa"/>
            <w:vAlign w:val="center"/>
          </w:tcPr>
          <w:p w14:paraId="3938954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AC422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1753A8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952F1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E003A3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B20691B" w14:textId="77777777" w:rsidTr="008B4051">
        <w:trPr>
          <w:jc w:val="center"/>
        </w:trPr>
        <w:tc>
          <w:tcPr>
            <w:tcW w:w="3049" w:type="dxa"/>
            <w:vAlign w:val="center"/>
          </w:tcPr>
          <w:p w14:paraId="494F8D0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подготовки комплектующих для производства стиральных машин</w:t>
            </w:r>
          </w:p>
        </w:tc>
        <w:tc>
          <w:tcPr>
            <w:tcW w:w="3686" w:type="dxa"/>
            <w:vAlign w:val="center"/>
          </w:tcPr>
          <w:p w14:paraId="0BE2766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9E40E2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CFEC5E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FA23E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41171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4AF471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6D2C24" w14:textId="77777777" w:rsidR="00F81ED9" w:rsidRPr="00F81ED9" w:rsidRDefault="00F81ED9" w:rsidP="00F81ED9">
            <w:pPr>
              <w:pStyle w:val="aa"/>
              <w:jc w:val="left"/>
            </w:pPr>
            <w:r>
              <w:t>118. Кладовщик</w:t>
            </w:r>
          </w:p>
        </w:tc>
        <w:tc>
          <w:tcPr>
            <w:tcW w:w="3686" w:type="dxa"/>
            <w:vAlign w:val="center"/>
          </w:tcPr>
          <w:p w14:paraId="68433A5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6211C1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F3EFF4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ED378A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1C81A8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F7E96A4" w14:textId="77777777" w:rsidTr="008B4051">
        <w:trPr>
          <w:jc w:val="center"/>
        </w:trPr>
        <w:tc>
          <w:tcPr>
            <w:tcW w:w="3049" w:type="dxa"/>
            <w:vAlign w:val="center"/>
          </w:tcPr>
          <w:p w14:paraId="7346720D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обеспечения качества телевизоров и мониторов</w:t>
            </w:r>
          </w:p>
        </w:tc>
        <w:tc>
          <w:tcPr>
            <w:tcW w:w="3686" w:type="dxa"/>
            <w:vAlign w:val="center"/>
          </w:tcPr>
          <w:p w14:paraId="709247DE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6DC06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1E9007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2C4DE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5A82AC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3DD9F29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661D2C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обеспечения качества готовой продукции</w:t>
            </w:r>
          </w:p>
        </w:tc>
        <w:tc>
          <w:tcPr>
            <w:tcW w:w="3686" w:type="dxa"/>
            <w:vAlign w:val="center"/>
          </w:tcPr>
          <w:p w14:paraId="0679E3C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D22EA2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F7DDD3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9C7B4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31DC5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3DD9AB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82FC747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Группа выходного контроля качества телевизоров и мониторов</w:t>
            </w:r>
          </w:p>
        </w:tc>
        <w:tc>
          <w:tcPr>
            <w:tcW w:w="3686" w:type="dxa"/>
            <w:vAlign w:val="center"/>
          </w:tcPr>
          <w:p w14:paraId="6BFCD16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CFA116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7A13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6453E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976210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827B70" w14:textId="77777777" w:rsidTr="008B4051">
        <w:trPr>
          <w:jc w:val="center"/>
        </w:trPr>
        <w:tc>
          <w:tcPr>
            <w:tcW w:w="3049" w:type="dxa"/>
            <w:vAlign w:val="center"/>
          </w:tcPr>
          <w:p w14:paraId="3784B5B8" w14:textId="77777777" w:rsidR="00F81ED9" w:rsidRPr="00F81ED9" w:rsidRDefault="00F81ED9" w:rsidP="00F81ED9">
            <w:pPr>
              <w:pStyle w:val="aa"/>
              <w:jc w:val="left"/>
            </w:pPr>
            <w:r>
              <w:t>119. Контролер деталей и приборов</w:t>
            </w:r>
          </w:p>
        </w:tc>
        <w:tc>
          <w:tcPr>
            <w:tcW w:w="3686" w:type="dxa"/>
            <w:vAlign w:val="center"/>
          </w:tcPr>
          <w:p w14:paraId="793C34D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5C557D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EC753E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FEBAB3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149AC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818C81C" w14:textId="77777777" w:rsidTr="008B4051">
        <w:trPr>
          <w:jc w:val="center"/>
        </w:trPr>
        <w:tc>
          <w:tcPr>
            <w:tcW w:w="3049" w:type="dxa"/>
            <w:vAlign w:val="center"/>
          </w:tcPr>
          <w:p w14:paraId="4CC66BE7" w14:textId="77777777" w:rsidR="00F81ED9" w:rsidRPr="00F81ED9" w:rsidRDefault="00F81ED9" w:rsidP="00F81ED9">
            <w:pPr>
              <w:pStyle w:val="aa"/>
              <w:jc w:val="left"/>
            </w:pPr>
            <w:r>
              <w:t>120. Контролер деталей и приборов</w:t>
            </w:r>
          </w:p>
        </w:tc>
        <w:tc>
          <w:tcPr>
            <w:tcW w:w="3686" w:type="dxa"/>
            <w:vAlign w:val="center"/>
          </w:tcPr>
          <w:p w14:paraId="73264C4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F48B44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337FCA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5E460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5603D3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82C9C09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C1BA4D" w14:textId="77777777" w:rsidR="00F81ED9" w:rsidRPr="00F81ED9" w:rsidRDefault="00F81ED9" w:rsidP="00F81ED9">
            <w:pPr>
              <w:pStyle w:val="aa"/>
              <w:jc w:val="left"/>
            </w:pPr>
            <w:r>
              <w:t>121. Контролер деталей и приборов</w:t>
            </w:r>
          </w:p>
        </w:tc>
        <w:tc>
          <w:tcPr>
            <w:tcW w:w="3686" w:type="dxa"/>
            <w:vAlign w:val="center"/>
          </w:tcPr>
          <w:p w14:paraId="18151DE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D28D93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321286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A18F91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18241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15080B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6AC269" w14:textId="77777777" w:rsidR="00F81ED9" w:rsidRPr="00F81ED9" w:rsidRDefault="00F81ED9" w:rsidP="00F81ED9">
            <w:pPr>
              <w:pStyle w:val="aa"/>
              <w:jc w:val="left"/>
            </w:pPr>
            <w:r>
              <w:t>122. Контролер деталей и приборов</w:t>
            </w:r>
          </w:p>
        </w:tc>
        <w:tc>
          <w:tcPr>
            <w:tcW w:w="3686" w:type="dxa"/>
            <w:vAlign w:val="center"/>
          </w:tcPr>
          <w:p w14:paraId="64B1186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900F9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579797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036824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31D8A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298EB4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866B95B" w14:textId="77777777" w:rsidR="00F81ED9" w:rsidRPr="00F81ED9" w:rsidRDefault="00F81ED9" w:rsidP="00F81ED9">
            <w:pPr>
              <w:pStyle w:val="aa"/>
              <w:jc w:val="left"/>
            </w:pPr>
            <w:r>
              <w:t>123. Контролер деталей и приборов</w:t>
            </w:r>
          </w:p>
        </w:tc>
        <w:tc>
          <w:tcPr>
            <w:tcW w:w="3686" w:type="dxa"/>
            <w:vAlign w:val="center"/>
          </w:tcPr>
          <w:p w14:paraId="77E1BFD5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A893E2C" w14:textId="77777777" w:rsidR="00F81ED9" w:rsidRPr="00063DF1" w:rsidRDefault="00F81ED9" w:rsidP="00DB70BA">
            <w:pPr>
              <w:pStyle w:val="aa"/>
            </w:pPr>
            <w:r>
              <w:t xml:space="preserve">Снижение времени воздействия фактора </w:t>
            </w:r>
          </w:p>
        </w:tc>
        <w:tc>
          <w:tcPr>
            <w:tcW w:w="1384" w:type="dxa"/>
            <w:vAlign w:val="center"/>
          </w:tcPr>
          <w:p w14:paraId="6E22F81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E95AAC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C6904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E9AF5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86B838" w14:textId="77777777" w:rsidR="00F81ED9" w:rsidRPr="00F81ED9" w:rsidRDefault="00F81ED9" w:rsidP="00F81ED9">
            <w:pPr>
              <w:pStyle w:val="aa"/>
              <w:jc w:val="left"/>
            </w:pPr>
            <w:r>
              <w:t>124. Контролер деталей и приборов</w:t>
            </w:r>
          </w:p>
        </w:tc>
        <w:tc>
          <w:tcPr>
            <w:tcW w:w="3686" w:type="dxa"/>
            <w:vAlign w:val="center"/>
          </w:tcPr>
          <w:p w14:paraId="2E56036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4CC723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246508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8BBC0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BA58B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55A4CAB" w14:textId="77777777" w:rsidTr="008B4051">
        <w:trPr>
          <w:jc w:val="center"/>
        </w:trPr>
        <w:tc>
          <w:tcPr>
            <w:tcW w:w="3049" w:type="dxa"/>
            <w:vAlign w:val="center"/>
          </w:tcPr>
          <w:p w14:paraId="43F91837" w14:textId="77777777" w:rsidR="00F81ED9" w:rsidRPr="00F81ED9" w:rsidRDefault="00F81ED9" w:rsidP="00F81ED9">
            <w:pPr>
              <w:pStyle w:val="aa"/>
              <w:jc w:val="left"/>
            </w:pPr>
            <w:r>
              <w:t>125. Контролер деталей и приборов</w:t>
            </w:r>
          </w:p>
        </w:tc>
        <w:tc>
          <w:tcPr>
            <w:tcW w:w="3686" w:type="dxa"/>
            <w:vAlign w:val="center"/>
          </w:tcPr>
          <w:p w14:paraId="4622CE0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046801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BABD56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A25D5D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889464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1533F1E" w14:textId="77777777" w:rsidTr="008B4051">
        <w:trPr>
          <w:jc w:val="center"/>
        </w:trPr>
        <w:tc>
          <w:tcPr>
            <w:tcW w:w="3049" w:type="dxa"/>
            <w:vAlign w:val="center"/>
          </w:tcPr>
          <w:p w14:paraId="143BF00D" w14:textId="77777777" w:rsidR="00F81ED9" w:rsidRPr="00F81ED9" w:rsidRDefault="00F81ED9" w:rsidP="00F81ED9">
            <w:pPr>
              <w:pStyle w:val="aa"/>
              <w:jc w:val="left"/>
            </w:pPr>
            <w:r>
              <w:t>126. Старший контролер деталей и приборов</w:t>
            </w:r>
          </w:p>
        </w:tc>
        <w:tc>
          <w:tcPr>
            <w:tcW w:w="3686" w:type="dxa"/>
            <w:vAlign w:val="center"/>
          </w:tcPr>
          <w:p w14:paraId="5A74D17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E951C5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96D52C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20E85D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230B31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7A75DF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1A9307F" w14:textId="77777777" w:rsidR="00F81ED9" w:rsidRPr="00F81ED9" w:rsidRDefault="00F81ED9" w:rsidP="00F81ED9">
            <w:pPr>
              <w:pStyle w:val="aa"/>
              <w:jc w:val="left"/>
            </w:pPr>
            <w:r>
              <w:t>127. Контролер деталей и приборов</w:t>
            </w:r>
          </w:p>
        </w:tc>
        <w:tc>
          <w:tcPr>
            <w:tcW w:w="3686" w:type="dxa"/>
            <w:vAlign w:val="center"/>
          </w:tcPr>
          <w:p w14:paraId="22B638BA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43AB0113" w14:textId="77777777" w:rsidR="00F81ED9" w:rsidRDefault="00F81ED9" w:rsidP="00DB70BA">
            <w:pPr>
              <w:pStyle w:val="aa"/>
            </w:pPr>
            <w:r>
              <w:t xml:space="preserve">Снижение времени воздействия фактора </w:t>
            </w:r>
          </w:p>
        </w:tc>
        <w:tc>
          <w:tcPr>
            <w:tcW w:w="1384" w:type="dxa"/>
            <w:vAlign w:val="center"/>
          </w:tcPr>
          <w:p w14:paraId="1255170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60912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4AD4E7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B5DAABC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CD359B" w14:textId="77777777" w:rsidR="00F81ED9" w:rsidRPr="00F81ED9" w:rsidRDefault="00F81ED9" w:rsidP="00F81ED9">
            <w:pPr>
              <w:pStyle w:val="aa"/>
              <w:jc w:val="left"/>
            </w:pPr>
            <w:r>
              <w:t>128. Контролер деталей и приборов</w:t>
            </w:r>
          </w:p>
        </w:tc>
        <w:tc>
          <w:tcPr>
            <w:tcW w:w="3686" w:type="dxa"/>
            <w:vAlign w:val="center"/>
          </w:tcPr>
          <w:p w14:paraId="2D8E69D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B7EC0D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8B97F6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F59773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63E9EC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106683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36BA67E" w14:textId="77777777" w:rsidR="00F81ED9" w:rsidRPr="00F81ED9" w:rsidRDefault="00F81ED9" w:rsidP="00F81ED9">
            <w:pPr>
              <w:pStyle w:val="aa"/>
              <w:jc w:val="left"/>
            </w:pPr>
            <w:r>
              <w:t>129. Контролер деталей и приборов</w:t>
            </w:r>
          </w:p>
        </w:tc>
        <w:tc>
          <w:tcPr>
            <w:tcW w:w="3686" w:type="dxa"/>
            <w:vAlign w:val="center"/>
          </w:tcPr>
          <w:p w14:paraId="13DF127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FD3CE7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BA3D13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9F0BA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E8F784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EDDBCD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DD86B02" w14:textId="77777777" w:rsidR="00F81ED9" w:rsidRPr="00F81ED9" w:rsidRDefault="00F81ED9" w:rsidP="00F81ED9">
            <w:pPr>
              <w:pStyle w:val="aa"/>
              <w:jc w:val="left"/>
            </w:pPr>
            <w:r>
              <w:t>130. Контролер деталей и приборов</w:t>
            </w:r>
          </w:p>
        </w:tc>
        <w:tc>
          <w:tcPr>
            <w:tcW w:w="3686" w:type="dxa"/>
            <w:vAlign w:val="center"/>
          </w:tcPr>
          <w:p w14:paraId="628DF69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B39773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69F3E9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630F6F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7ECF2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C9E5D2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BA294B7" w14:textId="77777777" w:rsidR="00F81ED9" w:rsidRPr="00F81ED9" w:rsidRDefault="00F81ED9" w:rsidP="00F81ED9">
            <w:pPr>
              <w:pStyle w:val="aa"/>
              <w:jc w:val="left"/>
            </w:pPr>
            <w:r>
              <w:t>131. Контролер деталей и приборов</w:t>
            </w:r>
          </w:p>
        </w:tc>
        <w:tc>
          <w:tcPr>
            <w:tcW w:w="3686" w:type="dxa"/>
            <w:vAlign w:val="center"/>
          </w:tcPr>
          <w:p w14:paraId="2730200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C4A580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B20056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67CC3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7402D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320627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6899F3" w14:textId="77777777" w:rsidR="00F81ED9" w:rsidRPr="00F81ED9" w:rsidRDefault="00F81ED9" w:rsidP="00F81ED9">
            <w:pPr>
              <w:pStyle w:val="aa"/>
              <w:jc w:val="left"/>
            </w:pPr>
            <w:r>
              <w:t>132. Контролер деталей и приборов</w:t>
            </w:r>
          </w:p>
        </w:tc>
        <w:tc>
          <w:tcPr>
            <w:tcW w:w="3686" w:type="dxa"/>
            <w:vAlign w:val="center"/>
          </w:tcPr>
          <w:p w14:paraId="31E6F7F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C4705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F17764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220669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00D8E7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10D4DFC" w14:textId="77777777" w:rsidTr="008B4051">
        <w:trPr>
          <w:jc w:val="center"/>
        </w:trPr>
        <w:tc>
          <w:tcPr>
            <w:tcW w:w="3049" w:type="dxa"/>
            <w:vAlign w:val="center"/>
          </w:tcPr>
          <w:p w14:paraId="1C6E889C" w14:textId="77777777" w:rsidR="00F81ED9" w:rsidRPr="00F81ED9" w:rsidRDefault="00F81ED9" w:rsidP="00F81ED9">
            <w:pPr>
              <w:pStyle w:val="aa"/>
              <w:jc w:val="left"/>
            </w:pPr>
            <w:r>
              <w:t>133. Контролер деталей и приборов</w:t>
            </w:r>
          </w:p>
        </w:tc>
        <w:tc>
          <w:tcPr>
            <w:tcW w:w="3686" w:type="dxa"/>
            <w:vAlign w:val="center"/>
          </w:tcPr>
          <w:p w14:paraId="577B9B8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C0AF94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C0A64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5CD9D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18735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118CBB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7588AD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134. Контролер деталей и приборов</w:t>
            </w:r>
          </w:p>
        </w:tc>
        <w:tc>
          <w:tcPr>
            <w:tcW w:w="3686" w:type="dxa"/>
            <w:vAlign w:val="center"/>
          </w:tcPr>
          <w:p w14:paraId="26091D4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6B6059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0022E6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EBBF5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BD90EC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FBCCE2B" w14:textId="77777777" w:rsidTr="008B4051">
        <w:trPr>
          <w:jc w:val="center"/>
        </w:trPr>
        <w:tc>
          <w:tcPr>
            <w:tcW w:w="3049" w:type="dxa"/>
            <w:vAlign w:val="center"/>
          </w:tcPr>
          <w:p w14:paraId="4F4C5378" w14:textId="77777777" w:rsidR="00F81ED9" w:rsidRPr="00F81ED9" w:rsidRDefault="00F81ED9" w:rsidP="00F81ED9">
            <w:pPr>
              <w:pStyle w:val="aa"/>
              <w:jc w:val="left"/>
            </w:pPr>
            <w:r>
              <w:t>135. Старший контролер деталей и приборов</w:t>
            </w:r>
          </w:p>
        </w:tc>
        <w:tc>
          <w:tcPr>
            <w:tcW w:w="3686" w:type="dxa"/>
            <w:vAlign w:val="center"/>
          </w:tcPr>
          <w:p w14:paraId="3E2B059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381B03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15229A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8161A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303B17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FC601BE" w14:textId="77777777" w:rsidTr="008B4051">
        <w:trPr>
          <w:jc w:val="center"/>
        </w:trPr>
        <w:tc>
          <w:tcPr>
            <w:tcW w:w="3049" w:type="dxa"/>
            <w:vAlign w:val="center"/>
          </w:tcPr>
          <w:p w14:paraId="493E2595" w14:textId="77777777" w:rsidR="00F81ED9" w:rsidRPr="00F81ED9" w:rsidRDefault="00F81ED9" w:rsidP="00F81ED9">
            <w:pPr>
              <w:pStyle w:val="aa"/>
              <w:jc w:val="left"/>
            </w:pPr>
            <w:r>
              <w:t>136. Контролер деталей и приборов</w:t>
            </w:r>
          </w:p>
        </w:tc>
        <w:tc>
          <w:tcPr>
            <w:tcW w:w="3686" w:type="dxa"/>
            <w:vAlign w:val="center"/>
          </w:tcPr>
          <w:p w14:paraId="7034AD6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FEE28C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A04A9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596D7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FC8A74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A5A308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A3DC3A4" w14:textId="77777777" w:rsidR="00F81ED9" w:rsidRPr="00F81ED9" w:rsidRDefault="00F81ED9" w:rsidP="00F81ED9">
            <w:pPr>
              <w:pStyle w:val="aa"/>
              <w:jc w:val="left"/>
            </w:pPr>
            <w:r>
              <w:t>137. Старший контролер деталей и приборов</w:t>
            </w:r>
          </w:p>
        </w:tc>
        <w:tc>
          <w:tcPr>
            <w:tcW w:w="3686" w:type="dxa"/>
            <w:vAlign w:val="center"/>
          </w:tcPr>
          <w:p w14:paraId="5E8760E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A9CDD6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EE6725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9BD36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AE9E74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C5784F2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03E163" w14:textId="77777777" w:rsidR="00F81ED9" w:rsidRPr="00F81ED9" w:rsidRDefault="00F81ED9" w:rsidP="00F81ED9">
            <w:pPr>
              <w:pStyle w:val="aa"/>
              <w:jc w:val="left"/>
            </w:pPr>
            <w:r>
              <w:t>138. Контролер деталей и приборов</w:t>
            </w:r>
          </w:p>
        </w:tc>
        <w:tc>
          <w:tcPr>
            <w:tcW w:w="3686" w:type="dxa"/>
            <w:vAlign w:val="center"/>
          </w:tcPr>
          <w:p w14:paraId="1CEA7DF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AEF2EE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E6C99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4D00A3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246C3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DFFBAD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93F608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2B525AA3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16BEED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B7715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C842DB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5DB6D6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A64AF06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AEAD95" w14:textId="77777777" w:rsidR="00F81ED9" w:rsidRPr="00F81ED9" w:rsidRDefault="00F81ED9" w:rsidP="00F81ED9">
            <w:pPr>
              <w:pStyle w:val="aa"/>
              <w:jc w:val="left"/>
            </w:pPr>
            <w:r>
              <w:t>139. Начальник отдела</w:t>
            </w:r>
          </w:p>
        </w:tc>
        <w:tc>
          <w:tcPr>
            <w:tcW w:w="3686" w:type="dxa"/>
            <w:vAlign w:val="center"/>
          </w:tcPr>
          <w:p w14:paraId="4645F5C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F3E76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0064A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62160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96D1FA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21FF3E4" w14:textId="77777777" w:rsidTr="008B4051">
        <w:trPr>
          <w:jc w:val="center"/>
        </w:trPr>
        <w:tc>
          <w:tcPr>
            <w:tcW w:w="3049" w:type="dxa"/>
            <w:vAlign w:val="center"/>
          </w:tcPr>
          <w:p w14:paraId="139B531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входного контроля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48CF985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F14D6B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D7D12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24AF02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FEBBF8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25DF37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EDC4BBD" w14:textId="77777777" w:rsidR="00F81ED9" w:rsidRPr="00F81ED9" w:rsidRDefault="00F81ED9" w:rsidP="00F81ED9">
            <w:pPr>
              <w:pStyle w:val="aa"/>
              <w:jc w:val="left"/>
            </w:pPr>
            <w:r>
              <w:t>140. Начальник сектора</w:t>
            </w:r>
          </w:p>
        </w:tc>
        <w:tc>
          <w:tcPr>
            <w:tcW w:w="3686" w:type="dxa"/>
            <w:vAlign w:val="center"/>
          </w:tcPr>
          <w:p w14:paraId="645290A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E849F1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0D87E0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C67239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CC296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74E7E3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9521744" w14:textId="77777777" w:rsidR="00F81ED9" w:rsidRPr="00F81ED9" w:rsidRDefault="00F81ED9" w:rsidP="00F81ED9">
            <w:pPr>
              <w:pStyle w:val="aa"/>
              <w:jc w:val="left"/>
            </w:pPr>
            <w:r>
              <w:t>141. Инженер по качеству</w:t>
            </w:r>
          </w:p>
        </w:tc>
        <w:tc>
          <w:tcPr>
            <w:tcW w:w="3686" w:type="dxa"/>
            <w:vAlign w:val="center"/>
          </w:tcPr>
          <w:p w14:paraId="2D5348E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F21489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AE9E3C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9D421E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26A32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825CA7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94BE1EA" w14:textId="77777777" w:rsidR="00F81ED9" w:rsidRPr="00F81ED9" w:rsidRDefault="00F81ED9" w:rsidP="00F81ED9">
            <w:pPr>
              <w:pStyle w:val="aa"/>
              <w:jc w:val="left"/>
            </w:pPr>
            <w:r>
              <w:t>142. Ведущий инженер</w:t>
            </w:r>
          </w:p>
        </w:tc>
        <w:tc>
          <w:tcPr>
            <w:tcW w:w="3686" w:type="dxa"/>
            <w:vAlign w:val="center"/>
          </w:tcPr>
          <w:p w14:paraId="5F2685C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3E61C5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DDA570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C487E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2CDCF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DF9DF75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D5362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входного контроля качества холодильников  </w:t>
            </w:r>
          </w:p>
        </w:tc>
        <w:tc>
          <w:tcPr>
            <w:tcW w:w="3686" w:type="dxa"/>
            <w:vAlign w:val="center"/>
          </w:tcPr>
          <w:p w14:paraId="5A8B913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74DFDE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611B55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065EC0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11D595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AAFE54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FE7ED2" w14:textId="77777777" w:rsidR="00F81ED9" w:rsidRPr="00F81ED9" w:rsidRDefault="00F81ED9" w:rsidP="00F81ED9">
            <w:pPr>
              <w:pStyle w:val="aa"/>
              <w:jc w:val="left"/>
            </w:pPr>
            <w:r>
              <w:t>143. Инженер по качеству</w:t>
            </w:r>
          </w:p>
        </w:tc>
        <w:tc>
          <w:tcPr>
            <w:tcW w:w="3686" w:type="dxa"/>
            <w:vAlign w:val="center"/>
          </w:tcPr>
          <w:p w14:paraId="2F5406B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59399A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A7AE52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7B5CD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48E1B0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F2B54A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8FB0FA2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Бригада входного контроля качества стиральных машин</w:t>
            </w:r>
          </w:p>
        </w:tc>
        <w:tc>
          <w:tcPr>
            <w:tcW w:w="3686" w:type="dxa"/>
            <w:vAlign w:val="center"/>
          </w:tcPr>
          <w:p w14:paraId="0293A0F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492881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47B667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17F10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A8659A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493E02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C5A9E53" w14:textId="77777777" w:rsidR="00F81ED9" w:rsidRPr="00F81ED9" w:rsidRDefault="00F81ED9" w:rsidP="00F81ED9">
            <w:pPr>
              <w:pStyle w:val="aa"/>
              <w:jc w:val="left"/>
            </w:pPr>
            <w:r>
              <w:t>144. Контролер деталей и приборов</w:t>
            </w:r>
          </w:p>
        </w:tc>
        <w:tc>
          <w:tcPr>
            <w:tcW w:w="3686" w:type="dxa"/>
            <w:vAlign w:val="center"/>
          </w:tcPr>
          <w:p w14:paraId="2B7896F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C44602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62919D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1D077D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9231F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ECA4158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0AB83F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выходного контроля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6E4B035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ECBA16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FCD2C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22FD42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FEA68F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08CD04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039B6D8" w14:textId="77777777" w:rsidR="00F81ED9" w:rsidRPr="00F81ED9" w:rsidRDefault="00F81ED9" w:rsidP="00F81ED9">
            <w:pPr>
              <w:pStyle w:val="aa"/>
              <w:jc w:val="left"/>
            </w:pPr>
            <w:r>
              <w:t>145. Начальник сектора</w:t>
            </w:r>
          </w:p>
        </w:tc>
        <w:tc>
          <w:tcPr>
            <w:tcW w:w="3686" w:type="dxa"/>
            <w:vAlign w:val="center"/>
          </w:tcPr>
          <w:p w14:paraId="3128494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18FBCD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24DAAE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8A31FE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0D0BD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40B6CD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5205B49" w14:textId="77777777" w:rsidR="00F81ED9" w:rsidRPr="00F81ED9" w:rsidRDefault="00F81ED9" w:rsidP="00F81ED9">
            <w:pPr>
              <w:pStyle w:val="aa"/>
              <w:jc w:val="left"/>
            </w:pPr>
            <w:r>
              <w:t>146. Инженер по качеству</w:t>
            </w:r>
          </w:p>
        </w:tc>
        <w:tc>
          <w:tcPr>
            <w:tcW w:w="3686" w:type="dxa"/>
            <w:vAlign w:val="center"/>
          </w:tcPr>
          <w:p w14:paraId="255AF1A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CF4C63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6426A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E2CDC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A045A5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6F79FAE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5C3447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Бригада выходного контроля качества холодильников и стиральных машин (продукт WM)</w:t>
            </w:r>
          </w:p>
        </w:tc>
        <w:tc>
          <w:tcPr>
            <w:tcW w:w="3686" w:type="dxa"/>
            <w:vAlign w:val="center"/>
          </w:tcPr>
          <w:p w14:paraId="5D4E4109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E21EDC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6ABE0A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AD56B8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8C3C7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2030509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B5ADE1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147. Контролер деталей и приборов</w:t>
            </w:r>
          </w:p>
        </w:tc>
        <w:tc>
          <w:tcPr>
            <w:tcW w:w="3686" w:type="dxa"/>
            <w:vAlign w:val="center"/>
          </w:tcPr>
          <w:p w14:paraId="68DC582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82E614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655BDF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65DE9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919E8C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F353C9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8E50AB5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линейного контроля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55D86C7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AC5D93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32BC1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0BDF6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29452B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2AEB9C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61A471" w14:textId="77777777" w:rsidR="00F81ED9" w:rsidRPr="00F81ED9" w:rsidRDefault="00F81ED9" w:rsidP="00F81ED9">
            <w:pPr>
              <w:pStyle w:val="aa"/>
              <w:jc w:val="left"/>
            </w:pPr>
            <w:r>
              <w:t>148. Ведущий инженер</w:t>
            </w:r>
          </w:p>
        </w:tc>
        <w:tc>
          <w:tcPr>
            <w:tcW w:w="3686" w:type="dxa"/>
            <w:vAlign w:val="center"/>
          </w:tcPr>
          <w:p w14:paraId="74EE345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15B4E7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6DE091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108E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93007F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5E4080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1A6E86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управления качеством на рынке</w:t>
            </w:r>
          </w:p>
        </w:tc>
        <w:tc>
          <w:tcPr>
            <w:tcW w:w="3686" w:type="dxa"/>
            <w:vAlign w:val="center"/>
          </w:tcPr>
          <w:p w14:paraId="250ED2F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4C0F24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91A5FE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3DD4AC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8985F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3B40CDE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14C518" w14:textId="77777777" w:rsidR="00F81ED9" w:rsidRPr="00F81ED9" w:rsidRDefault="00F81ED9" w:rsidP="00F81ED9">
            <w:pPr>
              <w:pStyle w:val="aa"/>
              <w:jc w:val="left"/>
            </w:pPr>
            <w:r>
              <w:t>149. Начальник сектора</w:t>
            </w:r>
          </w:p>
        </w:tc>
        <w:tc>
          <w:tcPr>
            <w:tcW w:w="3686" w:type="dxa"/>
            <w:vAlign w:val="center"/>
          </w:tcPr>
          <w:p w14:paraId="6FD9E74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58BA76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A0FA7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B4C8D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588FF3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8B75E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D5E6E80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управления качеством на рынке (продукт WM)</w:t>
            </w:r>
          </w:p>
        </w:tc>
        <w:tc>
          <w:tcPr>
            <w:tcW w:w="3686" w:type="dxa"/>
            <w:vAlign w:val="center"/>
          </w:tcPr>
          <w:p w14:paraId="3AC1F3C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DB1D38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A0C279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F57FEB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DD355B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A922B3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3678B5" w14:textId="77777777" w:rsidR="00F81ED9" w:rsidRPr="00F81ED9" w:rsidRDefault="00F81ED9" w:rsidP="00F81ED9">
            <w:pPr>
              <w:pStyle w:val="aa"/>
              <w:jc w:val="left"/>
            </w:pPr>
            <w:r>
              <w:t>150. Ведущий инженер</w:t>
            </w:r>
          </w:p>
        </w:tc>
        <w:tc>
          <w:tcPr>
            <w:tcW w:w="3686" w:type="dxa"/>
            <w:vAlign w:val="center"/>
          </w:tcPr>
          <w:p w14:paraId="28C1792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152300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90A3CD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CDB17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1E118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C2E34DD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910DBC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линейного контроля качества холодильников</w:t>
            </w:r>
          </w:p>
        </w:tc>
        <w:tc>
          <w:tcPr>
            <w:tcW w:w="3686" w:type="dxa"/>
            <w:vAlign w:val="center"/>
          </w:tcPr>
          <w:p w14:paraId="7BC8D1F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22AF31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4BC08B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A7A5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91A33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A05ED3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3AEE69D" w14:textId="77777777" w:rsidR="00F81ED9" w:rsidRPr="00F81ED9" w:rsidRDefault="00F81ED9" w:rsidP="00F81ED9">
            <w:pPr>
              <w:pStyle w:val="aa"/>
              <w:jc w:val="left"/>
            </w:pPr>
            <w:r>
              <w:t>151. Ведущий инженер по качеству</w:t>
            </w:r>
          </w:p>
        </w:tc>
        <w:tc>
          <w:tcPr>
            <w:tcW w:w="3686" w:type="dxa"/>
            <w:vAlign w:val="center"/>
          </w:tcPr>
          <w:p w14:paraId="77D1F73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D04EAB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0AC64B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09F8C5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3D83F6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CC0E6E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699021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организации таможенного оформления</w:t>
            </w:r>
          </w:p>
        </w:tc>
        <w:tc>
          <w:tcPr>
            <w:tcW w:w="3686" w:type="dxa"/>
            <w:vAlign w:val="center"/>
          </w:tcPr>
          <w:p w14:paraId="1CCB315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A2FA8B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1679E5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F31414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FA0F41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A604D3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F670FF2" w14:textId="77777777" w:rsidR="00F81ED9" w:rsidRPr="00F81ED9" w:rsidRDefault="00F81ED9" w:rsidP="00F81ED9">
            <w:pPr>
              <w:pStyle w:val="aa"/>
              <w:jc w:val="left"/>
            </w:pPr>
            <w:r>
              <w:t>152. Начальник отдела</w:t>
            </w:r>
          </w:p>
        </w:tc>
        <w:tc>
          <w:tcPr>
            <w:tcW w:w="3686" w:type="dxa"/>
            <w:vAlign w:val="center"/>
          </w:tcPr>
          <w:p w14:paraId="0FDBA39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81E8D5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2083F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5737A4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A264CE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6D0644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B7E61F0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внешнеэкономической деятельности</w:t>
            </w:r>
          </w:p>
        </w:tc>
        <w:tc>
          <w:tcPr>
            <w:tcW w:w="3686" w:type="dxa"/>
            <w:vAlign w:val="center"/>
          </w:tcPr>
          <w:p w14:paraId="4A8007CF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CB85EF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81F667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A9F8E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EBEBFC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CDD193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3A2CA1B" w14:textId="77777777" w:rsidR="00F81ED9" w:rsidRPr="00F81ED9" w:rsidRDefault="00F81ED9" w:rsidP="00F81ED9">
            <w:pPr>
              <w:pStyle w:val="aa"/>
              <w:jc w:val="left"/>
            </w:pPr>
            <w:r>
              <w:t>153. Специалист по таможенному оформлению</w:t>
            </w:r>
          </w:p>
        </w:tc>
        <w:tc>
          <w:tcPr>
            <w:tcW w:w="3686" w:type="dxa"/>
            <w:vAlign w:val="center"/>
          </w:tcPr>
          <w:p w14:paraId="47306C5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7B9FDA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545EA8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6423F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7B223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0F057D9" w14:textId="77777777" w:rsidTr="008B4051">
        <w:trPr>
          <w:jc w:val="center"/>
        </w:trPr>
        <w:tc>
          <w:tcPr>
            <w:tcW w:w="3049" w:type="dxa"/>
            <w:vAlign w:val="center"/>
          </w:tcPr>
          <w:p w14:paraId="391CF60C" w14:textId="77777777" w:rsidR="00F81ED9" w:rsidRPr="00F81ED9" w:rsidRDefault="00F81ED9" w:rsidP="00F81ED9">
            <w:pPr>
              <w:pStyle w:val="aa"/>
              <w:jc w:val="left"/>
            </w:pPr>
            <w:r>
              <w:t>154. Специалист по таможенному оформлению</w:t>
            </w:r>
          </w:p>
        </w:tc>
        <w:tc>
          <w:tcPr>
            <w:tcW w:w="3686" w:type="dxa"/>
            <w:vAlign w:val="center"/>
          </w:tcPr>
          <w:p w14:paraId="2718048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F7169A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F0277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427696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7039ED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A5278E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66E1D8" w14:textId="77777777" w:rsidR="00F81ED9" w:rsidRPr="00F81ED9" w:rsidRDefault="00F81ED9" w:rsidP="00F81ED9">
            <w:pPr>
              <w:pStyle w:val="aa"/>
              <w:jc w:val="left"/>
            </w:pPr>
            <w:r>
              <w:t>155. Специалист по таможенному оформлению</w:t>
            </w:r>
          </w:p>
        </w:tc>
        <w:tc>
          <w:tcPr>
            <w:tcW w:w="3686" w:type="dxa"/>
            <w:vAlign w:val="center"/>
          </w:tcPr>
          <w:p w14:paraId="68F2F648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BDF07B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636DB7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8ED0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EEC4CF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97215B0" w14:textId="77777777" w:rsidTr="008B4051">
        <w:trPr>
          <w:jc w:val="center"/>
        </w:trPr>
        <w:tc>
          <w:tcPr>
            <w:tcW w:w="3049" w:type="dxa"/>
            <w:vAlign w:val="center"/>
          </w:tcPr>
          <w:p w14:paraId="78F5EEF7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Таможенный сектор</w:t>
            </w:r>
          </w:p>
        </w:tc>
        <w:tc>
          <w:tcPr>
            <w:tcW w:w="3686" w:type="dxa"/>
            <w:vAlign w:val="center"/>
          </w:tcPr>
          <w:p w14:paraId="0DDD75E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4005E8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D3846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2EDD43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F2E61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AD4EBF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B6DB27" w14:textId="77777777" w:rsidR="00F81ED9" w:rsidRPr="00F81ED9" w:rsidRDefault="00F81ED9" w:rsidP="00F81ED9">
            <w:pPr>
              <w:pStyle w:val="aa"/>
              <w:jc w:val="left"/>
            </w:pPr>
            <w:r>
              <w:t>156. Начальник сектора</w:t>
            </w:r>
          </w:p>
        </w:tc>
        <w:tc>
          <w:tcPr>
            <w:tcW w:w="3686" w:type="dxa"/>
            <w:vAlign w:val="center"/>
          </w:tcPr>
          <w:p w14:paraId="3A02355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1C44F9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32D8A8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52731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9008C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30536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B2E5C7" w14:textId="77777777" w:rsidR="00F81ED9" w:rsidRPr="00F81ED9" w:rsidRDefault="00F81ED9" w:rsidP="00F81ED9">
            <w:pPr>
              <w:pStyle w:val="aa"/>
              <w:jc w:val="left"/>
            </w:pPr>
            <w:r>
              <w:t>157. Ведущий специалист</w:t>
            </w:r>
          </w:p>
        </w:tc>
        <w:tc>
          <w:tcPr>
            <w:tcW w:w="3686" w:type="dxa"/>
            <w:vAlign w:val="center"/>
          </w:tcPr>
          <w:p w14:paraId="5825EED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247948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F18E4C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0D0D1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BD108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A247201" w14:textId="77777777" w:rsidTr="008B4051">
        <w:trPr>
          <w:jc w:val="center"/>
        </w:trPr>
        <w:tc>
          <w:tcPr>
            <w:tcW w:w="3049" w:type="dxa"/>
            <w:vAlign w:val="center"/>
          </w:tcPr>
          <w:p w14:paraId="7CFC6504" w14:textId="77777777" w:rsidR="00F81ED9" w:rsidRPr="00F81ED9" w:rsidRDefault="00F81ED9" w:rsidP="00F81ED9">
            <w:pPr>
              <w:pStyle w:val="aa"/>
              <w:jc w:val="left"/>
            </w:pPr>
            <w:r>
              <w:t>158. Ведущий специалист</w:t>
            </w:r>
          </w:p>
        </w:tc>
        <w:tc>
          <w:tcPr>
            <w:tcW w:w="3686" w:type="dxa"/>
            <w:vAlign w:val="center"/>
          </w:tcPr>
          <w:p w14:paraId="79BC391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4E83F0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C7485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2DEB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0A4B79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5CF10AF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3648CA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охраны труда, промышленной безопасности и энергообеспечения</w:t>
            </w:r>
          </w:p>
        </w:tc>
        <w:tc>
          <w:tcPr>
            <w:tcW w:w="3686" w:type="dxa"/>
            <w:vAlign w:val="center"/>
          </w:tcPr>
          <w:p w14:paraId="5493183E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A15D87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31E4B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3730E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5AE34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407B646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BFF241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Служба охраны труда и промышленной безопасности</w:t>
            </w:r>
          </w:p>
        </w:tc>
        <w:tc>
          <w:tcPr>
            <w:tcW w:w="3686" w:type="dxa"/>
            <w:vAlign w:val="center"/>
          </w:tcPr>
          <w:p w14:paraId="75BD519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AEF437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FB84E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26113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A705F6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B85441B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E87173" w14:textId="59514CF3" w:rsidR="00F81ED9" w:rsidRPr="00F81ED9" w:rsidRDefault="00F81ED9" w:rsidP="00F81ED9">
            <w:pPr>
              <w:pStyle w:val="aa"/>
              <w:jc w:val="left"/>
            </w:pPr>
            <w:r>
              <w:lastRenderedPageBreak/>
              <w:t>159. Специалист по охране труда</w:t>
            </w:r>
            <w:r w:rsidR="00065AAC">
              <w:t xml:space="preserve"> и технике безопасности</w:t>
            </w:r>
          </w:p>
        </w:tc>
        <w:tc>
          <w:tcPr>
            <w:tcW w:w="3686" w:type="dxa"/>
            <w:vAlign w:val="center"/>
          </w:tcPr>
          <w:p w14:paraId="3E55105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06078A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000739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5FE73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635DDA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1ECAD05" w14:textId="77777777" w:rsidTr="008B4051">
        <w:trPr>
          <w:jc w:val="center"/>
        </w:trPr>
        <w:tc>
          <w:tcPr>
            <w:tcW w:w="3049" w:type="dxa"/>
            <w:vAlign w:val="center"/>
          </w:tcPr>
          <w:p w14:paraId="0292A3FE" w14:textId="77777777" w:rsidR="00F81ED9" w:rsidRPr="00F81ED9" w:rsidRDefault="00F81ED9" w:rsidP="00F81ED9">
            <w:pPr>
              <w:pStyle w:val="aa"/>
              <w:jc w:val="left"/>
            </w:pPr>
            <w:r>
              <w:t>160. Инспектор по охране труда и технике безопасности</w:t>
            </w:r>
          </w:p>
        </w:tc>
        <w:tc>
          <w:tcPr>
            <w:tcW w:w="3686" w:type="dxa"/>
            <w:vAlign w:val="center"/>
          </w:tcPr>
          <w:p w14:paraId="4EA9F52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92DD31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E093ED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3BC1A7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4F293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395986F" w14:textId="77777777" w:rsidTr="008B4051">
        <w:trPr>
          <w:jc w:val="center"/>
        </w:trPr>
        <w:tc>
          <w:tcPr>
            <w:tcW w:w="3049" w:type="dxa"/>
            <w:vAlign w:val="center"/>
          </w:tcPr>
          <w:p w14:paraId="1FB67FB2" w14:textId="77777777" w:rsidR="00F81ED9" w:rsidRPr="00F81ED9" w:rsidRDefault="00F81ED9" w:rsidP="00F81ED9">
            <w:pPr>
              <w:pStyle w:val="aa"/>
              <w:jc w:val="left"/>
            </w:pPr>
            <w:r>
              <w:t>161. Руководитель службы</w:t>
            </w:r>
          </w:p>
        </w:tc>
        <w:tc>
          <w:tcPr>
            <w:tcW w:w="3686" w:type="dxa"/>
            <w:vAlign w:val="center"/>
          </w:tcPr>
          <w:p w14:paraId="374D924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5F173A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AEDA60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A0834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C9CBA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CC989C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D05B5F5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персонала</w:t>
            </w:r>
          </w:p>
        </w:tc>
        <w:tc>
          <w:tcPr>
            <w:tcW w:w="3686" w:type="dxa"/>
            <w:vAlign w:val="center"/>
          </w:tcPr>
          <w:p w14:paraId="5F227DD3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941F16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1D5D50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5A4FA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AD7E0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CFFDD8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B7C31A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кадрового администрирования и заработной платы</w:t>
            </w:r>
          </w:p>
        </w:tc>
        <w:tc>
          <w:tcPr>
            <w:tcW w:w="3686" w:type="dxa"/>
            <w:vAlign w:val="center"/>
          </w:tcPr>
          <w:p w14:paraId="06C4A98B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1A8FEF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B49BF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734B72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C62952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2863A7D" w14:textId="77777777" w:rsidTr="008B4051">
        <w:trPr>
          <w:jc w:val="center"/>
        </w:trPr>
        <w:tc>
          <w:tcPr>
            <w:tcW w:w="3049" w:type="dxa"/>
            <w:vAlign w:val="center"/>
          </w:tcPr>
          <w:p w14:paraId="5EE2ED12" w14:textId="77777777" w:rsidR="00F81ED9" w:rsidRPr="00F81ED9" w:rsidRDefault="00F81ED9" w:rsidP="00F81ED9">
            <w:pPr>
              <w:pStyle w:val="aa"/>
              <w:jc w:val="left"/>
            </w:pPr>
            <w:r>
              <w:t>162. Начальник сектора</w:t>
            </w:r>
          </w:p>
        </w:tc>
        <w:tc>
          <w:tcPr>
            <w:tcW w:w="3686" w:type="dxa"/>
            <w:vAlign w:val="center"/>
          </w:tcPr>
          <w:p w14:paraId="42ADA1A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A1E926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1E254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2D0945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D8497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632FFE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7E8DFF" w14:textId="77777777" w:rsidR="00F81ED9" w:rsidRPr="00F81ED9" w:rsidRDefault="00F81ED9" w:rsidP="00F81ED9">
            <w:pPr>
              <w:pStyle w:val="aa"/>
              <w:jc w:val="left"/>
            </w:pPr>
            <w:r>
              <w:t>163. Ведущий бухгалтер</w:t>
            </w:r>
          </w:p>
        </w:tc>
        <w:tc>
          <w:tcPr>
            <w:tcW w:w="3686" w:type="dxa"/>
            <w:vAlign w:val="center"/>
          </w:tcPr>
          <w:p w14:paraId="7C1A5F8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ACECFF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B0D63E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BDF2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11C4FE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2BBD5F" w14:textId="77777777" w:rsidTr="008B4051">
        <w:trPr>
          <w:jc w:val="center"/>
        </w:trPr>
        <w:tc>
          <w:tcPr>
            <w:tcW w:w="3049" w:type="dxa"/>
            <w:vAlign w:val="center"/>
          </w:tcPr>
          <w:p w14:paraId="3D911637" w14:textId="77777777" w:rsidR="00F81ED9" w:rsidRPr="00F81ED9" w:rsidRDefault="00F81ED9" w:rsidP="00F81ED9">
            <w:pPr>
              <w:pStyle w:val="aa"/>
              <w:jc w:val="left"/>
            </w:pPr>
            <w:r>
              <w:t>164. Ведущий бухгалтер</w:t>
            </w:r>
          </w:p>
        </w:tc>
        <w:tc>
          <w:tcPr>
            <w:tcW w:w="3686" w:type="dxa"/>
            <w:vAlign w:val="center"/>
          </w:tcPr>
          <w:p w14:paraId="020E242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38CF24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136B9E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85A68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151A4C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21BDBA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D0CE1E4" w14:textId="77777777" w:rsidR="00F81ED9" w:rsidRPr="00F81ED9" w:rsidRDefault="00F81ED9" w:rsidP="00F81ED9">
            <w:pPr>
              <w:pStyle w:val="aa"/>
              <w:jc w:val="left"/>
            </w:pPr>
            <w:r>
              <w:t>165. Ведущий специалист</w:t>
            </w:r>
          </w:p>
        </w:tc>
        <w:tc>
          <w:tcPr>
            <w:tcW w:w="3686" w:type="dxa"/>
            <w:vAlign w:val="center"/>
          </w:tcPr>
          <w:p w14:paraId="0242D5C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90EEC2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C85B5D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09DA94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74277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6F3EC9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C73996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организационного развития и коммуникаций</w:t>
            </w:r>
          </w:p>
        </w:tc>
        <w:tc>
          <w:tcPr>
            <w:tcW w:w="3686" w:type="dxa"/>
            <w:vAlign w:val="center"/>
          </w:tcPr>
          <w:p w14:paraId="62F9231B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AC4A71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549EC0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FEF98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A7870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284FD5E" w14:textId="77777777" w:rsidTr="008B4051">
        <w:trPr>
          <w:jc w:val="center"/>
        </w:trPr>
        <w:tc>
          <w:tcPr>
            <w:tcW w:w="3049" w:type="dxa"/>
            <w:vAlign w:val="center"/>
          </w:tcPr>
          <w:p w14:paraId="26C8168D" w14:textId="77777777" w:rsidR="00F81ED9" w:rsidRPr="00F81ED9" w:rsidRDefault="00F81ED9" w:rsidP="00F81ED9">
            <w:pPr>
              <w:pStyle w:val="aa"/>
              <w:jc w:val="left"/>
            </w:pPr>
            <w:r>
              <w:t>166. Начальник сектора</w:t>
            </w:r>
          </w:p>
        </w:tc>
        <w:tc>
          <w:tcPr>
            <w:tcW w:w="3686" w:type="dxa"/>
            <w:vAlign w:val="center"/>
          </w:tcPr>
          <w:p w14:paraId="6515F3D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637758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8A4F61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81AAB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87F30E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F71069F" w14:textId="77777777" w:rsidTr="008B4051">
        <w:trPr>
          <w:jc w:val="center"/>
        </w:trPr>
        <w:tc>
          <w:tcPr>
            <w:tcW w:w="3049" w:type="dxa"/>
            <w:vAlign w:val="center"/>
          </w:tcPr>
          <w:p w14:paraId="62F8CFFF" w14:textId="77777777" w:rsidR="00F81ED9" w:rsidRPr="00F81ED9" w:rsidRDefault="00F81ED9" w:rsidP="00F81ED9">
            <w:pPr>
              <w:pStyle w:val="aa"/>
              <w:jc w:val="left"/>
            </w:pPr>
            <w:r>
              <w:t>167. Ведущий специалист</w:t>
            </w:r>
          </w:p>
        </w:tc>
        <w:tc>
          <w:tcPr>
            <w:tcW w:w="3686" w:type="dxa"/>
            <w:vAlign w:val="center"/>
          </w:tcPr>
          <w:p w14:paraId="7E50431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82B11A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750884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892BD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463B05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36D8E8C" w14:textId="77777777" w:rsidTr="008B4051">
        <w:trPr>
          <w:jc w:val="center"/>
        </w:trPr>
        <w:tc>
          <w:tcPr>
            <w:tcW w:w="3049" w:type="dxa"/>
            <w:vAlign w:val="center"/>
          </w:tcPr>
          <w:p w14:paraId="1E17D5E9" w14:textId="77777777" w:rsidR="00F81ED9" w:rsidRPr="00F81ED9" w:rsidRDefault="00F81ED9" w:rsidP="00F81ED9">
            <w:pPr>
              <w:pStyle w:val="aa"/>
              <w:jc w:val="left"/>
            </w:pPr>
            <w:r>
              <w:t>168. Ведущий специалист</w:t>
            </w:r>
          </w:p>
        </w:tc>
        <w:tc>
          <w:tcPr>
            <w:tcW w:w="3686" w:type="dxa"/>
            <w:vAlign w:val="center"/>
          </w:tcPr>
          <w:p w14:paraId="1375FE7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0AF3B1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D7B063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A99D6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D077DB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218F7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D0260E2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планирования</w:t>
            </w:r>
          </w:p>
        </w:tc>
        <w:tc>
          <w:tcPr>
            <w:tcW w:w="3686" w:type="dxa"/>
            <w:vAlign w:val="center"/>
          </w:tcPr>
          <w:p w14:paraId="3F4B97A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2054AB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0111E8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BCD3A8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49F3F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55224A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58AAE29" w14:textId="77777777" w:rsidR="00F81ED9" w:rsidRPr="00F81ED9" w:rsidRDefault="00F81ED9" w:rsidP="00F81ED9">
            <w:pPr>
              <w:pStyle w:val="aa"/>
              <w:jc w:val="left"/>
            </w:pPr>
            <w:r>
              <w:t>169. Начальник отдела</w:t>
            </w:r>
          </w:p>
        </w:tc>
        <w:tc>
          <w:tcPr>
            <w:tcW w:w="3686" w:type="dxa"/>
            <w:vAlign w:val="center"/>
          </w:tcPr>
          <w:p w14:paraId="44484F7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51E13C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DEA6B7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528FBA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04B56E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65AAA84" w14:textId="77777777" w:rsidTr="008B4051">
        <w:trPr>
          <w:jc w:val="center"/>
        </w:trPr>
        <w:tc>
          <w:tcPr>
            <w:tcW w:w="3049" w:type="dxa"/>
            <w:vAlign w:val="center"/>
          </w:tcPr>
          <w:p w14:paraId="5B54E5BF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стиральных машин</w:t>
            </w:r>
          </w:p>
        </w:tc>
        <w:tc>
          <w:tcPr>
            <w:tcW w:w="3686" w:type="dxa"/>
            <w:vAlign w:val="center"/>
          </w:tcPr>
          <w:p w14:paraId="62FEAA6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EDB047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347DA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8A7F2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3C4CC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A007E3B" w14:textId="77777777" w:rsidTr="008B4051">
        <w:trPr>
          <w:jc w:val="center"/>
        </w:trPr>
        <w:tc>
          <w:tcPr>
            <w:tcW w:w="3049" w:type="dxa"/>
            <w:vAlign w:val="center"/>
          </w:tcPr>
          <w:p w14:paraId="5F4C4838" w14:textId="77777777" w:rsidR="00F81ED9" w:rsidRPr="00F81ED9" w:rsidRDefault="00F81ED9" w:rsidP="00F81ED9">
            <w:pPr>
              <w:pStyle w:val="aa"/>
              <w:jc w:val="left"/>
            </w:pPr>
            <w:r>
              <w:t>170. Начальник отдела</w:t>
            </w:r>
          </w:p>
        </w:tc>
        <w:tc>
          <w:tcPr>
            <w:tcW w:w="3686" w:type="dxa"/>
            <w:vAlign w:val="center"/>
          </w:tcPr>
          <w:p w14:paraId="0C7B640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4B88E7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73F7BF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82DCA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C573E5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FB6DBC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F76E6E" w14:textId="77777777" w:rsidR="00F81ED9" w:rsidRPr="00F81ED9" w:rsidRDefault="00F81ED9" w:rsidP="00F81ED9">
            <w:pPr>
              <w:pStyle w:val="aa"/>
              <w:jc w:val="left"/>
            </w:pPr>
            <w:r>
              <w:t>171. Переводчик</w:t>
            </w:r>
          </w:p>
        </w:tc>
        <w:tc>
          <w:tcPr>
            <w:tcW w:w="3686" w:type="dxa"/>
            <w:vAlign w:val="center"/>
          </w:tcPr>
          <w:p w14:paraId="1254595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8F511B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CB6480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7F6934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97DF1E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1310B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1B24FC" w14:textId="77777777" w:rsidR="00F81ED9" w:rsidRPr="00F81ED9" w:rsidRDefault="00F81ED9" w:rsidP="00F81ED9">
            <w:pPr>
              <w:pStyle w:val="aa"/>
              <w:jc w:val="left"/>
            </w:pPr>
            <w:r>
              <w:t>172. Начальник производства</w:t>
            </w:r>
          </w:p>
        </w:tc>
        <w:tc>
          <w:tcPr>
            <w:tcW w:w="3686" w:type="dxa"/>
            <w:vAlign w:val="center"/>
          </w:tcPr>
          <w:p w14:paraId="1D66A56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5E40955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846BC1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AAEA1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3E35A7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FAF7296" w14:textId="77777777" w:rsidTr="008B4051">
        <w:trPr>
          <w:jc w:val="center"/>
        </w:trPr>
        <w:tc>
          <w:tcPr>
            <w:tcW w:w="3049" w:type="dxa"/>
            <w:vAlign w:val="center"/>
          </w:tcPr>
          <w:p w14:paraId="1A749226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контрольных панелей</w:t>
            </w:r>
          </w:p>
        </w:tc>
        <w:tc>
          <w:tcPr>
            <w:tcW w:w="3686" w:type="dxa"/>
            <w:vAlign w:val="center"/>
          </w:tcPr>
          <w:p w14:paraId="05177DA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13CD5F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EA7F6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026CF0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BE0873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330BF0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8CBD436" w14:textId="77777777" w:rsidR="00F81ED9" w:rsidRPr="00F81ED9" w:rsidRDefault="00F81ED9" w:rsidP="00F81ED9">
            <w:pPr>
              <w:pStyle w:val="aa"/>
              <w:jc w:val="left"/>
            </w:pPr>
            <w:r>
              <w:t>173. Контролер деталей и приборов</w:t>
            </w:r>
          </w:p>
        </w:tc>
        <w:tc>
          <w:tcPr>
            <w:tcW w:w="3686" w:type="dxa"/>
            <w:vAlign w:val="center"/>
          </w:tcPr>
          <w:p w14:paraId="7E98EEDC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4C10668E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2C3B408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8269C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C59918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285E80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01D91C3" w14:textId="77777777" w:rsidR="00F81ED9" w:rsidRPr="00F81ED9" w:rsidRDefault="00F81ED9" w:rsidP="00F81ED9">
            <w:pPr>
              <w:pStyle w:val="aa"/>
              <w:jc w:val="left"/>
            </w:pPr>
            <w:r>
              <w:t>174. Контролер деталей и приборов</w:t>
            </w:r>
          </w:p>
        </w:tc>
        <w:tc>
          <w:tcPr>
            <w:tcW w:w="3686" w:type="dxa"/>
            <w:vAlign w:val="center"/>
          </w:tcPr>
          <w:p w14:paraId="196DC959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3D21734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DD0DE6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0F0542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D9545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BA27BD5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22F43E" w14:textId="77777777" w:rsidR="00F81ED9" w:rsidRPr="00F81ED9" w:rsidRDefault="00F81ED9" w:rsidP="00F81ED9">
            <w:pPr>
              <w:pStyle w:val="aa"/>
              <w:jc w:val="left"/>
            </w:pPr>
            <w:r>
              <w:lastRenderedPageBreak/>
              <w:t>175. Мастер смены</w:t>
            </w:r>
          </w:p>
        </w:tc>
        <w:tc>
          <w:tcPr>
            <w:tcW w:w="3686" w:type="dxa"/>
            <w:vAlign w:val="center"/>
          </w:tcPr>
          <w:p w14:paraId="56009BB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062368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2D3001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3B614A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B42C59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45B24B9" w14:textId="77777777" w:rsidTr="008B4051">
        <w:trPr>
          <w:jc w:val="center"/>
        </w:trPr>
        <w:tc>
          <w:tcPr>
            <w:tcW w:w="3049" w:type="dxa"/>
            <w:vAlign w:val="center"/>
          </w:tcPr>
          <w:p w14:paraId="637575A4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линии 2</w:t>
            </w:r>
          </w:p>
        </w:tc>
        <w:tc>
          <w:tcPr>
            <w:tcW w:w="3686" w:type="dxa"/>
            <w:vAlign w:val="center"/>
          </w:tcPr>
          <w:p w14:paraId="2C2EF78F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0DC00C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316348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5EAB46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18A41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78A3B2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9CB368" w14:textId="77777777" w:rsidR="00F81ED9" w:rsidRPr="00F81ED9" w:rsidRDefault="00F81ED9" w:rsidP="00F81ED9">
            <w:pPr>
              <w:pStyle w:val="aa"/>
              <w:jc w:val="left"/>
            </w:pPr>
            <w:r>
              <w:t>176. Слесарь механосборочных работ</w:t>
            </w:r>
          </w:p>
        </w:tc>
        <w:tc>
          <w:tcPr>
            <w:tcW w:w="3686" w:type="dxa"/>
            <w:vAlign w:val="center"/>
          </w:tcPr>
          <w:p w14:paraId="019B93B2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487DD141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DD1904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B995ED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5D856E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32805B2" w14:textId="77777777" w:rsidTr="008B4051">
        <w:trPr>
          <w:jc w:val="center"/>
        </w:trPr>
        <w:tc>
          <w:tcPr>
            <w:tcW w:w="3049" w:type="dxa"/>
            <w:vAlign w:val="center"/>
          </w:tcPr>
          <w:p w14:paraId="7D0CF8B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линии 2</w:t>
            </w:r>
          </w:p>
        </w:tc>
        <w:tc>
          <w:tcPr>
            <w:tcW w:w="3686" w:type="dxa"/>
            <w:vAlign w:val="center"/>
          </w:tcPr>
          <w:p w14:paraId="75AEC71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D17CCB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516485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2E2686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2CD259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734B531" w14:textId="77777777" w:rsidTr="008B4051">
        <w:trPr>
          <w:jc w:val="center"/>
        </w:trPr>
        <w:tc>
          <w:tcPr>
            <w:tcW w:w="3049" w:type="dxa"/>
            <w:vAlign w:val="center"/>
          </w:tcPr>
          <w:p w14:paraId="216F5076" w14:textId="77777777" w:rsidR="00F81ED9" w:rsidRPr="00F81ED9" w:rsidRDefault="00F81ED9" w:rsidP="00F81ED9">
            <w:pPr>
              <w:pStyle w:val="aa"/>
              <w:jc w:val="left"/>
            </w:pPr>
            <w:r>
              <w:t>177. Слесарь-ремонтник</w:t>
            </w:r>
          </w:p>
        </w:tc>
        <w:tc>
          <w:tcPr>
            <w:tcW w:w="3686" w:type="dxa"/>
            <w:vAlign w:val="center"/>
          </w:tcPr>
          <w:p w14:paraId="466E8DB1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1A3E9C70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6F04460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200915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D4224D" w14:textId="77777777" w:rsidR="00F81ED9" w:rsidRPr="00063DF1" w:rsidRDefault="00F81ED9" w:rsidP="00DB70BA">
            <w:pPr>
              <w:pStyle w:val="aa"/>
            </w:pPr>
          </w:p>
        </w:tc>
      </w:tr>
      <w:tr w:rsidR="002D2A62" w:rsidRPr="00AF49A3" w14:paraId="6EA380A6" w14:textId="77777777" w:rsidTr="008B4051">
        <w:trPr>
          <w:jc w:val="center"/>
        </w:trPr>
        <w:tc>
          <w:tcPr>
            <w:tcW w:w="3049" w:type="dxa"/>
            <w:vAlign w:val="center"/>
          </w:tcPr>
          <w:p w14:paraId="3C18151B" w14:textId="77777777" w:rsidR="002D2A62" w:rsidRPr="00F81ED9" w:rsidRDefault="002D2A62" w:rsidP="002D2A62">
            <w:pPr>
              <w:pStyle w:val="aa"/>
              <w:jc w:val="left"/>
            </w:pPr>
            <w:r>
              <w:t>178.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14:paraId="02EE93D7" w14:textId="5D276305" w:rsidR="002D2A62" w:rsidRDefault="002D2A62" w:rsidP="002D2A6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15AA4938" w14:textId="0CDB2026" w:rsidR="002D2A62" w:rsidRDefault="002D2A62" w:rsidP="002D2A6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0C79FF8" w14:textId="77777777" w:rsidR="002D2A62" w:rsidRPr="00063DF1" w:rsidRDefault="002D2A62" w:rsidP="002D2A62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550C788" w14:textId="77777777" w:rsidR="002D2A62" w:rsidRPr="00063DF1" w:rsidRDefault="002D2A62" w:rsidP="002D2A62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7038F76" w14:textId="77777777" w:rsidR="002D2A62" w:rsidRPr="00063DF1" w:rsidRDefault="002D2A62" w:rsidP="002D2A62">
            <w:pPr>
              <w:pStyle w:val="aa"/>
            </w:pPr>
          </w:p>
        </w:tc>
      </w:tr>
      <w:tr w:rsidR="00F81ED9" w:rsidRPr="00AF49A3" w14:paraId="1210C32E" w14:textId="77777777" w:rsidTr="008B4051">
        <w:trPr>
          <w:jc w:val="center"/>
        </w:trPr>
        <w:tc>
          <w:tcPr>
            <w:tcW w:w="3049" w:type="dxa"/>
            <w:vAlign w:val="center"/>
          </w:tcPr>
          <w:p w14:paraId="118B57E5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эксплуатации технологического оборудования</w:t>
            </w:r>
          </w:p>
        </w:tc>
        <w:tc>
          <w:tcPr>
            <w:tcW w:w="3686" w:type="dxa"/>
            <w:vAlign w:val="center"/>
          </w:tcPr>
          <w:p w14:paraId="29B79BC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3DFBB8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929A6D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F1A76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AAFB71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DA376C6" w14:textId="77777777" w:rsidTr="008B4051">
        <w:trPr>
          <w:jc w:val="center"/>
        </w:trPr>
        <w:tc>
          <w:tcPr>
            <w:tcW w:w="3049" w:type="dxa"/>
            <w:vAlign w:val="center"/>
          </w:tcPr>
          <w:p w14:paraId="281C87EA" w14:textId="77777777" w:rsidR="00F81ED9" w:rsidRPr="00F81ED9" w:rsidRDefault="00F81ED9" w:rsidP="00F81ED9">
            <w:pPr>
              <w:pStyle w:val="aa"/>
              <w:jc w:val="left"/>
            </w:pPr>
            <w:r>
              <w:t>179. Мастер участка</w:t>
            </w:r>
          </w:p>
        </w:tc>
        <w:tc>
          <w:tcPr>
            <w:tcW w:w="3686" w:type="dxa"/>
            <w:vAlign w:val="center"/>
          </w:tcPr>
          <w:p w14:paraId="6996EB6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DD2C97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A884A7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99D04A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7C863A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2D7CD37" w14:textId="77777777" w:rsidTr="008B4051">
        <w:trPr>
          <w:jc w:val="center"/>
        </w:trPr>
        <w:tc>
          <w:tcPr>
            <w:tcW w:w="3049" w:type="dxa"/>
            <w:vAlign w:val="center"/>
          </w:tcPr>
          <w:p w14:paraId="63106EDB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контрольных панелей</w:t>
            </w:r>
          </w:p>
        </w:tc>
        <w:tc>
          <w:tcPr>
            <w:tcW w:w="3686" w:type="dxa"/>
            <w:vAlign w:val="center"/>
          </w:tcPr>
          <w:p w14:paraId="0879BB1A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10B8B5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2EE747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0F6882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D1AC9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B023ED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BE88A13" w14:textId="77777777" w:rsidR="00F81ED9" w:rsidRPr="00F81ED9" w:rsidRDefault="00F81ED9" w:rsidP="00F81ED9">
            <w:pPr>
              <w:pStyle w:val="aa"/>
              <w:jc w:val="left"/>
            </w:pPr>
            <w:r>
              <w:t>180. Контролер деталей и приборов</w:t>
            </w:r>
          </w:p>
        </w:tc>
        <w:tc>
          <w:tcPr>
            <w:tcW w:w="3686" w:type="dxa"/>
            <w:vAlign w:val="center"/>
          </w:tcPr>
          <w:p w14:paraId="3305E59A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0446119A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F1DED7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A2B50F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CCB9D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A3E09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032118F" w14:textId="77777777" w:rsidR="00F81ED9" w:rsidRPr="00F81ED9" w:rsidRDefault="00F81ED9" w:rsidP="00F81ED9">
            <w:pPr>
              <w:pStyle w:val="aa"/>
              <w:jc w:val="left"/>
            </w:pPr>
            <w:r>
              <w:t>181. Контролер деталей и приборов</w:t>
            </w:r>
          </w:p>
        </w:tc>
        <w:tc>
          <w:tcPr>
            <w:tcW w:w="3686" w:type="dxa"/>
            <w:vAlign w:val="center"/>
          </w:tcPr>
          <w:p w14:paraId="1BD83EB1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51E9D86E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320CAC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11085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478F03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0330FA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FEB072C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сборки дверей</w:t>
            </w:r>
          </w:p>
        </w:tc>
        <w:tc>
          <w:tcPr>
            <w:tcW w:w="3686" w:type="dxa"/>
            <w:vAlign w:val="center"/>
          </w:tcPr>
          <w:p w14:paraId="367EFD6C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0CCFB4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2D124A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C78855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A056E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87B068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1ED09F6" w14:textId="77777777" w:rsidR="00F81ED9" w:rsidRPr="00F81ED9" w:rsidRDefault="00F81ED9" w:rsidP="00F81ED9">
            <w:pPr>
              <w:pStyle w:val="aa"/>
              <w:jc w:val="left"/>
            </w:pPr>
            <w:r>
              <w:t>182.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14:paraId="7DA3D8FD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11C84BB7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C0D61F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873A98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3A87D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101634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B50E79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телевизоров и мониторов</w:t>
            </w:r>
          </w:p>
        </w:tc>
        <w:tc>
          <w:tcPr>
            <w:tcW w:w="3686" w:type="dxa"/>
            <w:vAlign w:val="center"/>
          </w:tcPr>
          <w:p w14:paraId="26F93E1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2CF648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94F572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3CFF0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B3EBDB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77447FC" w14:textId="77777777" w:rsidTr="008B4051">
        <w:trPr>
          <w:jc w:val="center"/>
        </w:trPr>
        <w:tc>
          <w:tcPr>
            <w:tcW w:w="3049" w:type="dxa"/>
            <w:vAlign w:val="center"/>
          </w:tcPr>
          <w:p w14:paraId="5D4BA643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поддержки массового производства</w:t>
            </w:r>
          </w:p>
        </w:tc>
        <w:tc>
          <w:tcPr>
            <w:tcW w:w="3686" w:type="dxa"/>
            <w:vAlign w:val="center"/>
          </w:tcPr>
          <w:p w14:paraId="3A364D27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03AB1D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6C4D1A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7AAEF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3B2A51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441A59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FA664A" w14:textId="77777777" w:rsidR="00F81ED9" w:rsidRPr="00F81ED9" w:rsidRDefault="00F81ED9" w:rsidP="00F81ED9">
            <w:pPr>
              <w:pStyle w:val="aa"/>
              <w:jc w:val="left"/>
            </w:pPr>
            <w:r>
              <w:t>183. Начальник сектора</w:t>
            </w:r>
          </w:p>
        </w:tc>
        <w:tc>
          <w:tcPr>
            <w:tcW w:w="3686" w:type="dxa"/>
            <w:vAlign w:val="center"/>
          </w:tcPr>
          <w:p w14:paraId="4B32F34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CAB04A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DED7D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B0BCE3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EF1FB4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AD7D5E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7A60AF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жидкокристаллических панелей</w:t>
            </w:r>
          </w:p>
        </w:tc>
        <w:tc>
          <w:tcPr>
            <w:tcW w:w="3686" w:type="dxa"/>
            <w:vAlign w:val="center"/>
          </w:tcPr>
          <w:p w14:paraId="62DBD058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5D4B7B5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C98584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7F2DC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90BF58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D4D1322" w14:textId="77777777" w:rsidTr="008B4051">
        <w:trPr>
          <w:jc w:val="center"/>
        </w:trPr>
        <w:tc>
          <w:tcPr>
            <w:tcW w:w="3049" w:type="dxa"/>
            <w:vAlign w:val="center"/>
          </w:tcPr>
          <w:p w14:paraId="7536A54F" w14:textId="77777777" w:rsidR="00F81ED9" w:rsidRPr="00F81ED9" w:rsidRDefault="00F81ED9" w:rsidP="00F81ED9">
            <w:pPr>
              <w:pStyle w:val="aa"/>
              <w:jc w:val="left"/>
            </w:pPr>
            <w:r>
              <w:t>184. Мастер участка</w:t>
            </w:r>
          </w:p>
        </w:tc>
        <w:tc>
          <w:tcPr>
            <w:tcW w:w="3686" w:type="dxa"/>
            <w:vAlign w:val="center"/>
          </w:tcPr>
          <w:p w14:paraId="4C70BB2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BC910A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B909AB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58BC28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DB2BEC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CC9E5C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0E3E674" w14:textId="77777777" w:rsidR="00F81ED9" w:rsidRPr="00F81ED9" w:rsidRDefault="00F81ED9" w:rsidP="00F81ED9">
            <w:pPr>
              <w:pStyle w:val="aa"/>
              <w:jc w:val="left"/>
            </w:pPr>
            <w:r>
              <w:t>185. Мастер участка</w:t>
            </w:r>
          </w:p>
        </w:tc>
        <w:tc>
          <w:tcPr>
            <w:tcW w:w="3686" w:type="dxa"/>
            <w:vAlign w:val="center"/>
          </w:tcPr>
          <w:p w14:paraId="020CC79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F5177F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375357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90560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640BE1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0720C05" w14:textId="77777777" w:rsidTr="008B4051">
        <w:trPr>
          <w:jc w:val="center"/>
        </w:trPr>
        <w:tc>
          <w:tcPr>
            <w:tcW w:w="3049" w:type="dxa"/>
            <w:vAlign w:val="center"/>
          </w:tcPr>
          <w:p w14:paraId="4881DB10" w14:textId="77777777" w:rsidR="00F81ED9" w:rsidRPr="00F81ED9" w:rsidRDefault="00F81ED9" w:rsidP="00F81ED9">
            <w:pPr>
              <w:pStyle w:val="aa"/>
              <w:jc w:val="left"/>
            </w:pPr>
            <w:r>
              <w:t>186. Контролер деталей и приборов</w:t>
            </w:r>
          </w:p>
        </w:tc>
        <w:tc>
          <w:tcPr>
            <w:tcW w:w="3686" w:type="dxa"/>
            <w:vAlign w:val="center"/>
          </w:tcPr>
          <w:p w14:paraId="38BDDCBD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66CA1606" w14:textId="77777777" w:rsidR="00F81ED9" w:rsidRDefault="00F81ED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14:paraId="71BBDC7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F04A2F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FED5F6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F96829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24403BE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46506764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159B393A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EEF2D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8C49E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9F6E40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3C04D83" w14:textId="77777777" w:rsidTr="008B4051">
        <w:trPr>
          <w:jc w:val="center"/>
        </w:trPr>
        <w:tc>
          <w:tcPr>
            <w:tcW w:w="3049" w:type="dxa"/>
            <w:vAlign w:val="center"/>
          </w:tcPr>
          <w:p w14:paraId="0C1B93A0" w14:textId="77777777" w:rsidR="00F81ED9" w:rsidRPr="00F81ED9" w:rsidRDefault="00F81ED9" w:rsidP="00F81ED9">
            <w:pPr>
              <w:pStyle w:val="aa"/>
              <w:jc w:val="left"/>
            </w:pPr>
            <w:r>
              <w:t>187. Контролер деталей и приборов</w:t>
            </w:r>
          </w:p>
        </w:tc>
        <w:tc>
          <w:tcPr>
            <w:tcW w:w="3686" w:type="dxa"/>
            <w:vAlign w:val="center"/>
          </w:tcPr>
          <w:p w14:paraId="18FB154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736C0873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28D24C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BC9C4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87687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2A2B9CE" w14:textId="77777777" w:rsidTr="008B4051">
        <w:trPr>
          <w:jc w:val="center"/>
        </w:trPr>
        <w:tc>
          <w:tcPr>
            <w:tcW w:w="3049" w:type="dxa"/>
            <w:vAlign w:val="center"/>
          </w:tcPr>
          <w:p w14:paraId="636A8D14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09B3271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38EF4345" w14:textId="77777777" w:rsidR="00F81ED9" w:rsidRDefault="00F81ED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14:paraId="4DF4847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88A66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09A831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17642B5" w14:textId="77777777" w:rsidTr="008B4051">
        <w:trPr>
          <w:jc w:val="center"/>
        </w:trPr>
        <w:tc>
          <w:tcPr>
            <w:tcW w:w="3049" w:type="dxa"/>
            <w:vAlign w:val="center"/>
          </w:tcPr>
          <w:p w14:paraId="27BEE822" w14:textId="77777777" w:rsidR="00F81ED9" w:rsidRPr="00F81ED9" w:rsidRDefault="00F81ED9" w:rsidP="00F81ED9">
            <w:pPr>
              <w:pStyle w:val="aa"/>
              <w:jc w:val="left"/>
            </w:pPr>
            <w:r>
              <w:t>188. Контролер деталей и приборов</w:t>
            </w:r>
          </w:p>
        </w:tc>
        <w:tc>
          <w:tcPr>
            <w:tcW w:w="3686" w:type="dxa"/>
            <w:vAlign w:val="center"/>
          </w:tcPr>
          <w:p w14:paraId="61DC2116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54EE46CC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41ED8F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76B2A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AAFB31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6A5593D" w14:textId="77777777" w:rsidTr="008B4051">
        <w:trPr>
          <w:jc w:val="center"/>
        </w:trPr>
        <w:tc>
          <w:tcPr>
            <w:tcW w:w="3049" w:type="dxa"/>
            <w:vAlign w:val="center"/>
          </w:tcPr>
          <w:p w14:paraId="60EA1349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0EF2C95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1322BEB6" w14:textId="77777777" w:rsidR="00F81ED9" w:rsidRDefault="00F81ED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14:paraId="36FB171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9B2D34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C6054E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96E941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05D4BA9" w14:textId="77777777" w:rsidR="00F81ED9" w:rsidRPr="00F81ED9" w:rsidRDefault="00F81ED9" w:rsidP="00F81ED9">
            <w:pPr>
              <w:pStyle w:val="aa"/>
              <w:jc w:val="left"/>
            </w:pPr>
            <w:r>
              <w:t>189. Контролер деталей и приборов</w:t>
            </w:r>
          </w:p>
        </w:tc>
        <w:tc>
          <w:tcPr>
            <w:tcW w:w="3686" w:type="dxa"/>
            <w:vAlign w:val="center"/>
          </w:tcPr>
          <w:p w14:paraId="362C4559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5B6D2E96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6A126B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F579F8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F902F2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E4545DD" w14:textId="77777777" w:rsidTr="008B4051">
        <w:trPr>
          <w:jc w:val="center"/>
        </w:trPr>
        <w:tc>
          <w:tcPr>
            <w:tcW w:w="3049" w:type="dxa"/>
            <w:vAlign w:val="center"/>
          </w:tcPr>
          <w:p w14:paraId="1234C9F2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0E33FF3E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7BD39515" w14:textId="77777777" w:rsidR="00F81ED9" w:rsidRDefault="00F81ED9" w:rsidP="00DB70BA">
            <w:pPr>
              <w:pStyle w:val="aa"/>
            </w:pPr>
            <w:r>
              <w:t xml:space="preserve">Снижение напряженности трудового процесса </w:t>
            </w:r>
          </w:p>
        </w:tc>
        <w:tc>
          <w:tcPr>
            <w:tcW w:w="1384" w:type="dxa"/>
            <w:vAlign w:val="center"/>
          </w:tcPr>
          <w:p w14:paraId="7F0B433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E1F315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DB4704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BA4F5D8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960DD8" w14:textId="77777777" w:rsidR="00F81ED9" w:rsidRPr="00F81ED9" w:rsidRDefault="00F81ED9" w:rsidP="00F81ED9">
            <w:pPr>
              <w:pStyle w:val="aa"/>
              <w:jc w:val="left"/>
            </w:pPr>
            <w:r>
              <w:t>190. Техник</w:t>
            </w:r>
          </w:p>
        </w:tc>
        <w:tc>
          <w:tcPr>
            <w:tcW w:w="3686" w:type="dxa"/>
            <w:vAlign w:val="center"/>
          </w:tcPr>
          <w:p w14:paraId="619DFA2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492661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F6425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012A21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5E05EE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8FC3BA5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782EF7" w14:textId="77777777" w:rsidR="00F81ED9" w:rsidRPr="00F81ED9" w:rsidRDefault="00F81ED9" w:rsidP="00F81ED9">
            <w:pPr>
              <w:pStyle w:val="aa"/>
              <w:jc w:val="left"/>
            </w:pPr>
            <w:r>
              <w:t>191.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07AEAF39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5384C9FD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2845D62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35C84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C50F60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9B81DA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890A80" w14:textId="77777777" w:rsidR="00F81ED9" w:rsidRPr="00F81ED9" w:rsidRDefault="00F81ED9" w:rsidP="00F81ED9">
            <w:pPr>
              <w:pStyle w:val="aa"/>
              <w:jc w:val="left"/>
            </w:pPr>
            <w:r>
              <w:t>192.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37649702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901FEA5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C92CE6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704B2F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53538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240DFEA" w14:textId="77777777" w:rsidTr="008B4051">
        <w:trPr>
          <w:jc w:val="center"/>
        </w:trPr>
        <w:tc>
          <w:tcPr>
            <w:tcW w:w="3049" w:type="dxa"/>
            <w:vAlign w:val="center"/>
          </w:tcPr>
          <w:p w14:paraId="2757B2E5" w14:textId="77777777" w:rsidR="00F81ED9" w:rsidRPr="00F81ED9" w:rsidRDefault="00F81ED9" w:rsidP="00F81ED9">
            <w:pPr>
              <w:pStyle w:val="aa"/>
              <w:jc w:val="left"/>
            </w:pPr>
            <w:r>
              <w:t>193.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6A76B974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67B5952B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3C28806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8D25A2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8D8DA7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F7277AE" w14:textId="77777777" w:rsidTr="008B4051">
        <w:trPr>
          <w:jc w:val="center"/>
        </w:trPr>
        <w:tc>
          <w:tcPr>
            <w:tcW w:w="3049" w:type="dxa"/>
            <w:vAlign w:val="center"/>
          </w:tcPr>
          <w:p w14:paraId="3DDAFD0F" w14:textId="77777777" w:rsidR="00F81ED9" w:rsidRPr="00F81ED9" w:rsidRDefault="00F81ED9" w:rsidP="00F81ED9">
            <w:pPr>
              <w:pStyle w:val="aa"/>
              <w:jc w:val="left"/>
            </w:pPr>
            <w:r>
              <w:t>194.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152AF56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C1538CD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530D5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86342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08C3FA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FFE28C8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6626C7" w14:textId="77777777" w:rsidR="00F81ED9" w:rsidRPr="00F81ED9" w:rsidRDefault="00F81ED9" w:rsidP="00F81ED9">
            <w:pPr>
              <w:pStyle w:val="aa"/>
              <w:jc w:val="left"/>
            </w:pPr>
            <w:r>
              <w:t>195.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5AEA6E9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6EA18FF0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71BD86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249EF1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967038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1ABB4D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46F4DFC" w14:textId="77777777" w:rsidR="00F81ED9" w:rsidRPr="00F81ED9" w:rsidRDefault="00F81ED9" w:rsidP="00F81ED9">
            <w:pPr>
              <w:pStyle w:val="aa"/>
              <w:jc w:val="left"/>
            </w:pPr>
            <w:r>
              <w:t>196.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0D0F8169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6E449DA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EF1E63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19CAC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5845B3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2B25ABB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45FCAB" w14:textId="77777777" w:rsidR="00F81ED9" w:rsidRPr="00F81ED9" w:rsidRDefault="00F81ED9" w:rsidP="00F81ED9">
            <w:pPr>
              <w:pStyle w:val="aa"/>
              <w:jc w:val="left"/>
            </w:pPr>
            <w:r>
              <w:t>197.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2EFAEE0F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6B8B894B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631EFCE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6D911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071A42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29E3E43" w14:textId="77777777" w:rsidTr="008B4051">
        <w:trPr>
          <w:jc w:val="center"/>
        </w:trPr>
        <w:tc>
          <w:tcPr>
            <w:tcW w:w="3049" w:type="dxa"/>
            <w:vAlign w:val="center"/>
          </w:tcPr>
          <w:p w14:paraId="6F4FA27B" w14:textId="77777777" w:rsidR="00F81ED9" w:rsidRPr="00F81ED9" w:rsidRDefault="00F81ED9" w:rsidP="00F81ED9">
            <w:pPr>
              <w:pStyle w:val="aa"/>
              <w:jc w:val="left"/>
            </w:pPr>
            <w:r>
              <w:t>198.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5D192DC3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9FD6D07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7A4C818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413008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807E9B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824463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BC78B4C" w14:textId="77777777" w:rsidR="00F81ED9" w:rsidRPr="00F81ED9" w:rsidRDefault="00F81ED9" w:rsidP="00F81ED9">
            <w:pPr>
              <w:pStyle w:val="aa"/>
              <w:jc w:val="left"/>
            </w:pPr>
            <w:r>
              <w:t>199.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7137BF4B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02B2948A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7F9220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B9AA98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7677C9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6EDAF75" w14:textId="77777777" w:rsidTr="008B4051">
        <w:trPr>
          <w:jc w:val="center"/>
        </w:trPr>
        <w:tc>
          <w:tcPr>
            <w:tcW w:w="3049" w:type="dxa"/>
            <w:vAlign w:val="center"/>
          </w:tcPr>
          <w:p w14:paraId="12A661C8" w14:textId="77777777" w:rsidR="00F81ED9" w:rsidRPr="00F81ED9" w:rsidRDefault="00F81ED9" w:rsidP="00F81ED9">
            <w:pPr>
              <w:pStyle w:val="aa"/>
              <w:jc w:val="left"/>
            </w:pPr>
            <w:r>
              <w:t>200. Слесарь-сборщик радиоэлектронной аппаратуры и приборов</w:t>
            </w:r>
          </w:p>
        </w:tc>
        <w:tc>
          <w:tcPr>
            <w:tcW w:w="3686" w:type="dxa"/>
            <w:vAlign w:val="center"/>
          </w:tcPr>
          <w:p w14:paraId="1401F92B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AC0B359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3DAD372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2A64A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A645A6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A308FC1" w14:textId="77777777" w:rsidTr="008B4051">
        <w:trPr>
          <w:jc w:val="center"/>
        </w:trPr>
        <w:tc>
          <w:tcPr>
            <w:tcW w:w="3049" w:type="dxa"/>
            <w:vAlign w:val="center"/>
          </w:tcPr>
          <w:p w14:paraId="47710D9F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линии L3 производства телевизоров</w:t>
            </w:r>
          </w:p>
        </w:tc>
        <w:tc>
          <w:tcPr>
            <w:tcW w:w="3686" w:type="dxa"/>
            <w:vAlign w:val="center"/>
          </w:tcPr>
          <w:p w14:paraId="572458B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86D2B8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F2C480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0D397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058653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4B32BA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407BA9A" w14:textId="77777777" w:rsidR="00F81ED9" w:rsidRPr="00F81ED9" w:rsidRDefault="00F81ED9" w:rsidP="00F81ED9">
            <w:pPr>
              <w:pStyle w:val="aa"/>
              <w:jc w:val="left"/>
            </w:pPr>
            <w:r>
              <w:t>201.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14:paraId="778E777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F8A020C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C7D5CE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061DBE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3D88B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8212CB0" w14:textId="77777777" w:rsidTr="008B4051">
        <w:trPr>
          <w:jc w:val="center"/>
        </w:trPr>
        <w:tc>
          <w:tcPr>
            <w:tcW w:w="3049" w:type="dxa"/>
            <w:vAlign w:val="center"/>
          </w:tcPr>
          <w:p w14:paraId="589F591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L6 производства телевизоров</w:t>
            </w:r>
          </w:p>
        </w:tc>
        <w:tc>
          <w:tcPr>
            <w:tcW w:w="3686" w:type="dxa"/>
            <w:vAlign w:val="center"/>
          </w:tcPr>
          <w:p w14:paraId="7429F85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928D66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EB7160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0D5AD4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064DA8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2426F1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BBC3122" w14:textId="77777777" w:rsidR="00F81ED9" w:rsidRPr="00F81ED9" w:rsidRDefault="00F81ED9" w:rsidP="00F81ED9">
            <w:pPr>
              <w:pStyle w:val="aa"/>
              <w:jc w:val="left"/>
            </w:pPr>
            <w:r>
              <w:t>202. Мастер смены</w:t>
            </w:r>
          </w:p>
        </w:tc>
        <w:tc>
          <w:tcPr>
            <w:tcW w:w="3686" w:type="dxa"/>
            <w:vAlign w:val="center"/>
          </w:tcPr>
          <w:p w14:paraId="1DB5ACF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DBA0BE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6753E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80B1E4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D95AE0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99AC0D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9AD1E7F" w14:textId="77777777" w:rsidR="00F81ED9" w:rsidRPr="00F81ED9" w:rsidRDefault="00F81ED9" w:rsidP="00F81ED9">
            <w:pPr>
              <w:pStyle w:val="aa"/>
              <w:jc w:val="left"/>
            </w:pPr>
            <w:r>
              <w:t>203. Мастер смены</w:t>
            </w:r>
          </w:p>
        </w:tc>
        <w:tc>
          <w:tcPr>
            <w:tcW w:w="3686" w:type="dxa"/>
            <w:vAlign w:val="center"/>
          </w:tcPr>
          <w:p w14:paraId="1177D71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D84505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80C286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75B8E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042469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0AD5CBC" w14:textId="77777777" w:rsidTr="008B4051">
        <w:trPr>
          <w:jc w:val="center"/>
        </w:trPr>
        <w:tc>
          <w:tcPr>
            <w:tcW w:w="3049" w:type="dxa"/>
            <w:vAlign w:val="center"/>
          </w:tcPr>
          <w:p w14:paraId="40E48B23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массового производства</w:t>
            </w:r>
          </w:p>
        </w:tc>
        <w:tc>
          <w:tcPr>
            <w:tcW w:w="3686" w:type="dxa"/>
            <w:vAlign w:val="center"/>
          </w:tcPr>
          <w:p w14:paraId="1ABA9CF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423EAF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0F929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1B9AFF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BA0BE3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BCD16FA" w14:textId="77777777" w:rsidTr="008B4051">
        <w:trPr>
          <w:jc w:val="center"/>
        </w:trPr>
        <w:tc>
          <w:tcPr>
            <w:tcW w:w="3049" w:type="dxa"/>
            <w:vAlign w:val="center"/>
          </w:tcPr>
          <w:p w14:paraId="65CB4062" w14:textId="77777777" w:rsidR="00F81ED9" w:rsidRPr="00F81ED9" w:rsidRDefault="00F81ED9" w:rsidP="00F81ED9">
            <w:pPr>
              <w:pStyle w:val="aa"/>
              <w:jc w:val="left"/>
            </w:pPr>
            <w:r>
              <w:t>204. Техник</w:t>
            </w:r>
          </w:p>
        </w:tc>
        <w:tc>
          <w:tcPr>
            <w:tcW w:w="3686" w:type="dxa"/>
            <w:vAlign w:val="center"/>
          </w:tcPr>
          <w:p w14:paraId="4171D04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64F59F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D3AC7A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309F5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012C99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EA1D03E" w14:textId="77777777" w:rsidTr="008B4051">
        <w:trPr>
          <w:jc w:val="center"/>
        </w:trPr>
        <w:tc>
          <w:tcPr>
            <w:tcW w:w="3049" w:type="dxa"/>
            <w:vAlign w:val="center"/>
          </w:tcPr>
          <w:p w14:paraId="65F7533A" w14:textId="77777777" w:rsidR="00F81ED9" w:rsidRPr="00F81ED9" w:rsidRDefault="00F81ED9" w:rsidP="00F81ED9">
            <w:pPr>
              <w:pStyle w:val="aa"/>
              <w:jc w:val="left"/>
            </w:pPr>
            <w:r>
              <w:t>205. Начальник производства</w:t>
            </w:r>
          </w:p>
        </w:tc>
        <w:tc>
          <w:tcPr>
            <w:tcW w:w="3686" w:type="dxa"/>
            <w:vAlign w:val="center"/>
          </w:tcPr>
          <w:p w14:paraId="5C40D32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DF24FE5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3EFE94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5D4D72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14FD4C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731078F" w14:textId="77777777" w:rsidTr="008B4051">
        <w:trPr>
          <w:jc w:val="center"/>
        </w:trPr>
        <w:tc>
          <w:tcPr>
            <w:tcW w:w="3049" w:type="dxa"/>
            <w:vAlign w:val="center"/>
          </w:tcPr>
          <w:p w14:paraId="50BEDC73" w14:textId="77777777" w:rsidR="00F81ED9" w:rsidRPr="00F81ED9" w:rsidRDefault="00F81ED9" w:rsidP="00F81ED9">
            <w:pPr>
              <w:pStyle w:val="aa"/>
              <w:jc w:val="left"/>
            </w:pPr>
            <w:r>
              <w:t>206. Мастер смены</w:t>
            </w:r>
          </w:p>
        </w:tc>
        <w:tc>
          <w:tcPr>
            <w:tcW w:w="3686" w:type="dxa"/>
            <w:vAlign w:val="center"/>
          </w:tcPr>
          <w:p w14:paraId="451C0BC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FFDCA7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64DB91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EC14F4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90A9CE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9D4E0FE" w14:textId="77777777" w:rsidTr="008B4051">
        <w:trPr>
          <w:jc w:val="center"/>
        </w:trPr>
        <w:tc>
          <w:tcPr>
            <w:tcW w:w="3049" w:type="dxa"/>
            <w:vAlign w:val="center"/>
          </w:tcPr>
          <w:p w14:paraId="4EFBA5AE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и аксессуаров (производство)</w:t>
            </w:r>
          </w:p>
        </w:tc>
        <w:tc>
          <w:tcPr>
            <w:tcW w:w="3686" w:type="dxa"/>
            <w:vAlign w:val="center"/>
          </w:tcPr>
          <w:p w14:paraId="270FEEE9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294D2D4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0CF8F7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5C0377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A1D1C5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937D370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C82A45" w14:textId="77777777" w:rsidR="00F81ED9" w:rsidRPr="00F81ED9" w:rsidRDefault="00F81ED9" w:rsidP="00F81ED9">
            <w:pPr>
              <w:pStyle w:val="aa"/>
              <w:jc w:val="left"/>
            </w:pPr>
            <w:r>
              <w:t>207. Мастер смены</w:t>
            </w:r>
          </w:p>
        </w:tc>
        <w:tc>
          <w:tcPr>
            <w:tcW w:w="3686" w:type="dxa"/>
            <w:vAlign w:val="center"/>
          </w:tcPr>
          <w:p w14:paraId="080A632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18B5B1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A332F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C4EF8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626CA9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D2E91F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DB72078" w14:textId="77777777" w:rsidR="00F81ED9" w:rsidRPr="00F81ED9" w:rsidRDefault="00F81ED9" w:rsidP="00F81ED9">
            <w:pPr>
              <w:pStyle w:val="aa"/>
              <w:jc w:val="left"/>
            </w:pPr>
            <w:r>
              <w:t>208. Мастер смены</w:t>
            </w:r>
          </w:p>
        </w:tc>
        <w:tc>
          <w:tcPr>
            <w:tcW w:w="3686" w:type="dxa"/>
            <w:vAlign w:val="center"/>
          </w:tcPr>
          <w:p w14:paraId="4565589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C0446C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B1C741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D9FA0B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FE4F24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340F32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EA17470" w14:textId="77777777" w:rsidR="00F81ED9" w:rsidRPr="00F81ED9" w:rsidRDefault="00F81ED9" w:rsidP="00F81ED9">
            <w:pPr>
              <w:pStyle w:val="aa"/>
              <w:jc w:val="left"/>
            </w:pPr>
            <w:r>
              <w:t>209. Мастер участка</w:t>
            </w:r>
          </w:p>
        </w:tc>
        <w:tc>
          <w:tcPr>
            <w:tcW w:w="3686" w:type="dxa"/>
            <w:vAlign w:val="center"/>
          </w:tcPr>
          <w:p w14:paraId="52FCB4C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3AFB95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670FC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7D5542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E0B517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C647F25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BD36D2" w14:textId="77777777" w:rsidR="00F81ED9" w:rsidRPr="00F81ED9" w:rsidRDefault="00F81ED9" w:rsidP="00F81ED9">
            <w:pPr>
              <w:pStyle w:val="aa"/>
              <w:jc w:val="left"/>
            </w:pPr>
            <w:r>
              <w:t>210.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14:paraId="0EED08B6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3673E03F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66E983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D273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399BFE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C41688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6EBA6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разработки технологических процессов</w:t>
            </w:r>
          </w:p>
        </w:tc>
        <w:tc>
          <w:tcPr>
            <w:tcW w:w="3686" w:type="dxa"/>
            <w:vAlign w:val="center"/>
          </w:tcPr>
          <w:p w14:paraId="50F20D4F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0F56E4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293BCA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8B95B6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9F4B7F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DCCABA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452C912" w14:textId="77777777" w:rsidR="00F81ED9" w:rsidRPr="00F81ED9" w:rsidRDefault="00F81ED9" w:rsidP="00F81ED9">
            <w:pPr>
              <w:pStyle w:val="aa"/>
              <w:jc w:val="left"/>
            </w:pPr>
            <w:r>
              <w:t>211. Начальник сектора</w:t>
            </w:r>
          </w:p>
        </w:tc>
        <w:tc>
          <w:tcPr>
            <w:tcW w:w="3686" w:type="dxa"/>
            <w:vAlign w:val="center"/>
          </w:tcPr>
          <w:p w14:paraId="36F897D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9E53CC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A59E1A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531CC0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26C3F7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71995CC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E1E835" w14:textId="77777777" w:rsidR="00F81ED9" w:rsidRPr="00F81ED9" w:rsidRDefault="00F81ED9" w:rsidP="00F81ED9">
            <w:pPr>
              <w:pStyle w:val="aa"/>
              <w:jc w:val="left"/>
            </w:pPr>
            <w:r>
              <w:t>212. Ведущий специалист</w:t>
            </w:r>
          </w:p>
        </w:tc>
        <w:tc>
          <w:tcPr>
            <w:tcW w:w="3686" w:type="dxa"/>
            <w:vAlign w:val="center"/>
          </w:tcPr>
          <w:p w14:paraId="0895F81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C5C7FF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3A55A1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97D922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15C905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DC2351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B947E2F" w14:textId="77777777" w:rsidR="00F81ED9" w:rsidRPr="00F81ED9" w:rsidRDefault="00F81ED9" w:rsidP="00F81ED9">
            <w:pPr>
              <w:pStyle w:val="aa"/>
              <w:jc w:val="left"/>
            </w:pPr>
            <w:r>
              <w:t>213. Ведущий специалист</w:t>
            </w:r>
          </w:p>
        </w:tc>
        <w:tc>
          <w:tcPr>
            <w:tcW w:w="3686" w:type="dxa"/>
            <w:vAlign w:val="center"/>
          </w:tcPr>
          <w:p w14:paraId="3AB9D16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5A4224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4C3FC4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DB1D44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A29B99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1698001" w14:textId="77777777" w:rsidTr="008B4051">
        <w:trPr>
          <w:jc w:val="center"/>
        </w:trPr>
        <w:tc>
          <w:tcPr>
            <w:tcW w:w="3049" w:type="dxa"/>
            <w:vAlign w:val="center"/>
          </w:tcPr>
          <w:p w14:paraId="6E7AAB22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ЖК панелей (L6)</w:t>
            </w:r>
          </w:p>
        </w:tc>
        <w:tc>
          <w:tcPr>
            <w:tcW w:w="3686" w:type="dxa"/>
            <w:vAlign w:val="center"/>
          </w:tcPr>
          <w:p w14:paraId="73042F0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28C631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C1B9C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900D40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FD2B4A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5553F04" w14:textId="77777777" w:rsidTr="008B4051">
        <w:trPr>
          <w:jc w:val="center"/>
        </w:trPr>
        <w:tc>
          <w:tcPr>
            <w:tcW w:w="3049" w:type="dxa"/>
            <w:vAlign w:val="center"/>
          </w:tcPr>
          <w:p w14:paraId="17605A37" w14:textId="77777777" w:rsidR="00F81ED9" w:rsidRPr="00F81ED9" w:rsidRDefault="00F81ED9" w:rsidP="00F81ED9">
            <w:pPr>
              <w:pStyle w:val="aa"/>
              <w:jc w:val="left"/>
            </w:pPr>
            <w:r>
              <w:t>214.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14:paraId="6671BE21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3497E323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1F185D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9A75D1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4AA539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A37C349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5F45A8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Отдел по производству холодильников</w:t>
            </w:r>
          </w:p>
        </w:tc>
        <w:tc>
          <w:tcPr>
            <w:tcW w:w="3686" w:type="dxa"/>
            <w:vAlign w:val="center"/>
          </w:tcPr>
          <w:p w14:paraId="2C0029A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D49D90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517F60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3472B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C49E73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0802795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4B71A2" w14:textId="77777777" w:rsidR="00F81ED9" w:rsidRPr="00F81ED9" w:rsidRDefault="00F81ED9" w:rsidP="00F81ED9">
            <w:pPr>
              <w:pStyle w:val="aa"/>
              <w:jc w:val="left"/>
            </w:pPr>
            <w:r>
              <w:t>215. Начальник отдела</w:t>
            </w:r>
          </w:p>
        </w:tc>
        <w:tc>
          <w:tcPr>
            <w:tcW w:w="3686" w:type="dxa"/>
            <w:vAlign w:val="center"/>
          </w:tcPr>
          <w:p w14:paraId="21530A7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9C5ADC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FA7B13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F4728C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7F36BE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ECFBA0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F7B59B8" w14:textId="77777777" w:rsidR="00F81ED9" w:rsidRPr="00F81ED9" w:rsidRDefault="00F81ED9" w:rsidP="00F81ED9">
            <w:pPr>
              <w:pStyle w:val="aa"/>
              <w:jc w:val="left"/>
            </w:pPr>
            <w:r>
              <w:t>216. Инженер</w:t>
            </w:r>
          </w:p>
        </w:tc>
        <w:tc>
          <w:tcPr>
            <w:tcW w:w="3686" w:type="dxa"/>
            <w:vAlign w:val="center"/>
          </w:tcPr>
          <w:p w14:paraId="2A2DB279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624A28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67ADA7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21C22D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C720FA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11C0B3E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1FC2FA" w14:textId="77777777" w:rsidR="00F81ED9" w:rsidRPr="00F81ED9" w:rsidRDefault="00F81ED9" w:rsidP="00F81ED9">
            <w:pPr>
              <w:pStyle w:val="aa"/>
              <w:jc w:val="left"/>
            </w:pPr>
            <w:r>
              <w:t>217. Ведущий инженер</w:t>
            </w:r>
          </w:p>
        </w:tc>
        <w:tc>
          <w:tcPr>
            <w:tcW w:w="3686" w:type="dxa"/>
            <w:vAlign w:val="center"/>
          </w:tcPr>
          <w:p w14:paraId="4787F25F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56A029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EF28A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B7AE4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6A4F37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258F5E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E83786" w14:textId="77777777" w:rsidR="00F81ED9" w:rsidRPr="00F81ED9" w:rsidRDefault="00F81ED9" w:rsidP="00F81ED9">
            <w:pPr>
              <w:pStyle w:val="aa"/>
              <w:jc w:val="left"/>
            </w:pPr>
            <w:r>
              <w:t>218. Администратор</w:t>
            </w:r>
          </w:p>
        </w:tc>
        <w:tc>
          <w:tcPr>
            <w:tcW w:w="3686" w:type="dxa"/>
            <w:vAlign w:val="center"/>
          </w:tcPr>
          <w:p w14:paraId="66A6B5A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4943E7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62DDAF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835E6E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E74BF0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89E390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9DD7B5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заливки пены и предсборка В</w:t>
            </w:r>
          </w:p>
        </w:tc>
        <w:tc>
          <w:tcPr>
            <w:tcW w:w="3686" w:type="dxa"/>
            <w:vAlign w:val="center"/>
          </w:tcPr>
          <w:p w14:paraId="70D1F187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12BACF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39799B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9F0990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E2ABCEB" w14:textId="77777777" w:rsidR="00F81ED9" w:rsidRPr="00063DF1" w:rsidRDefault="00F81ED9" w:rsidP="00DB70BA">
            <w:pPr>
              <w:pStyle w:val="aa"/>
            </w:pPr>
          </w:p>
        </w:tc>
      </w:tr>
      <w:tr w:rsidR="00AB2578" w:rsidRPr="00AF49A3" w14:paraId="601E3B2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8FE50C2" w14:textId="77777777" w:rsidR="00AB2578" w:rsidRPr="00F81ED9" w:rsidRDefault="00AB2578" w:rsidP="00AB2578">
            <w:pPr>
              <w:pStyle w:val="aa"/>
              <w:jc w:val="left"/>
            </w:pPr>
            <w:r>
              <w:t>219.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14:paraId="1F6CD116" w14:textId="5836594C" w:rsidR="00AB2578" w:rsidRDefault="00AB2578" w:rsidP="00AB257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C9DEBB8" w14:textId="380CAE79" w:rsidR="00AB2578" w:rsidRDefault="00AB2578" w:rsidP="00AB257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4168CA8F" w14:textId="77777777" w:rsidR="00AB2578" w:rsidRPr="00063DF1" w:rsidRDefault="00AB2578" w:rsidP="00AB2578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C2FAC2F" w14:textId="77777777" w:rsidR="00AB2578" w:rsidRPr="00063DF1" w:rsidRDefault="00AB2578" w:rsidP="00AB2578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BED77EA" w14:textId="77777777" w:rsidR="00AB2578" w:rsidRPr="00063DF1" w:rsidRDefault="00AB2578" w:rsidP="00AB2578">
            <w:pPr>
              <w:pStyle w:val="aa"/>
            </w:pPr>
          </w:p>
        </w:tc>
      </w:tr>
      <w:tr w:rsidR="00F81ED9" w:rsidRPr="00AF49A3" w14:paraId="6C9403C5" w14:textId="77777777" w:rsidTr="008B4051">
        <w:trPr>
          <w:jc w:val="center"/>
        </w:trPr>
        <w:tc>
          <w:tcPr>
            <w:tcW w:w="3049" w:type="dxa"/>
            <w:vAlign w:val="center"/>
          </w:tcPr>
          <w:p w14:paraId="02CF22DB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наружней части дверей и задней крышки холодильника</w:t>
            </w:r>
          </w:p>
        </w:tc>
        <w:tc>
          <w:tcPr>
            <w:tcW w:w="3686" w:type="dxa"/>
            <w:vAlign w:val="center"/>
          </w:tcPr>
          <w:p w14:paraId="5F78D21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91FE45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786D7D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13E3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51E75A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9FF872D" w14:textId="77777777" w:rsidTr="008B4051">
        <w:trPr>
          <w:jc w:val="center"/>
        </w:trPr>
        <w:tc>
          <w:tcPr>
            <w:tcW w:w="3049" w:type="dxa"/>
            <w:vAlign w:val="center"/>
          </w:tcPr>
          <w:p w14:paraId="05618BB0" w14:textId="77777777" w:rsidR="00F81ED9" w:rsidRPr="00F81ED9" w:rsidRDefault="00F81ED9" w:rsidP="00F81ED9">
            <w:pPr>
              <w:pStyle w:val="aa"/>
              <w:jc w:val="left"/>
            </w:pPr>
            <w:r>
              <w:t>220. Мастер смены</w:t>
            </w:r>
          </w:p>
        </w:tc>
        <w:tc>
          <w:tcPr>
            <w:tcW w:w="3686" w:type="dxa"/>
            <w:vAlign w:val="center"/>
          </w:tcPr>
          <w:p w14:paraId="0A38A0C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97DA55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43D2F1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A450E9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64E041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1A1550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F19240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производства дверей для холодильников</w:t>
            </w:r>
          </w:p>
        </w:tc>
        <w:tc>
          <w:tcPr>
            <w:tcW w:w="3686" w:type="dxa"/>
            <w:vAlign w:val="center"/>
          </w:tcPr>
          <w:p w14:paraId="20849757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9AEA24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B941DB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44B7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340379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3CE4089" w14:textId="77777777" w:rsidTr="008B4051">
        <w:trPr>
          <w:jc w:val="center"/>
        </w:trPr>
        <w:tc>
          <w:tcPr>
            <w:tcW w:w="3049" w:type="dxa"/>
            <w:vAlign w:val="center"/>
          </w:tcPr>
          <w:p w14:paraId="0547B7BA" w14:textId="77777777" w:rsidR="00F81ED9" w:rsidRPr="00F81ED9" w:rsidRDefault="00F81ED9" w:rsidP="00F81ED9">
            <w:pPr>
              <w:pStyle w:val="aa"/>
              <w:jc w:val="left"/>
            </w:pPr>
            <w:r>
              <w:t>221.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14:paraId="2B60074E" w14:textId="77777777" w:rsidR="00F81ED9" w:rsidRDefault="00F81ED9" w:rsidP="00DB70BA">
            <w:pPr>
              <w:pStyle w:val="aa"/>
            </w:pPr>
            <w:r>
              <w:t>Использование противошумных наушников, беруш.</w:t>
            </w:r>
          </w:p>
        </w:tc>
        <w:tc>
          <w:tcPr>
            <w:tcW w:w="2835" w:type="dxa"/>
            <w:vAlign w:val="center"/>
          </w:tcPr>
          <w:p w14:paraId="1E04FFAC" w14:textId="77777777" w:rsidR="00F81ED9" w:rsidRDefault="00F81ED9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14:paraId="40D1362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516AF9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5AE34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05A7FF2" w14:textId="77777777" w:rsidTr="008B4051">
        <w:trPr>
          <w:jc w:val="center"/>
        </w:trPr>
        <w:tc>
          <w:tcPr>
            <w:tcW w:w="3049" w:type="dxa"/>
            <w:vAlign w:val="center"/>
          </w:tcPr>
          <w:p w14:paraId="0A8E9985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1BA43D50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06D0F02C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189A6DC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771273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AF9E88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0782FC5" w14:textId="77777777" w:rsidTr="008B4051">
        <w:trPr>
          <w:jc w:val="center"/>
        </w:trPr>
        <w:tc>
          <w:tcPr>
            <w:tcW w:w="3049" w:type="dxa"/>
            <w:vAlign w:val="center"/>
          </w:tcPr>
          <w:p w14:paraId="5AEB5F3F" w14:textId="77777777" w:rsidR="00F81ED9" w:rsidRPr="00F81ED9" w:rsidRDefault="00F81ED9" w:rsidP="00F81ED9">
            <w:pPr>
              <w:pStyle w:val="aa"/>
              <w:jc w:val="left"/>
            </w:pPr>
            <w:r>
              <w:t>222.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14:paraId="12B1E94D" w14:textId="77777777" w:rsidR="00F81ED9" w:rsidRDefault="00F81ED9" w:rsidP="00DB70BA">
            <w:pPr>
              <w:pStyle w:val="aa"/>
            </w:pPr>
            <w:r>
              <w:t>Использование противошумных наушников, беруш.</w:t>
            </w:r>
          </w:p>
        </w:tc>
        <w:tc>
          <w:tcPr>
            <w:tcW w:w="2835" w:type="dxa"/>
            <w:vAlign w:val="center"/>
          </w:tcPr>
          <w:p w14:paraId="4E4FFAA6" w14:textId="77777777" w:rsidR="00F81ED9" w:rsidRDefault="00F81ED9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14:paraId="6D4F9DA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260DAD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B8B15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59D7DE2" w14:textId="77777777" w:rsidTr="008B4051">
        <w:trPr>
          <w:jc w:val="center"/>
        </w:trPr>
        <w:tc>
          <w:tcPr>
            <w:tcW w:w="3049" w:type="dxa"/>
            <w:vAlign w:val="center"/>
          </w:tcPr>
          <w:p w14:paraId="7DCD7865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4E90C71B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23333FEF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0028879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DE6AEE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5D0C83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9D122AB" w14:textId="77777777" w:rsidTr="008B4051">
        <w:trPr>
          <w:jc w:val="center"/>
        </w:trPr>
        <w:tc>
          <w:tcPr>
            <w:tcW w:w="3049" w:type="dxa"/>
            <w:vAlign w:val="center"/>
          </w:tcPr>
          <w:p w14:paraId="75F31EC4" w14:textId="77777777" w:rsidR="00F81ED9" w:rsidRPr="00F81ED9" w:rsidRDefault="00F81ED9" w:rsidP="00F81ED9">
            <w:pPr>
              <w:pStyle w:val="aa"/>
              <w:jc w:val="left"/>
            </w:pPr>
            <w:r>
              <w:t>223. Слесарь-ремонтник</w:t>
            </w:r>
          </w:p>
        </w:tc>
        <w:tc>
          <w:tcPr>
            <w:tcW w:w="3686" w:type="dxa"/>
            <w:vAlign w:val="center"/>
          </w:tcPr>
          <w:p w14:paraId="0AF032F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BE0585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8A9F24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C12EA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0272C0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02ABB82" w14:textId="77777777" w:rsidTr="008B4051">
        <w:trPr>
          <w:jc w:val="center"/>
        </w:trPr>
        <w:tc>
          <w:tcPr>
            <w:tcW w:w="3049" w:type="dxa"/>
            <w:vAlign w:val="center"/>
          </w:tcPr>
          <w:p w14:paraId="672BEC50" w14:textId="77777777" w:rsidR="00F81ED9" w:rsidRPr="00F81ED9" w:rsidRDefault="00F81ED9" w:rsidP="00F81ED9">
            <w:pPr>
              <w:pStyle w:val="aa"/>
              <w:jc w:val="left"/>
            </w:pPr>
            <w:r>
              <w:t>224.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14:paraId="1B159A66" w14:textId="77777777" w:rsidR="00F81ED9" w:rsidRDefault="00F81ED9" w:rsidP="00DB70BA">
            <w:pPr>
              <w:pStyle w:val="aa"/>
            </w:pPr>
            <w:r>
              <w:t>Использование противошумных наушников, беруш.</w:t>
            </w:r>
          </w:p>
        </w:tc>
        <w:tc>
          <w:tcPr>
            <w:tcW w:w="2835" w:type="dxa"/>
            <w:vAlign w:val="center"/>
          </w:tcPr>
          <w:p w14:paraId="26D0ECA9" w14:textId="77777777" w:rsidR="00F81ED9" w:rsidRDefault="00F81ED9" w:rsidP="00DB70BA">
            <w:pPr>
              <w:pStyle w:val="aa"/>
            </w:pPr>
            <w:r>
              <w:t xml:space="preserve">Снижение уровня вредного фактора (шума) </w:t>
            </w:r>
          </w:p>
        </w:tc>
        <w:tc>
          <w:tcPr>
            <w:tcW w:w="1384" w:type="dxa"/>
            <w:vAlign w:val="center"/>
          </w:tcPr>
          <w:p w14:paraId="3813CC5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91E66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A404F2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0DB8497" w14:textId="77777777" w:rsidTr="008B4051">
        <w:trPr>
          <w:jc w:val="center"/>
        </w:trPr>
        <w:tc>
          <w:tcPr>
            <w:tcW w:w="3049" w:type="dxa"/>
            <w:vAlign w:val="center"/>
          </w:tcPr>
          <w:p w14:paraId="52682066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7FAFCF67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16B4A745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2B81B7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A6923C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E8F772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D7BD900" w14:textId="77777777" w:rsidTr="008B4051">
        <w:trPr>
          <w:jc w:val="center"/>
        </w:trPr>
        <w:tc>
          <w:tcPr>
            <w:tcW w:w="3049" w:type="dxa"/>
            <w:vAlign w:val="center"/>
          </w:tcPr>
          <w:p w14:paraId="007A51C7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сварки</w:t>
            </w:r>
          </w:p>
        </w:tc>
        <w:tc>
          <w:tcPr>
            <w:tcW w:w="3686" w:type="dxa"/>
            <w:vAlign w:val="center"/>
          </w:tcPr>
          <w:p w14:paraId="6F9FE641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4514255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C6AABF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355057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FBE958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1462CD1" w14:textId="77777777" w:rsidTr="008B4051">
        <w:trPr>
          <w:jc w:val="center"/>
        </w:trPr>
        <w:tc>
          <w:tcPr>
            <w:tcW w:w="3049" w:type="dxa"/>
            <w:vAlign w:val="center"/>
          </w:tcPr>
          <w:p w14:paraId="5340B73B" w14:textId="77777777" w:rsidR="00F81ED9" w:rsidRPr="00F81ED9" w:rsidRDefault="00F81ED9" w:rsidP="00F81ED9">
            <w:pPr>
              <w:pStyle w:val="aa"/>
              <w:jc w:val="left"/>
            </w:pPr>
            <w:r>
              <w:t>225. Контрольный мастер</w:t>
            </w:r>
          </w:p>
        </w:tc>
        <w:tc>
          <w:tcPr>
            <w:tcW w:w="3686" w:type="dxa"/>
            <w:vAlign w:val="center"/>
          </w:tcPr>
          <w:p w14:paraId="74C2314A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8E9E26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FA0B49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33CA66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8C9657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48E55A2" w14:textId="77777777" w:rsidTr="008B4051">
        <w:trPr>
          <w:jc w:val="center"/>
        </w:trPr>
        <w:tc>
          <w:tcPr>
            <w:tcW w:w="3049" w:type="dxa"/>
            <w:vAlign w:val="center"/>
          </w:tcPr>
          <w:p w14:paraId="5C323CBE" w14:textId="77777777" w:rsidR="00F81ED9" w:rsidRPr="00F81ED9" w:rsidRDefault="00F81ED9" w:rsidP="00F81ED9">
            <w:pPr>
              <w:pStyle w:val="aa"/>
              <w:jc w:val="left"/>
            </w:pPr>
            <w:r>
              <w:t>226. Газосварщик</w:t>
            </w:r>
          </w:p>
        </w:tc>
        <w:tc>
          <w:tcPr>
            <w:tcW w:w="3686" w:type="dxa"/>
            <w:vAlign w:val="center"/>
          </w:tcPr>
          <w:p w14:paraId="0E5137AB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5CD14B26" w14:textId="77777777" w:rsidR="00F81ED9" w:rsidRDefault="00F81ED9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384" w:type="dxa"/>
            <w:vAlign w:val="center"/>
          </w:tcPr>
          <w:p w14:paraId="643CDB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DB2310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80FE34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0D17E46" w14:textId="77777777" w:rsidTr="008B4051">
        <w:trPr>
          <w:jc w:val="center"/>
        </w:trPr>
        <w:tc>
          <w:tcPr>
            <w:tcW w:w="3049" w:type="dxa"/>
            <w:vAlign w:val="center"/>
          </w:tcPr>
          <w:p w14:paraId="43780EF4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6FE27E14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5F0BC47E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617E001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9D68F4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742981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4151696" w14:textId="77777777" w:rsidTr="008B4051">
        <w:trPr>
          <w:jc w:val="center"/>
        </w:trPr>
        <w:tc>
          <w:tcPr>
            <w:tcW w:w="3049" w:type="dxa"/>
            <w:vAlign w:val="center"/>
          </w:tcPr>
          <w:p w14:paraId="0FE62E0E" w14:textId="77777777" w:rsidR="00F81ED9" w:rsidRPr="00F81ED9" w:rsidRDefault="00F81ED9" w:rsidP="00F81ED9">
            <w:pPr>
              <w:pStyle w:val="aa"/>
              <w:jc w:val="left"/>
            </w:pPr>
            <w:r>
              <w:t>227. Газосварщик</w:t>
            </w:r>
          </w:p>
        </w:tc>
        <w:tc>
          <w:tcPr>
            <w:tcW w:w="3686" w:type="dxa"/>
            <w:vAlign w:val="center"/>
          </w:tcPr>
          <w:p w14:paraId="0C8194C6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6235208E" w14:textId="77777777" w:rsidR="00F81ED9" w:rsidRDefault="00F81ED9" w:rsidP="00DB70BA">
            <w:pPr>
              <w:pStyle w:val="aa"/>
            </w:pPr>
            <w:r>
              <w:t xml:space="preserve">Снижение времени  воздействия шума </w:t>
            </w:r>
          </w:p>
        </w:tc>
        <w:tc>
          <w:tcPr>
            <w:tcW w:w="1384" w:type="dxa"/>
            <w:vAlign w:val="center"/>
          </w:tcPr>
          <w:p w14:paraId="2B2EE35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0D569A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4444E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C9837BC" w14:textId="77777777" w:rsidTr="008B4051">
        <w:trPr>
          <w:jc w:val="center"/>
        </w:trPr>
        <w:tc>
          <w:tcPr>
            <w:tcW w:w="3049" w:type="dxa"/>
            <w:vAlign w:val="center"/>
          </w:tcPr>
          <w:p w14:paraId="08102DD8" w14:textId="77777777" w:rsidR="00F81ED9" w:rsidRDefault="00F81ED9" w:rsidP="00F81ED9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14:paraId="6FBB7788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05E581DD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0B3ACA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7F3C42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B8260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46355CB" w14:textId="77777777" w:rsidTr="008B4051">
        <w:trPr>
          <w:jc w:val="center"/>
        </w:trPr>
        <w:tc>
          <w:tcPr>
            <w:tcW w:w="3049" w:type="dxa"/>
            <w:vAlign w:val="center"/>
          </w:tcPr>
          <w:p w14:paraId="169EE291" w14:textId="77777777" w:rsidR="00F81ED9" w:rsidRPr="00F81ED9" w:rsidRDefault="00F81ED9" w:rsidP="00F81ED9">
            <w:pPr>
              <w:pStyle w:val="aa"/>
              <w:jc w:val="left"/>
            </w:pPr>
            <w:r>
              <w:t>228.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14:paraId="6866A226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446784F7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264C68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F2212B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935149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B3E13BD" w14:textId="77777777" w:rsidTr="008B4051">
        <w:trPr>
          <w:jc w:val="center"/>
        </w:trPr>
        <w:tc>
          <w:tcPr>
            <w:tcW w:w="3049" w:type="dxa"/>
            <w:vAlign w:val="center"/>
          </w:tcPr>
          <w:p w14:paraId="51DF3964" w14:textId="77777777" w:rsidR="00F81ED9" w:rsidRPr="00F81ED9" w:rsidRDefault="00F81ED9" w:rsidP="00F81ED9">
            <w:pPr>
              <w:pStyle w:val="aa"/>
              <w:jc w:val="left"/>
            </w:pPr>
            <w:r>
              <w:t>229.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14:paraId="7BA999B3" w14:textId="77777777" w:rsidR="00F81ED9" w:rsidRDefault="00F81ED9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14:paraId="347A6934" w14:textId="77777777" w:rsidR="00F81ED9" w:rsidRDefault="00F81ED9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14:paraId="5722CF6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D7C52C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806F6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1BAA2EE" w14:textId="77777777" w:rsidTr="008B4051">
        <w:trPr>
          <w:jc w:val="center"/>
        </w:trPr>
        <w:tc>
          <w:tcPr>
            <w:tcW w:w="3049" w:type="dxa"/>
            <w:vAlign w:val="center"/>
          </w:tcPr>
          <w:p w14:paraId="57880D47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производственного планирования</w:t>
            </w:r>
          </w:p>
        </w:tc>
        <w:tc>
          <w:tcPr>
            <w:tcW w:w="3686" w:type="dxa"/>
            <w:vAlign w:val="center"/>
          </w:tcPr>
          <w:p w14:paraId="197251E9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1BD077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BD39C4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01EE69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C80514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9718EF" w14:textId="77777777" w:rsidTr="008B4051">
        <w:trPr>
          <w:jc w:val="center"/>
        </w:trPr>
        <w:tc>
          <w:tcPr>
            <w:tcW w:w="3049" w:type="dxa"/>
            <w:vAlign w:val="center"/>
          </w:tcPr>
          <w:p w14:paraId="70093649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производственного планирования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2C7486B5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D60A5C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FC546F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E416DD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F1FBCB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79F50C12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A476F7" w14:textId="77777777" w:rsidR="00F81ED9" w:rsidRPr="00F81ED9" w:rsidRDefault="00F81ED9" w:rsidP="00F81ED9">
            <w:pPr>
              <w:pStyle w:val="aa"/>
              <w:jc w:val="left"/>
            </w:pPr>
            <w:r>
              <w:t>230. Начальник сектора</w:t>
            </w:r>
          </w:p>
        </w:tc>
        <w:tc>
          <w:tcPr>
            <w:tcW w:w="3686" w:type="dxa"/>
            <w:vAlign w:val="center"/>
          </w:tcPr>
          <w:p w14:paraId="2A74E26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11D9EC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861BF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905A86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919483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969404" w14:textId="77777777" w:rsidTr="008B4051">
        <w:trPr>
          <w:jc w:val="center"/>
        </w:trPr>
        <w:tc>
          <w:tcPr>
            <w:tcW w:w="3049" w:type="dxa"/>
            <w:vAlign w:val="center"/>
          </w:tcPr>
          <w:p w14:paraId="48DD0C6B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производственного планирования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633244B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A82937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E5F3F0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701B56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79808C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953E6CD" w14:textId="77777777" w:rsidTr="008B4051">
        <w:trPr>
          <w:jc w:val="center"/>
        </w:trPr>
        <w:tc>
          <w:tcPr>
            <w:tcW w:w="3049" w:type="dxa"/>
            <w:vAlign w:val="center"/>
          </w:tcPr>
          <w:p w14:paraId="41B91460" w14:textId="77777777" w:rsidR="00F81ED9" w:rsidRPr="00F81ED9" w:rsidRDefault="00F81ED9" w:rsidP="00F81ED9">
            <w:pPr>
              <w:pStyle w:val="aa"/>
              <w:jc w:val="left"/>
            </w:pPr>
            <w:r>
              <w:t>231. Начальник сектора</w:t>
            </w:r>
          </w:p>
        </w:tc>
        <w:tc>
          <w:tcPr>
            <w:tcW w:w="3686" w:type="dxa"/>
            <w:vAlign w:val="center"/>
          </w:tcPr>
          <w:p w14:paraId="744F862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9DB94B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7E4E9A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3E475D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E89D8E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76B5F50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C9ECC2" w14:textId="77777777" w:rsidR="00F81ED9" w:rsidRPr="00F81ED9" w:rsidRDefault="00F81ED9" w:rsidP="00F81ED9">
            <w:pPr>
              <w:pStyle w:val="aa"/>
              <w:jc w:val="left"/>
            </w:pPr>
            <w:r>
              <w:t>232. Ведущий специалист</w:t>
            </w:r>
          </w:p>
        </w:tc>
        <w:tc>
          <w:tcPr>
            <w:tcW w:w="3686" w:type="dxa"/>
            <w:vAlign w:val="center"/>
          </w:tcPr>
          <w:p w14:paraId="478CC7B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ED6670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23C916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8A2E61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C612F9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DA2A3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D346763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Участок производственного планирования производства стиральных машин</w:t>
            </w:r>
          </w:p>
        </w:tc>
        <w:tc>
          <w:tcPr>
            <w:tcW w:w="3686" w:type="dxa"/>
            <w:vAlign w:val="center"/>
          </w:tcPr>
          <w:p w14:paraId="5E6F2D4F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A2A22B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D82995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641E77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95A7F7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89BD51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F925C37" w14:textId="77777777" w:rsidR="00F81ED9" w:rsidRPr="00F81ED9" w:rsidRDefault="00F81ED9" w:rsidP="00F81ED9">
            <w:pPr>
              <w:pStyle w:val="aa"/>
              <w:jc w:val="left"/>
            </w:pPr>
            <w:r>
              <w:t>233. Ведущий специалист</w:t>
            </w:r>
          </w:p>
        </w:tc>
        <w:tc>
          <w:tcPr>
            <w:tcW w:w="3686" w:type="dxa"/>
            <w:vAlign w:val="center"/>
          </w:tcPr>
          <w:p w14:paraId="2CE89AD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288596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3DAD2E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CDAE0E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3F211A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43F3C4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D4A8747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разработки технологических процессов производства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5F34AA4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275267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35126F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B5121C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28ADCA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5F878C0" w14:textId="77777777" w:rsidTr="008B4051">
        <w:trPr>
          <w:jc w:val="center"/>
        </w:trPr>
        <w:tc>
          <w:tcPr>
            <w:tcW w:w="3049" w:type="dxa"/>
            <w:vAlign w:val="center"/>
          </w:tcPr>
          <w:p w14:paraId="58F801D9" w14:textId="77777777" w:rsidR="00F81ED9" w:rsidRPr="00F81ED9" w:rsidRDefault="00F81ED9" w:rsidP="00F81ED9">
            <w:pPr>
              <w:pStyle w:val="aa"/>
              <w:jc w:val="left"/>
            </w:pPr>
            <w:r>
              <w:t>234. Слесарь-инструментальщик</w:t>
            </w:r>
          </w:p>
        </w:tc>
        <w:tc>
          <w:tcPr>
            <w:tcW w:w="3686" w:type="dxa"/>
            <w:vAlign w:val="center"/>
          </w:tcPr>
          <w:p w14:paraId="3D6BD96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D80B3D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D7F198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002A69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0BE776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C27CD1D" w14:textId="77777777" w:rsidTr="008B4051">
        <w:trPr>
          <w:jc w:val="center"/>
        </w:trPr>
        <w:tc>
          <w:tcPr>
            <w:tcW w:w="3049" w:type="dxa"/>
            <w:vAlign w:val="center"/>
          </w:tcPr>
          <w:p w14:paraId="183D23A9" w14:textId="77777777" w:rsidR="00F81ED9" w:rsidRPr="00F81ED9" w:rsidRDefault="00F81ED9" w:rsidP="00F81ED9">
            <w:pPr>
              <w:pStyle w:val="aa"/>
              <w:jc w:val="left"/>
            </w:pPr>
            <w:r>
              <w:t>235. Слесарь-инструментальщик</w:t>
            </w:r>
          </w:p>
        </w:tc>
        <w:tc>
          <w:tcPr>
            <w:tcW w:w="3686" w:type="dxa"/>
            <w:vAlign w:val="center"/>
          </w:tcPr>
          <w:p w14:paraId="7C8DCFE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76EA684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AF6F3B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EEF89B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6823494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5824A4A" w14:textId="77777777" w:rsidTr="008B4051">
        <w:trPr>
          <w:jc w:val="center"/>
        </w:trPr>
        <w:tc>
          <w:tcPr>
            <w:tcW w:w="3049" w:type="dxa"/>
            <w:vAlign w:val="center"/>
          </w:tcPr>
          <w:p w14:paraId="3DF47F9E" w14:textId="77777777" w:rsidR="00F81ED9" w:rsidRPr="00F81ED9" w:rsidRDefault="00F81ED9" w:rsidP="00F81ED9">
            <w:pPr>
              <w:pStyle w:val="aa"/>
              <w:jc w:val="left"/>
            </w:pPr>
            <w:r>
              <w:t>236. Мастер участка</w:t>
            </w:r>
          </w:p>
        </w:tc>
        <w:tc>
          <w:tcPr>
            <w:tcW w:w="3686" w:type="dxa"/>
            <w:vAlign w:val="center"/>
          </w:tcPr>
          <w:p w14:paraId="67D09F1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9736B1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BE09E0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31C889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8B07B9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26AACC3" w14:textId="77777777" w:rsidTr="008B4051">
        <w:trPr>
          <w:jc w:val="center"/>
        </w:trPr>
        <w:tc>
          <w:tcPr>
            <w:tcW w:w="3049" w:type="dxa"/>
            <w:vAlign w:val="center"/>
          </w:tcPr>
          <w:p w14:paraId="3268CB15" w14:textId="77777777" w:rsidR="00F81ED9" w:rsidRPr="00F81ED9" w:rsidRDefault="00F81ED9" w:rsidP="00F81ED9">
            <w:pPr>
              <w:pStyle w:val="aa"/>
              <w:jc w:val="left"/>
            </w:pPr>
            <w:r>
              <w:t>237. Слесарь-инструментальщик</w:t>
            </w:r>
          </w:p>
        </w:tc>
        <w:tc>
          <w:tcPr>
            <w:tcW w:w="3686" w:type="dxa"/>
            <w:vAlign w:val="center"/>
          </w:tcPr>
          <w:p w14:paraId="7943A21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2AD644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0ECEC9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C3DD6F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B6CA7B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C68E53B" w14:textId="77777777" w:rsidTr="008B4051">
        <w:trPr>
          <w:jc w:val="center"/>
        </w:trPr>
        <w:tc>
          <w:tcPr>
            <w:tcW w:w="3049" w:type="dxa"/>
            <w:vAlign w:val="center"/>
          </w:tcPr>
          <w:p w14:paraId="71727ECB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Участок разработки технологических процессов производства стиральных машин</w:t>
            </w:r>
          </w:p>
        </w:tc>
        <w:tc>
          <w:tcPr>
            <w:tcW w:w="3686" w:type="dxa"/>
            <w:vAlign w:val="center"/>
          </w:tcPr>
          <w:p w14:paraId="5077164D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39F58D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31F49C2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25D464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F5F0C5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E730815" w14:textId="77777777" w:rsidTr="008B4051">
        <w:trPr>
          <w:jc w:val="center"/>
        </w:trPr>
        <w:tc>
          <w:tcPr>
            <w:tcW w:w="3049" w:type="dxa"/>
            <w:vAlign w:val="center"/>
          </w:tcPr>
          <w:p w14:paraId="1F2EE5CC" w14:textId="77777777" w:rsidR="00F81ED9" w:rsidRPr="00F81ED9" w:rsidRDefault="00F81ED9" w:rsidP="00F81ED9">
            <w:pPr>
              <w:pStyle w:val="aa"/>
              <w:jc w:val="left"/>
            </w:pPr>
            <w:r>
              <w:t>238. Инженер</w:t>
            </w:r>
          </w:p>
        </w:tc>
        <w:tc>
          <w:tcPr>
            <w:tcW w:w="3686" w:type="dxa"/>
            <w:vAlign w:val="center"/>
          </w:tcPr>
          <w:p w14:paraId="6532830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5DD954B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593107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ECBE3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649209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D48A8D6" w14:textId="77777777" w:rsidTr="008B4051">
        <w:trPr>
          <w:jc w:val="center"/>
        </w:trPr>
        <w:tc>
          <w:tcPr>
            <w:tcW w:w="3049" w:type="dxa"/>
            <w:vAlign w:val="center"/>
          </w:tcPr>
          <w:p w14:paraId="5E09EA50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управления рисками</w:t>
            </w:r>
          </w:p>
        </w:tc>
        <w:tc>
          <w:tcPr>
            <w:tcW w:w="3686" w:type="dxa"/>
            <w:vAlign w:val="center"/>
          </w:tcPr>
          <w:p w14:paraId="3D6EF35A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47A99F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E7068A6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96B87B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D414D8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AC2F3ED" w14:textId="77777777" w:rsidTr="008B4051">
        <w:trPr>
          <w:jc w:val="center"/>
        </w:trPr>
        <w:tc>
          <w:tcPr>
            <w:tcW w:w="3049" w:type="dxa"/>
            <w:vAlign w:val="center"/>
          </w:tcPr>
          <w:p w14:paraId="3781DD54" w14:textId="77777777" w:rsidR="00F81ED9" w:rsidRPr="00F81ED9" w:rsidRDefault="00F81ED9" w:rsidP="00F81ED9">
            <w:pPr>
              <w:pStyle w:val="aa"/>
              <w:jc w:val="left"/>
            </w:pPr>
            <w:r>
              <w:t>239. Начальник отдела</w:t>
            </w:r>
          </w:p>
        </w:tc>
        <w:tc>
          <w:tcPr>
            <w:tcW w:w="3686" w:type="dxa"/>
            <w:vAlign w:val="center"/>
          </w:tcPr>
          <w:p w14:paraId="0C14B33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12BF45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E49594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F341C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52E42B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DCB3303" w14:textId="77777777" w:rsidTr="008B4051">
        <w:trPr>
          <w:jc w:val="center"/>
        </w:trPr>
        <w:tc>
          <w:tcPr>
            <w:tcW w:w="3049" w:type="dxa"/>
            <w:vAlign w:val="center"/>
          </w:tcPr>
          <w:p w14:paraId="14148578" w14:textId="77777777" w:rsidR="00F81ED9" w:rsidRPr="00F81ED9" w:rsidRDefault="00F81ED9" w:rsidP="00F81ED9">
            <w:pPr>
              <w:pStyle w:val="aa"/>
              <w:jc w:val="left"/>
            </w:pPr>
            <w:r>
              <w:t>240. Ведущий специалист</w:t>
            </w:r>
          </w:p>
        </w:tc>
        <w:tc>
          <w:tcPr>
            <w:tcW w:w="3686" w:type="dxa"/>
            <w:vAlign w:val="center"/>
          </w:tcPr>
          <w:p w14:paraId="7251132C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B59833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40C5F34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9AD0F8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F398C6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59E0855" w14:textId="77777777" w:rsidTr="008B4051">
        <w:trPr>
          <w:jc w:val="center"/>
        </w:trPr>
        <w:tc>
          <w:tcPr>
            <w:tcW w:w="3049" w:type="dxa"/>
            <w:vAlign w:val="center"/>
          </w:tcPr>
          <w:p w14:paraId="2770E8C3" w14:textId="77777777" w:rsidR="00F81ED9" w:rsidRPr="00F81ED9" w:rsidRDefault="00F81ED9" w:rsidP="00F81ED9">
            <w:pPr>
              <w:pStyle w:val="aa"/>
              <w:rPr>
                <w:i/>
              </w:rPr>
            </w:pPr>
            <w:r>
              <w:rPr>
                <w:i/>
              </w:rPr>
              <w:t>Сектор управления продажами</w:t>
            </w:r>
          </w:p>
        </w:tc>
        <w:tc>
          <w:tcPr>
            <w:tcW w:w="3686" w:type="dxa"/>
            <w:vAlign w:val="center"/>
          </w:tcPr>
          <w:p w14:paraId="319E3F42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1EED8638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942D18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36C46C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E46FB3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17B27F7" w14:textId="77777777" w:rsidTr="008B4051">
        <w:trPr>
          <w:jc w:val="center"/>
        </w:trPr>
        <w:tc>
          <w:tcPr>
            <w:tcW w:w="3049" w:type="dxa"/>
            <w:vAlign w:val="center"/>
          </w:tcPr>
          <w:p w14:paraId="7AB28AB4" w14:textId="77777777" w:rsidR="00F81ED9" w:rsidRPr="00F81ED9" w:rsidRDefault="00F81ED9" w:rsidP="00F81ED9">
            <w:pPr>
              <w:pStyle w:val="aa"/>
              <w:jc w:val="left"/>
            </w:pPr>
            <w:r>
              <w:t>241. Начальник сектора</w:t>
            </w:r>
          </w:p>
        </w:tc>
        <w:tc>
          <w:tcPr>
            <w:tcW w:w="3686" w:type="dxa"/>
            <w:vAlign w:val="center"/>
          </w:tcPr>
          <w:p w14:paraId="2E8015D3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2D2120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009556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11D39B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293CEDC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928A08D" w14:textId="77777777" w:rsidTr="008B4051">
        <w:trPr>
          <w:jc w:val="center"/>
        </w:trPr>
        <w:tc>
          <w:tcPr>
            <w:tcW w:w="3049" w:type="dxa"/>
            <w:vAlign w:val="center"/>
          </w:tcPr>
          <w:p w14:paraId="0CB8F072" w14:textId="77777777" w:rsidR="00F81ED9" w:rsidRPr="00F81ED9" w:rsidRDefault="00F81ED9" w:rsidP="00F81ED9">
            <w:pPr>
              <w:pStyle w:val="aa"/>
              <w:jc w:val="left"/>
            </w:pPr>
            <w:r>
              <w:t>242. Ведущий специалист</w:t>
            </w:r>
          </w:p>
        </w:tc>
        <w:tc>
          <w:tcPr>
            <w:tcW w:w="3686" w:type="dxa"/>
            <w:vAlign w:val="center"/>
          </w:tcPr>
          <w:p w14:paraId="2DED045B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8CCE0B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6D5952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AC827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95B40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C9D5303" w14:textId="77777777" w:rsidTr="008B4051">
        <w:trPr>
          <w:jc w:val="center"/>
        </w:trPr>
        <w:tc>
          <w:tcPr>
            <w:tcW w:w="3049" w:type="dxa"/>
            <w:vAlign w:val="center"/>
          </w:tcPr>
          <w:p w14:paraId="46A40E8C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Сектор контроля затрат</w:t>
            </w:r>
          </w:p>
        </w:tc>
        <w:tc>
          <w:tcPr>
            <w:tcW w:w="3686" w:type="dxa"/>
            <w:vAlign w:val="center"/>
          </w:tcPr>
          <w:p w14:paraId="1ECEFC16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05A988B3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53EDF10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A45582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1531D72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0F2E575" w14:textId="77777777" w:rsidTr="008B4051">
        <w:trPr>
          <w:jc w:val="center"/>
        </w:trPr>
        <w:tc>
          <w:tcPr>
            <w:tcW w:w="3049" w:type="dxa"/>
            <w:vAlign w:val="center"/>
          </w:tcPr>
          <w:p w14:paraId="6A86878F" w14:textId="77777777" w:rsidR="00F81ED9" w:rsidRPr="00F81ED9" w:rsidRDefault="00F81ED9" w:rsidP="00F81ED9">
            <w:pPr>
              <w:pStyle w:val="aa"/>
              <w:jc w:val="left"/>
            </w:pPr>
            <w:r>
              <w:t>243. Начальник сектора</w:t>
            </w:r>
          </w:p>
        </w:tc>
        <w:tc>
          <w:tcPr>
            <w:tcW w:w="3686" w:type="dxa"/>
            <w:vAlign w:val="center"/>
          </w:tcPr>
          <w:p w14:paraId="460B6CD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F5C340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F45A16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D4EB01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EC6F00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4660765" w14:textId="77777777" w:rsidTr="008B4051">
        <w:trPr>
          <w:jc w:val="center"/>
        </w:trPr>
        <w:tc>
          <w:tcPr>
            <w:tcW w:w="3049" w:type="dxa"/>
            <w:vAlign w:val="center"/>
          </w:tcPr>
          <w:p w14:paraId="015973BA" w14:textId="77777777" w:rsidR="00F81ED9" w:rsidRPr="00F81ED9" w:rsidRDefault="00F81ED9" w:rsidP="00F81ED9">
            <w:pPr>
              <w:pStyle w:val="aa"/>
              <w:jc w:val="left"/>
            </w:pPr>
            <w:r>
              <w:t>244. Ведущий экономист</w:t>
            </w:r>
          </w:p>
        </w:tc>
        <w:tc>
          <w:tcPr>
            <w:tcW w:w="3686" w:type="dxa"/>
            <w:vAlign w:val="center"/>
          </w:tcPr>
          <w:p w14:paraId="5FB95F3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586B29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B7ECBE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A6271A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DB002B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04F1F2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367565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Сектор улучшений</w:t>
            </w:r>
          </w:p>
        </w:tc>
        <w:tc>
          <w:tcPr>
            <w:tcW w:w="3686" w:type="dxa"/>
            <w:vAlign w:val="center"/>
          </w:tcPr>
          <w:p w14:paraId="39429D6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4B9C451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514503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755156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6240E8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E394101" w14:textId="77777777" w:rsidTr="008B4051">
        <w:trPr>
          <w:jc w:val="center"/>
        </w:trPr>
        <w:tc>
          <w:tcPr>
            <w:tcW w:w="3049" w:type="dxa"/>
            <w:vAlign w:val="center"/>
          </w:tcPr>
          <w:p w14:paraId="366ACC2C" w14:textId="77777777" w:rsidR="00F81ED9" w:rsidRPr="00F81ED9" w:rsidRDefault="00F81ED9" w:rsidP="00F81ED9">
            <w:pPr>
              <w:pStyle w:val="aa"/>
              <w:jc w:val="left"/>
            </w:pPr>
            <w:r>
              <w:t>245. Начальник сектора</w:t>
            </w:r>
          </w:p>
        </w:tc>
        <w:tc>
          <w:tcPr>
            <w:tcW w:w="3686" w:type="dxa"/>
            <w:vAlign w:val="center"/>
          </w:tcPr>
          <w:p w14:paraId="3A2785E2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1947F70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8DCD62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B0FA33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1F5CFF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DBC6228" w14:textId="77777777" w:rsidTr="008B4051">
        <w:trPr>
          <w:jc w:val="center"/>
        </w:trPr>
        <w:tc>
          <w:tcPr>
            <w:tcW w:w="3049" w:type="dxa"/>
            <w:vAlign w:val="center"/>
          </w:tcPr>
          <w:p w14:paraId="357F9543" w14:textId="77777777" w:rsidR="00F81ED9" w:rsidRPr="00F81ED9" w:rsidRDefault="00F81ED9" w:rsidP="00F81ED9">
            <w:pPr>
              <w:pStyle w:val="aa"/>
              <w:jc w:val="left"/>
            </w:pPr>
            <w:r>
              <w:t>246. Ведущий специалист</w:t>
            </w:r>
          </w:p>
        </w:tc>
        <w:tc>
          <w:tcPr>
            <w:tcW w:w="3686" w:type="dxa"/>
            <w:vAlign w:val="center"/>
          </w:tcPr>
          <w:p w14:paraId="7A8DF345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2BA864B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8BEB833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07AD44E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D3963F5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A54CF54" w14:textId="77777777" w:rsidTr="008B4051">
        <w:trPr>
          <w:jc w:val="center"/>
        </w:trPr>
        <w:tc>
          <w:tcPr>
            <w:tcW w:w="3049" w:type="dxa"/>
            <w:vAlign w:val="center"/>
          </w:tcPr>
          <w:p w14:paraId="7F0E5C30" w14:textId="77777777" w:rsidR="00F81ED9" w:rsidRPr="00F81ED9" w:rsidRDefault="00F81ED9" w:rsidP="00F81ED9">
            <w:pPr>
              <w:pStyle w:val="aa"/>
              <w:jc w:val="left"/>
            </w:pPr>
            <w:r>
              <w:t>247. Техник</w:t>
            </w:r>
          </w:p>
        </w:tc>
        <w:tc>
          <w:tcPr>
            <w:tcW w:w="3686" w:type="dxa"/>
            <w:vAlign w:val="center"/>
          </w:tcPr>
          <w:p w14:paraId="64F39E7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71130CF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2E5B32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117B5F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5AC9EC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E4C6DC6" w14:textId="77777777" w:rsidTr="008B4051">
        <w:trPr>
          <w:jc w:val="center"/>
        </w:trPr>
        <w:tc>
          <w:tcPr>
            <w:tcW w:w="3049" w:type="dxa"/>
            <w:vAlign w:val="center"/>
          </w:tcPr>
          <w:p w14:paraId="72A28D79" w14:textId="77777777" w:rsidR="00F81ED9" w:rsidRPr="00F81ED9" w:rsidRDefault="00F81ED9" w:rsidP="00F81ED9">
            <w:pPr>
              <w:pStyle w:val="aa"/>
              <w:jc w:val="left"/>
            </w:pPr>
            <w:r>
              <w:t>248. Техник</w:t>
            </w:r>
          </w:p>
        </w:tc>
        <w:tc>
          <w:tcPr>
            <w:tcW w:w="3686" w:type="dxa"/>
            <w:vAlign w:val="center"/>
          </w:tcPr>
          <w:p w14:paraId="611A517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49B53666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7F4C8E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4CC750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2B253F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33037B3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1BF124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по внешним связям</w:t>
            </w:r>
          </w:p>
        </w:tc>
        <w:tc>
          <w:tcPr>
            <w:tcW w:w="3686" w:type="dxa"/>
            <w:vAlign w:val="center"/>
          </w:tcPr>
          <w:p w14:paraId="3BFEC30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78BB76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608EE6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FAE871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58039A6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565DB58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D58FD1" w14:textId="77777777" w:rsidR="00F81ED9" w:rsidRPr="00F81ED9" w:rsidRDefault="00F81ED9" w:rsidP="00F81ED9">
            <w:pPr>
              <w:pStyle w:val="aa"/>
              <w:jc w:val="left"/>
            </w:pPr>
            <w:r>
              <w:t>249. Советник по внешним связям</w:t>
            </w:r>
          </w:p>
        </w:tc>
        <w:tc>
          <w:tcPr>
            <w:tcW w:w="3686" w:type="dxa"/>
            <w:vAlign w:val="center"/>
          </w:tcPr>
          <w:p w14:paraId="1AFB0AD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BDB794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1DC861D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5E9F7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819808F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9EC340E" w14:textId="77777777" w:rsidTr="008B4051">
        <w:trPr>
          <w:jc w:val="center"/>
        </w:trPr>
        <w:tc>
          <w:tcPr>
            <w:tcW w:w="3049" w:type="dxa"/>
            <w:vAlign w:val="center"/>
          </w:tcPr>
          <w:p w14:paraId="1F9CA04E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 закупок</w:t>
            </w:r>
          </w:p>
        </w:tc>
        <w:tc>
          <w:tcPr>
            <w:tcW w:w="3686" w:type="dxa"/>
            <w:vAlign w:val="center"/>
          </w:tcPr>
          <w:p w14:paraId="56BE81F0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58BB77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C0A43E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0DC799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5319349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2430EB9F" w14:textId="77777777" w:rsidTr="008B4051">
        <w:trPr>
          <w:jc w:val="center"/>
        </w:trPr>
        <w:tc>
          <w:tcPr>
            <w:tcW w:w="3049" w:type="dxa"/>
            <w:vAlign w:val="center"/>
          </w:tcPr>
          <w:p w14:paraId="2595E371" w14:textId="77777777" w:rsidR="00F81ED9" w:rsidRPr="00F81ED9" w:rsidRDefault="00F81ED9" w:rsidP="00F81ED9">
            <w:pPr>
              <w:pStyle w:val="aa"/>
              <w:jc w:val="left"/>
            </w:pPr>
            <w:r>
              <w:t>250.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02431E2D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3E959B2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A22E81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782EB6C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328181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12B64BA" w14:textId="77777777" w:rsidTr="008B4051">
        <w:trPr>
          <w:jc w:val="center"/>
        </w:trPr>
        <w:tc>
          <w:tcPr>
            <w:tcW w:w="3049" w:type="dxa"/>
            <w:vAlign w:val="center"/>
          </w:tcPr>
          <w:p w14:paraId="03CBEE42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 материального обеспечения пр-ва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418015FF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9D89E1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634E87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6C7D5FC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B68DE77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7D73303" w14:textId="77777777" w:rsidTr="008B4051">
        <w:trPr>
          <w:jc w:val="center"/>
        </w:trPr>
        <w:tc>
          <w:tcPr>
            <w:tcW w:w="3049" w:type="dxa"/>
            <w:vAlign w:val="center"/>
          </w:tcPr>
          <w:p w14:paraId="58C42A2E" w14:textId="77777777" w:rsidR="00F81ED9" w:rsidRPr="00F81ED9" w:rsidRDefault="00F81ED9" w:rsidP="00F81ED9">
            <w:pPr>
              <w:pStyle w:val="aa"/>
              <w:jc w:val="left"/>
            </w:pPr>
            <w:r>
              <w:t>251.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7893152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D9F6F55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87ED49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4AE6DF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52BE412D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F3DA373" w14:textId="77777777" w:rsidTr="008B4051">
        <w:trPr>
          <w:jc w:val="center"/>
        </w:trPr>
        <w:tc>
          <w:tcPr>
            <w:tcW w:w="3049" w:type="dxa"/>
            <w:vAlign w:val="center"/>
          </w:tcPr>
          <w:p w14:paraId="45CCE7DC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Управление материального обеспечения производства телевизоров и мониторов</w:t>
            </w:r>
          </w:p>
        </w:tc>
        <w:tc>
          <w:tcPr>
            <w:tcW w:w="3686" w:type="dxa"/>
            <w:vAlign w:val="center"/>
          </w:tcPr>
          <w:p w14:paraId="60E7C0BB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35D9AFA9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B34A52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DB1DE2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BA4758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39FCA3A" w14:textId="77777777" w:rsidTr="008B4051">
        <w:trPr>
          <w:jc w:val="center"/>
        </w:trPr>
        <w:tc>
          <w:tcPr>
            <w:tcW w:w="3049" w:type="dxa"/>
            <w:vAlign w:val="center"/>
          </w:tcPr>
          <w:p w14:paraId="4AB4195D" w14:textId="77777777" w:rsidR="00F81ED9" w:rsidRPr="00F81ED9" w:rsidRDefault="00F81ED9" w:rsidP="00F81ED9">
            <w:pPr>
              <w:pStyle w:val="aa"/>
              <w:jc w:val="left"/>
            </w:pPr>
            <w:r>
              <w:t>252.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7A3DF38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5B46DB7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5E1E01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5DDD2B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1CFA912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F4083BC" w14:textId="77777777" w:rsidTr="008B4051">
        <w:trPr>
          <w:jc w:val="center"/>
        </w:trPr>
        <w:tc>
          <w:tcPr>
            <w:tcW w:w="3049" w:type="dxa"/>
            <w:vAlign w:val="center"/>
          </w:tcPr>
          <w:p w14:paraId="341E0856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 обеспечения качества телевизоров и мониторов</w:t>
            </w:r>
          </w:p>
        </w:tc>
        <w:tc>
          <w:tcPr>
            <w:tcW w:w="3686" w:type="dxa"/>
            <w:vAlign w:val="center"/>
          </w:tcPr>
          <w:p w14:paraId="7F3288FB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50BDF8C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2FE8E7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1AAB40D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36E3765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58E56E1A" w14:textId="77777777" w:rsidTr="008B4051">
        <w:trPr>
          <w:jc w:val="center"/>
        </w:trPr>
        <w:tc>
          <w:tcPr>
            <w:tcW w:w="3049" w:type="dxa"/>
            <w:vAlign w:val="center"/>
          </w:tcPr>
          <w:p w14:paraId="790A94BE" w14:textId="77777777" w:rsidR="00F81ED9" w:rsidRPr="00F81ED9" w:rsidRDefault="00F81ED9" w:rsidP="00F81ED9">
            <w:pPr>
              <w:pStyle w:val="aa"/>
              <w:jc w:val="left"/>
            </w:pPr>
            <w:r>
              <w:t>253.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25F927E0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627B70C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4A14E5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B4647BA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3A7D4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03C12E8" w14:textId="77777777" w:rsidTr="008B4051">
        <w:trPr>
          <w:jc w:val="center"/>
        </w:trPr>
        <w:tc>
          <w:tcPr>
            <w:tcW w:w="3049" w:type="dxa"/>
            <w:vAlign w:val="center"/>
          </w:tcPr>
          <w:p w14:paraId="74BDBCB3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14:paraId="2DFD1664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6150BB7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133B1F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73F61B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0594959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0D4B91AB" w14:textId="77777777" w:rsidTr="008B4051">
        <w:trPr>
          <w:jc w:val="center"/>
        </w:trPr>
        <w:tc>
          <w:tcPr>
            <w:tcW w:w="3049" w:type="dxa"/>
            <w:vAlign w:val="center"/>
          </w:tcPr>
          <w:p w14:paraId="0BAE1F95" w14:textId="77777777" w:rsidR="00F81ED9" w:rsidRPr="00F81ED9" w:rsidRDefault="00F81ED9" w:rsidP="00F81ED9">
            <w:pPr>
              <w:pStyle w:val="aa"/>
              <w:jc w:val="left"/>
            </w:pPr>
            <w:r>
              <w:t>254.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31FE4DAE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3F6C8AF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2D7D8517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4367A0F1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996125E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1B48184" w14:textId="77777777" w:rsidTr="008B4051">
        <w:trPr>
          <w:jc w:val="center"/>
        </w:trPr>
        <w:tc>
          <w:tcPr>
            <w:tcW w:w="3049" w:type="dxa"/>
            <w:vAlign w:val="center"/>
          </w:tcPr>
          <w:p w14:paraId="272007CB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Управление планирования производства</w:t>
            </w:r>
          </w:p>
        </w:tc>
        <w:tc>
          <w:tcPr>
            <w:tcW w:w="3686" w:type="dxa"/>
            <w:vAlign w:val="center"/>
          </w:tcPr>
          <w:p w14:paraId="12D7B2D7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7F4AF81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00FDDA0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5A31E09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7DC3F5AA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12DC876" w14:textId="77777777" w:rsidTr="008B4051">
        <w:trPr>
          <w:jc w:val="center"/>
        </w:trPr>
        <w:tc>
          <w:tcPr>
            <w:tcW w:w="3049" w:type="dxa"/>
            <w:vAlign w:val="center"/>
          </w:tcPr>
          <w:p w14:paraId="64D985D5" w14:textId="77777777" w:rsidR="00F81ED9" w:rsidRPr="00F81ED9" w:rsidRDefault="00F81ED9" w:rsidP="00F81ED9">
            <w:pPr>
              <w:pStyle w:val="aa"/>
              <w:jc w:val="left"/>
            </w:pPr>
            <w:r>
              <w:t>255. Начальник управления (специализированного в прочих отраслях)</w:t>
            </w:r>
          </w:p>
        </w:tc>
        <w:tc>
          <w:tcPr>
            <w:tcW w:w="3686" w:type="dxa"/>
            <w:vAlign w:val="center"/>
          </w:tcPr>
          <w:p w14:paraId="07F03744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584DAFC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74D1C09F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2DD7941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259FC38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35C07520" w14:textId="77777777" w:rsidTr="008B4051">
        <w:trPr>
          <w:jc w:val="center"/>
        </w:trPr>
        <w:tc>
          <w:tcPr>
            <w:tcW w:w="3049" w:type="dxa"/>
            <w:vAlign w:val="center"/>
          </w:tcPr>
          <w:p w14:paraId="247021B9" w14:textId="77777777" w:rsidR="00F81ED9" w:rsidRPr="00F81ED9" w:rsidRDefault="00F81ED9" w:rsidP="00F81ED9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Финансовый отдел</w:t>
            </w:r>
          </w:p>
        </w:tc>
        <w:tc>
          <w:tcPr>
            <w:tcW w:w="3686" w:type="dxa"/>
            <w:vAlign w:val="center"/>
          </w:tcPr>
          <w:p w14:paraId="7CCA7B4A" w14:textId="77777777" w:rsidR="00F81ED9" w:rsidRDefault="00F81ED9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14:paraId="7EE8B1DA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FFBEEA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3EFF839D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B68FD0B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653258A7" w14:textId="77777777" w:rsidTr="008B4051">
        <w:trPr>
          <w:jc w:val="center"/>
        </w:trPr>
        <w:tc>
          <w:tcPr>
            <w:tcW w:w="3049" w:type="dxa"/>
            <w:vAlign w:val="center"/>
          </w:tcPr>
          <w:p w14:paraId="335A1648" w14:textId="77777777" w:rsidR="00F81ED9" w:rsidRPr="00F81ED9" w:rsidRDefault="00F81ED9" w:rsidP="00F81ED9">
            <w:pPr>
              <w:pStyle w:val="aa"/>
              <w:jc w:val="left"/>
            </w:pPr>
            <w:r>
              <w:t>256. Начальник отдела</w:t>
            </w:r>
          </w:p>
        </w:tc>
        <w:tc>
          <w:tcPr>
            <w:tcW w:w="3686" w:type="dxa"/>
            <w:vAlign w:val="center"/>
          </w:tcPr>
          <w:p w14:paraId="221590D7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306242ED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44AE4820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6D11DF2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61AA8161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12EB29D4" w14:textId="77777777" w:rsidTr="008B4051">
        <w:trPr>
          <w:jc w:val="center"/>
        </w:trPr>
        <w:tc>
          <w:tcPr>
            <w:tcW w:w="3049" w:type="dxa"/>
            <w:vAlign w:val="center"/>
          </w:tcPr>
          <w:p w14:paraId="577FE684" w14:textId="77777777" w:rsidR="00F81ED9" w:rsidRPr="00F81ED9" w:rsidRDefault="00F81ED9" w:rsidP="00F81ED9">
            <w:pPr>
              <w:pStyle w:val="aa"/>
              <w:jc w:val="left"/>
            </w:pPr>
            <w:r>
              <w:t>257. Ведущий специалист</w:t>
            </w:r>
          </w:p>
        </w:tc>
        <w:tc>
          <w:tcPr>
            <w:tcW w:w="3686" w:type="dxa"/>
            <w:vAlign w:val="center"/>
          </w:tcPr>
          <w:p w14:paraId="60BB4CB6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0C7ADE80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60B69C0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88DB0D5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EC5BCDC" w14:textId="77777777" w:rsidR="00F81ED9" w:rsidRPr="00063DF1" w:rsidRDefault="00F81ED9" w:rsidP="00DB70BA">
            <w:pPr>
              <w:pStyle w:val="aa"/>
            </w:pPr>
          </w:p>
        </w:tc>
      </w:tr>
      <w:tr w:rsidR="00F81ED9" w:rsidRPr="00AF49A3" w14:paraId="46C48C05" w14:textId="77777777" w:rsidTr="008B4051">
        <w:trPr>
          <w:jc w:val="center"/>
        </w:trPr>
        <w:tc>
          <w:tcPr>
            <w:tcW w:w="3049" w:type="dxa"/>
            <w:vAlign w:val="center"/>
          </w:tcPr>
          <w:p w14:paraId="62B05EB0" w14:textId="77777777" w:rsidR="00F81ED9" w:rsidRPr="00F81ED9" w:rsidRDefault="00F81ED9" w:rsidP="00F81ED9">
            <w:pPr>
              <w:pStyle w:val="aa"/>
              <w:jc w:val="left"/>
            </w:pPr>
            <w:r>
              <w:t>258. Ведущий специалист</w:t>
            </w:r>
          </w:p>
        </w:tc>
        <w:tc>
          <w:tcPr>
            <w:tcW w:w="3686" w:type="dxa"/>
            <w:vAlign w:val="center"/>
          </w:tcPr>
          <w:p w14:paraId="232D7A61" w14:textId="77777777" w:rsidR="00F81ED9" w:rsidRDefault="00F81ED9" w:rsidP="00DB70BA">
            <w:pPr>
              <w:pStyle w:val="aa"/>
            </w:pPr>
            <w:r>
              <w:t>Рекомендации по улучшению условий труда: не требуются</w:t>
            </w:r>
          </w:p>
        </w:tc>
        <w:tc>
          <w:tcPr>
            <w:tcW w:w="2835" w:type="dxa"/>
            <w:vAlign w:val="center"/>
          </w:tcPr>
          <w:p w14:paraId="22BC990E" w14:textId="77777777" w:rsidR="00F81ED9" w:rsidRDefault="00F81ED9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14:paraId="3848824E" w14:textId="77777777" w:rsidR="00F81ED9" w:rsidRPr="00063DF1" w:rsidRDefault="00F81ED9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14:paraId="50BBCA78" w14:textId="77777777" w:rsidR="00F81ED9" w:rsidRPr="00063DF1" w:rsidRDefault="00F81ED9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14:paraId="4F533928" w14:textId="77777777" w:rsidR="00F81ED9" w:rsidRPr="00063DF1" w:rsidRDefault="00F81ED9" w:rsidP="00DB70BA">
            <w:pPr>
              <w:pStyle w:val="aa"/>
            </w:pPr>
          </w:p>
        </w:tc>
      </w:tr>
    </w:tbl>
    <w:p w14:paraId="7D3C8982" w14:textId="77777777" w:rsidR="00DB70BA" w:rsidRDefault="00DB70BA" w:rsidP="00DB70BA"/>
    <w:p w14:paraId="16743D6F" w14:textId="221AF31D" w:rsidR="00DB70BA" w:rsidRPr="00F81ED9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F81ED9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0D07A3">
        <w:rPr>
          <w:rStyle w:val="a9"/>
        </w:rPr>
        <w:t>01.06.2023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14:paraId="046592E2" w14:textId="77777777" w:rsidR="0065289A" w:rsidRPr="00F81ED9" w:rsidRDefault="0065289A" w:rsidP="009A1326">
      <w:pPr>
        <w:rPr>
          <w:sz w:val="18"/>
          <w:szCs w:val="18"/>
        </w:rPr>
      </w:pPr>
    </w:p>
    <w:p w14:paraId="47C0AD7C" w14:textId="77777777"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477F107B" w14:textId="77777777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45CC4F87" w14:textId="570B7A55" w:rsidR="009D6532" w:rsidRPr="004E51DC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14:paraId="4A13D3F2" w14:textId="77777777"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75B6C5F3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7FD4EFB6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26FD23D0" w14:textId="6E60EA84" w:rsidR="009D6532" w:rsidRPr="004E51DC" w:rsidRDefault="00F81ED9" w:rsidP="009D6532">
            <w:pPr>
              <w:pStyle w:val="aa"/>
            </w:pPr>
            <w:r>
              <w:t>.</w:t>
            </w:r>
          </w:p>
        </w:tc>
        <w:tc>
          <w:tcPr>
            <w:tcW w:w="284" w:type="dxa"/>
            <w:vAlign w:val="bottom"/>
          </w:tcPr>
          <w:p w14:paraId="58539E6E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1AF1C0D3" w14:textId="77777777" w:rsidR="009D6532" w:rsidRPr="004E51DC" w:rsidRDefault="009D6532" w:rsidP="009D6532">
            <w:pPr>
              <w:pStyle w:val="aa"/>
            </w:pPr>
          </w:p>
        </w:tc>
      </w:tr>
      <w:tr w:rsidR="009D6532" w:rsidRPr="000905BE" w14:paraId="7C5231D4" w14:textId="77777777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70A81081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7A8E0C3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367679DC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7A2DC077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483D8360" w14:textId="77777777" w:rsidR="009D6532" w:rsidRPr="000905BE" w:rsidRDefault="00F81ED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7AE5D44F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5E0EE41E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14:paraId="784E9789" w14:textId="77777777" w:rsidR="009D6532" w:rsidRDefault="009D6532" w:rsidP="009D6532">
      <w:pPr>
        <w:rPr>
          <w:lang w:val="en-US"/>
        </w:rPr>
      </w:pPr>
    </w:p>
    <w:p w14:paraId="7A1856FB" w14:textId="77777777"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14:paraId="73CA972F" w14:textId="77777777" w:rsidTr="00F81ED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12CDD0E6" w14:textId="1711A96A" w:rsidR="009D6532" w:rsidRPr="004E51DC" w:rsidRDefault="009D6532" w:rsidP="009D6532">
            <w:pPr>
              <w:pStyle w:val="aa"/>
            </w:pPr>
          </w:p>
        </w:tc>
        <w:tc>
          <w:tcPr>
            <w:tcW w:w="283" w:type="dxa"/>
            <w:vAlign w:val="bottom"/>
          </w:tcPr>
          <w:p w14:paraId="7CD3C8D0" w14:textId="77777777"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14:paraId="63CBDBC8" w14:textId="77777777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1EBB6A30" w14:textId="77777777"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14:paraId="16E587CF" w14:textId="1B9D0ADF"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14:paraId="7E97D7E7" w14:textId="77777777"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14:paraId="2242B29B" w14:textId="77777777" w:rsidR="009D6532" w:rsidRPr="004E51DC" w:rsidRDefault="009D6532" w:rsidP="009D6532">
            <w:pPr>
              <w:pStyle w:val="aa"/>
            </w:pPr>
          </w:p>
        </w:tc>
        <w:bookmarkStart w:id="4" w:name="_GoBack"/>
        <w:bookmarkEnd w:id="4"/>
      </w:tr>
      <w:tr w:rsidR="009D6532" w:rsidRPr="000905BE" w14:paraId="7FA923C2" w14:textId="77777777" w:rsidTr="00F81ED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14:paraId="3E16CCBA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14:paraId="0BB8CFB8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14:paraId="4C0578A5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14:paraId="08F231A1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14:paraId="4E669F3D" w14:textId="77777777" w:rsidR="009D6532" w:rsidRPr="000905BE" w:rsidRDefault="00F81ED9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14:paraId="51F7D860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14:paraId="2C34C653" w14:textId="77777777"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F81ED9" w:rsidRPr="00F81ED9" w14:paraId="134AB37F" w14:textId="77777777" w:rsidTr="00F81ED9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CDBFDE" w14:textId="72B6CBCD" w:rsidR="00F81ED9" w:rsidRPr="00F81ED9" w:rsidRDefault="00F81ED9" w:rsidP="009D6532">
            <w:pPr>
              <w:pStyle w:val="aa"/>
            </w:pPr>
          </w:p>
        </w:tc>
        <w:tc>
          <w:tcPr>
            <w:tcW w:w="283" w:type="dxa"/>
            <w:shd w:val="clear" w:color="auto" w:fill="auto"/>
            <w:vAlign w:val="bottom"/>
          </w:tcPr>
          <w:p w14:paraId="6E465AD2" w14:textId="77777777" w:rsidR="00F81ED9" w:rsidRPr="00F81ED9" w:rsidRDefault="00F81ED9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172CD1" w14:textId="77777777" w:rsidR="00F81ED9" w:rsidRPr="00F81ED9" w:rsidRDefault="00F81ED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01F1196" w14:textId="77777777" w:rsidR="00F81ED9" w:rsidRPr="00F81ED9" w:rsidRDefault="00F81ED9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F28229" w14:textId="69B5598D" w:rsidR="00F81ED9" w:rsidRPr="00F81ED9" w:rsidRDefault="00F81ED9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C780A21" w14:textId="77777777" w:rsidR="00F81ED9" w:rsidRPr="00F81ED9" w:rsidRDefault="00F81ED9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29666A" w14:textId="77777777" w:rsidR="00F81ED9" w:rsidRPr="00F81ED9" w:rsidRDefault="00F81ED9" w:rsidP="009D6532">
            <w:pPr>
              <w:pStyle w:val="aa"/>
            </w:pPr>
          </w:p>
        </w:tc>
      </w:tr>
      <w:tr w:rsidR="00F81ED9" w:rsidRPr="00F81ED9" w14:paraId="4412560F" w14:textId="77777777" w:rsidTr="00F81ED9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14:paraId="33D4D173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  <w:r w:rsidRPr="00F81ED9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14:paraId="0673F91B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A28297F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  <w:r w:rsidRPr="00F81E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61CCB8D0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05DAEEF0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  <w:r w:rsidRPr="00F81ED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3B0D2BD4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14:paraId="0357382A" w14:textId="77777777" w:rsidR="00F81ED9" w:rsidRPr="00F81ED9" w:rsidRDefault="00F81ED9" w:rsidP="009D6532">
            <w:pPr>
              <w:pStyle w:val="aa"/>
              <w:rPr>
                <w:vertAlign w:val="superscript"/>
              </w:rPr>
            </w:pPr>
            <w:r w:rsidRPr="00F81ED9">
              <w:rPr>
                <w:vertAlign w:val="superscript"/>
              </w:rPr>
              <w:t>(дата)</w:t>
            </w:r>
          </w:p>
        </w:tc>
      </w:tr>
    </w:tbl>
    <w:p w14:paraId="0E7C5D23" w14:textId="77777777" w:rsidR="00C45714" w:rsidRDefault="00C45714" w:rsidP="00C45714">
      <w:pPr>
        <w:rPr>
          <w:lang w:val="en-US"/>
        </w:rPr>
      </w:pPr>
    </w:p>
    <w:p w14:paraId="540DB977" w14:textId="77777777"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F81ED9" w14:paraId="3354F0A2" w14:textId="77777777" w:rsidTr="00F81ED9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90FB73" w14:textId="4F2DD488" w:rsidR="00C45714" w:rsidRPr="00F81ED9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2E0B2FDD" w14:textId="77777777" w:rsidR="00C45714" w:rsidRPr="00F81ED9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37F6E4" w14:textId="77777777" w:rsidR="00C45714" w:rsidRPr="00F81ED9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4077F37" w14:textId="77777777" w:rsidR="00C45714" w:rsidRPr="00F81ED9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A83A84" w14:textId="2C3F325C" w:rsidR="00C45714" w:rsidRPr="00F81ED9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14:paraId="46D9DC7A" w14:textId="77777777" w:rsidR="00C45714" w:rsidRPr="00F81ED9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EC1E58" w14:textId="18E09326" w:rsidR="00C45714" w:rsidRPr="00F81ED9" w:rsidRDefault="00C45714" w:rsidP="00C45714">
            <w:pPr>
              <w:pStyle w:val="aa"/>
            </w:pPr>
          </w:p>
        </w:tc>
      </w:tr>
      <w:tr w:rsidR="00C45714" w:rsidRPr="00F81ED9" w14:paraId="5CC11D62" w14:textId="77777777" w:rsidTr="00F81ED9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14:paraId="5CA04872" w14:textId="77777777" w:rsidR="00C45714" w:rsidRPr="00F81ED9" w:rsidRDefault="00F81ED9" w:rsidP="00C45714">
            <w:pPr>
              <w:pStyle w:val="aa"/>
              <w:rPr>
                <w:b/>
                <w:vertAlign w:val="superscript"/>
              </w:rPr>
            </w:pPr>
            <w:r w:rsidRPr="00F81ED9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14:paraId="0C083634" w14:textId="77777777" w:rsidR="00C45714" w:rsidRPr="00F81ED9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321414E0" w14:textId="77777777" w:rsidR="00C45714" w:rsidRPr="00F81ED9" w:rsidRDefault="00F81ED9" w:rsidP="00C45714">
            <w:pPr>
              <w:pStyle w:val="aa"/>
              <w:rPr>
                <w:b/>
                <w:vertAlign w:val="superscript"/>
              </w:rPr>
            </w:pPr>
            <w:r w:rsidRPr="00F81ED9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14:paraId="4771A0C1" w14:textId="77777777" w:rsidR="00C45714" w:rsidRPr="00F81ED9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6D30DB9C" w14:textId="77777777" w:rsidR="00C45714" w:rsidRPr="00F81ED9" w:rsidRDefault="00F81ED9" w:rsidP="00C45714">
            <w:pPr>
              <w:pStyle w:val="aa"/>
              <w:rPr>
                <w:b/>
                <w:vertAlign w:val="superscript"/>
              </w:rPr>
            </w:pPr>
            <w:r w:rsidRPr="00F81ED9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14:paraId="0665E52A" w14:textId="77777777" w:rsidR="00C45714" w:rsidRPr="00F81ED9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E15288B" w14:textId="77777777" w:rsidR="00C45714" w:rsidRPr="00F81ED9" w:rsidRDefault="00F81ED9" w:rsidP="00C45714">
            <w:pPr>
              <w:pStyle w:val="aa"/>
              <w:rPr>
                <w:vertAlign w:val="superscript"/>
              </w:rPr>
            </w:pPr>
            <w:r w:rsidRPr="00F81ED9">
              <w:rPr>
                <w:vertAlign w:val="superscript"/>
              </w:rPr>
              <w:t>(дата)</w:t>
            </w:r>
          </w:p>
        </w:tc>
      </w:tr>
    </w:tbl>
    <w:p w14:paraId="77911DFA" w14:textId="77777777"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F84700" w14:textId="77777777" w:rsidR="00E261F6" w:rsidRDefault="00E261F6" w:rsidP="00F81ED9">
      <w:r>
        <w:separator/>
      </w:r>
    </w:p>
  </w:endnote>
  <w:endnote w:type="continuationSeparator" w:id="0">
    <w:p w14:paraId="57A75867" w14:textId="77777777" w:rsidR="00E261F6" w:rsidRDefault="00E261F6" w:rsidP="00F81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761408" w14:textId="77777777" w:rsidR="00E261F6" w:rsidRDefault="00E261F6" w:rsidP="00F81ED9">
      <w:r>
        <w:separator/>
      </w:r>
    </w:p>
  </w:footnote>
  <w:footnote w:type="continuationSeparator" w:id="0">
    <w:p w14:paraId="4C61D231" w14:textId="77777777" w:rsidR="00E261F6" w:rsidRDefault="00E261F6" w:rsidP="00F81E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109542, город Москва, проспект Рязанский, дом 86/1, строение 3, Т.Э. № 1, офис 34а"/>
    <w:docVar w:name="att_org_name" w:val="Общество с ограниченной ответственностью &quot;Проф-Эксперт&quot;"/>
    <w:docVar w:name="att_org_reg_date" w:val="06.06.2016"/>
    <w:docVar w:name="att_org_reg_num" w:val="316"/>
    <w:docVar w:name="boss_fio" w:val="Канашкин Дмитрий Владимирович"/>
    <w:docVar w:name="ceh_info" w:val=" Общество с ограниченной ответственностью «ЛГ Электроникс РУС» "/>
    <w:docVar w:name="doc_type" w:val="6"/>
    <w:docVar w:name="fill_date" w:val="01.06.2023"/>
    <w:docVar w:name="org_guid" w:val="F1EF9137FDB14CFDA84A12A7E3F4C80B"/>
    <w:docVar w:name="org_id" w:val="1"/>
    <w:docVar w:name="org_name" w:val="     "/>
    <w:docVar w:name="pers_guids" w:val="D0DB4690675F441B81FEF0AD23F96E30@125-229-939 59"/>
    <w:docVar w:name="pers_snils" w:val="D0DB4690675F441B81FEF0AD23F96E30@125-229-939 59"/>
    <w:docVar w:name="podr_id" w:val="org_1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«ЛГ Электроникс РУС»"/>
    <w:docVar w:name="sv_docs" w:val="1"/>
  </w:docVars>
  <w:rsids>
    <w:rsidRoot w:val="00F81ED9"/>
    <w:rsid w:val="0002033E"/>
    <w:rsid w:val="00056BFC"/>
    <w:rsid w:val="00065AAC"/>
    <w:rsid w:val="0007776A"/>
    <w:rsid w:val="00093D2E"/>
    <w:rsid w:val="000C5130"/>
    <w:rsid w:val="000D07A3"/>
    <w:rsid w:val="00196135"/>
    <w:rsid w:val="001A7AC3"/>
    <w:rsid w:val="001B06AD"/>
    <w:rsid w:val="00237B32"/>
    <w:rsid w:val="002D2A62"/>
    <w:rsid w:val="00351E97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4F0D56"/>
    <w:rsid w:val="00547088"/>
    <w:rsid w:val="005567D6"/>
    <w:rsid w:val="005645F0"/>
    <w:rsid w:val="00572AE0"/>
    <w:rsid w:val="00584289"/>
    <w:rsid w:val="005D59A2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AB2578"/>
    <w:rsid w:val="00AD44AD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261F6"/>
    <w:rsid w:val="00E458F1"/>
    <w:rsid w:val="00EB7BDE"/>
    <w:rsid w:val="00EC5373"/>
    <w:rsid w:val="00F262EE"/>
    <w:rsid w:val="00F81ED9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39D42E"/>
  <w15:chartTrackingRefBased/>
  <w15:docId w15:val="{9FC51B92-AA35-43BC-BBA2-FEACAC383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F81E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81ED9"/>
    <w:rPr>
      <w:sz w:val="24"/>
    </w:rPr>
  </w:style>
  <w:style w:type="paragraph" w:styleId="ad">
    <w:name w:val="footer"/>
    <w:basedOn w:val="a"/>
    <w:link w:val="ae"/>
    <w:rsid w:val="00F81E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81ED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587</TotalTime>
  <Pages>20</Pages>
  <Words>4649</Words>
  <Characters>26503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1</dc:creator>
  <cp:keywords/>
  <dc:description/>
  <cp:lastModifiedBy>Natalya Davydova/LGERA Environment Safety Health Part(natalya.davydova@lge.com)</cp:lastModifiedBy>
  <cp:revision>7</cp:revision>
  <cp:lastPrinted>2023-06-01T07:12:00Z</cp:lastPrinted>
  <dcterms:created xsi:type="dcterms:W3CDTF">2023-05-31T20:11:00Z</dcterms:created>
  <dcterms:modified xsi:type="dcterms:W3CDTF">2024-09-04T12:46:00Z</dcterms:modified>
</cp:coreProperties>
</file>